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AD4" w:rsidRPr="00B73DD8" w:rsidRDefault="00B73DD8" w:rsidP="00B73DD8">
      <w:pPr>
        <w:pStyle w:val="Balkengro"/>
        <w:spacing w:before="120"/>
        <w:rPr>
          <w:lang w:val="en-GB"/>
        </w:rPr>
      </w:pPr>
      <w:r w:rsidRPr="00762D73">
        <w:rPr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23AFE" wp14:editId="21BDF4D9">
                <wp:simplePos x="0" y="0"/>
                <wp:positionH relativeFrom="column">
                  <wp:posOffset>5081905</wp:posOffset>
                </wp:positionH>
                <wp:positionV relativeFrom="paragraph">
                  <wp:posOffset>95250</wp:posOffset>
                </wp:positionV>
                <wp:extent cx="1060450" cy="55435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554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DD8" w:rsidRDefault="00B73DD8" w:rsidP="00B73DD8">
                            <w:pPr>
                              <w:pStyle w:val="Balkengro"/>
                            </w:pPr>
                            <w:r>
                              <w:t>CR.</w:t>
                            </w:r>
                            <w:r w:rsidR="00677A67">
                              <w:t>2</w:t>
                            </w:r>
                            <w:r>
                              <w:t>-D</w:t>
                            </w:r>
                          </w:p>
                          <w:p w:rsidR="00B73DD8" w:rsidRDefault="00B73DD8" w:rsidP="00B73D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23AF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0.15pt;margin-top:7.5pt;width:83.5pt;height:4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" filled="f" stroked="f">
                <v:textbox>
                  <w:txbxContent>
                    <w:p w:rsidR="00B73DD8" w:rsidRDefault="00B73DD8" w:rsidP="00B73DD8">
                      <w:pPr>
                        <w:pStyle w:val="Balkengro"/>
                      </w:pPr>
                      <w:r>
                        <w:t>CR.</w:t>
                      </w:r>
                      <w:r w:rsidR="00677A67">
                        <w:t>2</w:t>
                      </w:r>
                      <w:r>
                        <w:t>-D</w:t>
                      </w:r>
                    </w:p>
                    <w:p w:rsidR="00B73DD8" w:rsidRDefault="00B73DD8" w:rsidP="00B73DD8"/>
                  </w:txbxContent>
                </v:textbox>
              </v:shape>
            </w:pict>
          </mc:Fallback>
        </mc:AlternateContent>
      </w:r>
      <w:r w:rsidR="007B6AD4" w:rsidRPr="007A6873">
        <w:rPr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5168" behindDoc="1" locked="1" layoutInCell="1" allowOverlap="1" wp14:anchorId="418943D4" wp14:editId="49FBF8B4">
                <wp:simplePos x="0" y="0"/>
                <wp:positionH relativeFrom="page">
                  <wp:posOffset>-5080</wp:posOffset>
                </wp:positionH>
                <wp:positionV relativeFrom="margin">
                  <wp:posOffset>15875</wp:posOffset>
                </wp:positionV>
                <wp:extent cx="7645400" cy="920750"/>
                <wp:effectExtent l="0" t="0" r="0" b="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0" cy="920750"/>
                        </a:xfrm>
                        <a:prstGeom prst="rect">
                          <a:avLst/>
                        </a:prstGeom>
                        <a:solidFill>
                          <a:srgbClr val="D9D9E1">
                            <a:alpha val="50196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D330A" id="Rechteck 6" o:spid="_x0000_s1026" style="position:absolute;margin-left:-.4pt;margin-top:1.25pt;width:602pt;height:72.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" fillcolor="#d9d9e1" stroked="f">
                <v:fill opacity="32896f"/>
                <w10:wrap anchorx="page" anchory="margin"/>
                <w10:anchorlock/>
              </v:rect>
            </w:pict>
          </mc:Fallback>
        </mc:AlternateContent>
      </w:r>
      <w:r w:rsidR="007B6AD4" w:rsidRPr="00961ED4">
        <w:rPr>
          <w:sz w:val="22"/>
          <w:lang w:val="en-GB"/>
        </w:rPr>
        <w:t>Clinical Research:</w:t>
      </w:r>
      <w:r w:rsidR="007B6AD4" w:rsidRPr="00961ED4">
        <w:rPr>
          <w:lang w:val="en-GB"/>
        </w:rPr>
        <w:br/>
      </w:r>
      <w:r w:rsidR="007B6AD4" w:rsidRPr="00B73DD8">
        <w:rPr>
          <w:lang w:val="en-GB"/>
        </w:rPr>
        <w:t>DZHK-associate</w:t>
      </w:r>
      <w:r w:rsidR="007A6873" w:rsidRPr="00B73DD8">
        <w:rPr>
          <w:lang w:val="en-GB"/>
        </w:rPr>
        <w:t>d</w:t>
      </w:r>
      <w:r w:rsidR="007B6AD4" w:rsidRPr="00B73DD8">
        <w:rPr>
          <w:lang w:val="en-GB"/>
        </w:rPr>
        <w:t xml:space="preserve"> Clinical Studies,</w:t>
      </w:r>
      <w:r w:rsidRPr="00B73DD8">
        <w:rPr>
          <w:lang w:val="en-GB"/>
        </w:rPr>
        <w:br/>
      </w:r>
      <w:r w:rsidR="007B6AD4" w:rsidRPr="00B73DD8">
        <w:rPr>
          <w:lang w:val="en-GB"/>
        </w:rPr>
        <w:t>Registries or Cohort Studies</w:t>
      </w:r>
    </w:p>
    <w:p w:rsidR="00F4776B" w:rsidRPr="007A6873" w:rsidRDefault="00F4776B" w:rsidP="00835853">
      <w:pPr>
        <w:rPr>
          <w:lang w:val="en-GB"/>
        </w:rPr>
      </w:pPr>
    </w:p>
    <w:p w:rsidR="00F4776B" w:rsidRPr="007A6873" w:rsidRDefault="00F4776B" w:rsidP="00835853">
      <w:pPr>
        <w:rPr>
          <w:lang w:val="en-GB"/>
        </w:rPr>
      </w:pPr>
    </w:p>
    <w:p w:rsidR="00F4776B" w:rsidRPr="00F4776B" w:rsidRDefault="00F4776B" w:rsidP="00835853">
      <w:pPr>
        <w:rPr>
          <w:lang w:val="en-GB" w:eastAsia="de-DE"/>
        </w:rPr>
      </w:pPr>
      <w:r w:rsidRPr="007A6873">
        <w:rPr>
          <w:lang w:val="en-GB"/>
        </w:rPr>
        <w:t>(without DZHK funding)</w:t>
      </w:r>
    </w:p>
    <w:p w:rsidR="00F4776B" w:rsidRPr="00F4776B" w:rsidRDefault="00F4776B" w:rsidP="00835853">
      <w:pPr>
        <w:rPr>
          <w:lang w:val="en-GB" w:eastAsia="de-DE"/>
        </w:rPr>
      </w:pPr>
      <w:bookmarkStart w:id="0" w:name="_GoBack"/>
      <w:bookmarkEnd w:id="0"/>
    </w:p>
    <w:p w:rsidR="00772CF5" w:rsidRDefault="00772CF5" w:rsidP="00835853">
      <w:pPr>
        <w:rPr>
          <w:lang w:val="en-GB"/>
        </w:rPr>
      </w:pPr>
      <w:r w:rsidRPr="007A2381">
        <w:rPr>
          <w:lang w:val="en-GB"/>
        </w:rPr>
        <w:t xml:space="preserve">- Application </w:t>
      </w:r>
      <w:r w:rsidR="00CF421D">
        <w:rPr>
          <w:lang w:val="en-GB"/>
        </w:rPr>
        <w:t xml:space="preserve">template </w:t>
      </w:r>
      <w:r w:rsidR="00C64E34">
        <w:rPr>
          <w:lang w:val="en-GB"/>
        </w:rPr>
        <w:t>-</w:t>
      </w:r>
    </w:p>
    <w:p w:rsidR="00513F5E" w:rsidRPr="00D63A91" w:rsidRDefault="00513F5E" w:rsidP="00D63A91">
      <w:pPr>
        <w:rPr>
          <w:lang w:val="en-GB"/>
        </w:rPr>
      </w:pPr>
    </w:p>
    <w:p w:rsidR="003D5B3A" w:rsidRPr="00362D45" w:rsidRDefault="001557E2" w:rsidP="00D63A91">
      <w:pPr>
        <w:pStyle w:val="berschrift1"/>
      </w:pPr>
      <w:r>
        <w:t xml:space="preserve">Study </w:t>
      </w:r>
      <w:proofErr w:type="spellStart"/>
      <w:r>
        <w:t>synopsis</w:t>
      </w:r>
      <w:proofErr w:type="spellEnd"/>
    </w:p>
    <w:p w:rsidR="003D5B3A" w:rsidRPr="001755AB" w:rsidRDefault="003D5B3A" w:rsidP="00961ED4"/>
    <w:tbl>
      <w:tblPr>
        <w:tblW w:w="95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588"/>
      </w:tblGrid>
      <w:tr w:rsidR="003D5B3A" w:rsidRPr="0024585D" w:rsidTr="000725E0">
        <w:tc>
          <w:tcPr>
            <w:tcW w:w="2950" w:type="dxa"/>
          </w:tcPr>
          <w:p w:rsidR="003D5B3A" w:rsidRPr="00961ED4" w:rsidRDefault="003D5B3A" w:rsidP="00245DD3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142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 w:cs="Arial"/>
                <w:szCs w:val="22"/>
              </w:rPr>
              <w:t>A</w:t>
            </w:r>
            <w:r w:rsidR="00245DD3" w:rsidRPr="00961ED4">
              <w:rPr>
                <w:rFonts w:asciiTheme="minorHAnsi" w:hAnsiTheme="minorHAnsi"/>
                <w:szCs w:val="22"/>
              </w:rPr>
              <w:t>pplicant/</w:t>
            </w:r>
            <w:r w:rsidR="00245DD3" w:rsidRPr="00961ED4">
              <w:rPr>
                <w:rFonts w:asciiTheme="minorHAnsi" w:hAnsiTheme="minorHAnsi"/>
                <w:szCs w:val="22"/>
              </w:rPr>
              <w:br/>
              <w:t>Coordinating investigator</w:t>
            </w:r>
            <w:r w:rsidR="00245DD3" w:rsidRPr="00961ED4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6588" w:type="dxa"/>
          </w:tcPr>
          <w:p w:rsidR="00513F5E" w:rsidRPr="00605520" w:rsidRDefault="00513F5E" w:rsidP="00513F5E">
            <w:pPr>
              <w:autoSpaceDE w:val="0"/>
              <w:autoSpaceDN w:val="0"/>
              <w:adjustRightInd w:val="0"/>
              <w:spacing w:after="0" w:line="240" w:lineRule="auto"/>
              <w:ind w:left="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05520">
              <w:rPr>
                <w:rFonts w:asciiTheme="minorHAnsi" w:hAnsiTheme="minorHAnsi" w:cs="Arial"/>
                <w:sz w:val="20"/>
                <w:szCs w:val="20"/>
                <w:lang w:val="en-GB"/>
              </w:rPr>
              <w:t>First name, last name, academic title</w:t>
            </w:r>
          </w:p>
          <w:p w:rsidR="00513F5E" w:rsidRPr="00605520" w:rsidRDefault="00513F5E" w:rsidP="00513F5E">
            <w:pPr>
              <w:autoSpaceDE w:val="0"/>
              <w:autoSpaceDN w:val="0"/>
              <w:adjustRightInd w:val="0"/>
              <w:spacing w:after="0" w:line="240" w:lineRule="auto"/>
              <w:ind w:left="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05520">
              <w:rPr>
                <w:rFonts w:asciiTheme="minorHAnsi" w:hAnsiTheme="minorHAnsi" w:cs="Arial"/>
                <w:sz w:val="20"/>
                <w:szCs w:val="20"/>
                <w:lang w:val="en-GB"/>
              </w:rPr>
              <w:t>Institution and department (complete name)</w:t>
            </w:r>
          </w:p>
          <w:p w:rsidR="00513F5E" w:rsidRPr="00605520" w:rsidRDefault="00513F5E" w:rsidP="00513F5E">
            <w:pPr>
              <w:autoSpaceDE w:val="0"/>
              <w:autoSpaceDN w:val="0"/>
              <w:adjustRightInd w:val="0"/>
              <w:spacing w:after="0" w:line="240" w:lineRule="auto"/>
              <w:ind w:left="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05520">
              <w:rPr>
                <w:rFonts w:asciiTheme="minorHAnsi" w:hAnsiTheme="minorHAnsi" w:cs="Arial"/>
                <w:sz w:val="20"/>
                <w:szCs w:val="20"/>
                <w:lang w:val="en-GB"/>
              </w:rPr>
              <w:t>Postal address</w:t>
            </w:r>
          </w:p>
          <w:p w:rsidR="00513F5E" w:rsidRPr="00605520" w:rsidRDefault="00513F5E" w:rsidP="00513F5E">
            <w:pPr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ind w:left="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05520">
              <w:rPr>
                <w:rFonts w:asciiTheme="minorHAnsi" w:hAnsiTheme="minorHAnsi" w:cs="Arial"/>
                <w:sz w:val="20"/>
                <w:szCs w:val="20"/>
                <w:lang w:val="en-GB"/>
              </w:rPr>
              <w:t>Telephone</w:t>
            </w:r>
          </w:p>
          <w:p w:rsidR="003D5B3A" w:rsidRPr="004B46AC" w:rsidRDefault="00513F5E" w:rsidP="004B46AC">
            <w:pPr>
              <w:autoSpaceDE w:val="0"/>
              <w:autoSpaceDN w:val="0"/>
              <w:adjustRightInd w:val="0"/>
              <w:spacing w:after="0" w:line="240" w:lineRule="auto"/>
              <w:ind w:left="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05520">
              <w:rPr>
                <w:rFonts w:asciiTheme="minorHAnsi" w:hAnsiTheme="minorHAnsi" w:cs="Arial"/>
                <w:sz w:val="20"/>
                <w:szCs w:val="20"/>
                <w:lang w:val="en-GB"/>
              </w:rPr>
              <w:t>E-mail address</w:t>
            </w:r>
          </w:p>
        </w:tc>
      </w:tr>
      <w:tr w:rsidR="000725E0" w:rsidRPr="0024585D" w:rsidTr="000725E0">
        <w:tc>
          <w:tcPr>
            <w:tcW w:w="2950" w:type="dxa"/>
          </w:tcPr>
          <w:p w:rsidR="000725E0" w:rsidRPr="00961ED4" w:rsidRDefault="000725E0" w:rsidP="000725E0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142"/>
              </w:tabs>
              <w:spacing w:after="0"/>
              <w:ind w:left="284" w:hanging="218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/>
                <w:szCs w:val="22"/>
              </w:rPr>
              <w:t xml:space="preserve"> Date of application</w:t>
            </w:r>
          </w:p>
        </w:tc>
        <w:tc>
          <w:tcPr>
            <w:tcW w:w="6588" w:type="dxa"/>
          </w:tcPr>
          <w:p w:rsidR="000725E0" w:rsidRPr="00961ED4" w:rsidRDefault="0024585D" w:rsidP="00961ED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sdt>
              <w:sdtPr>
                <w:rPr>
                  <w:rStyle w:val="Formatvorlage2Zchn"/>
                </w:rPr>
                <w:id w:val="663125654"/>
                <w:placeholder>
                  <w:docPart w:val="FAC93B4F25B54DF490651A66A4445F5D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961ED4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961ED4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61ED4" w:rsidRDefault="003D5B3A" w:rsidP="00245DD3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 w:cs="Arial"/>
                <w:szCs w:val="22"/>
              </w:rPr>
              <w:t>T</w:t>
            </w:r>
            <w:r w:rsidR="00245DD3" w:rsidRPr="00961ED4">
              <w:rPr>
                <w:rFonts w:asciiTheme="minorHAnsi" w:hAnsiTheme="minorHAnsi"/>
                <w:szCs w:val="22"/>
              </w:rPr>
              <w:t>itle of study</w:t>
            </w:r>
            <w:r w:rsidR="00245DD3" w:rsidRPr="00961ED4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6588" w:type="dxa"/>
          </w:tcPr>
          <w:p w:rsidR="003D5B3A" w:rsidRPr="00961ED4" w:rsidRDefault="0024585D" w:rsidP="005A2A71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1673681033"/>
                <w:placeholder>
                  <w:docPart w:val="136FF1A27C51423C8E49AAD5194A298D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961ED4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961ED4">
                  <w:rPr>
                    <w:rStyle w:val="Formatvorlage1Zchn"/>
                    <w:color w:val="A6A6A6" w:themeColor="background1" w:themeShade="A6"/>
                  </w:rPr>
                  <w:t xml:space="preserve">e enter the </w:t>
                </w:r>
                <w:r w:rsidR="005A2A71">
                  <w:rPr>
                    <w:rStyle w:val="Formatvorlage1Zchn"/>
                    <w:color w:val="A6A6A6" w:themeColor="background1" w:themeShade="A6"/>
                  </w:rPr>
                  <w:t>date</w:t>
                </w:r>
                <w:r w:rsidR="00961ED4">
                  <w:rPr>
                    <w:rStyle w:val="Formatvorlage1Zchn"/>
                    <w:color w:val="A6A6A6" w:themeColor="background1" w:themeShade="A6"/>
                  </w:rPr>
                  <w:t xml:space="preserve">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61ED4" w:rsidRDefault="00245DD3" w:rsidP="00245DD3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/>
                <w:szCs w:val="22"/>
              </w:rPr>
              <w:t>Medical condition</w:t>
            </w:r>
            <w:r w:rsidRPr="00961ED4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6588" w:type="dxa"/>
          </w:tcPr>
          <w:p w:rsidR="003D5B3A" w:rsidRPr="00961ED4" w:rsidRDefault="0024585D" w:rsidP="00961ED4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-301002113"/>
                <w:placeholder>
                  <w:docPart w:val="1AAB1517943D43F089058377BEA8C17A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961ED4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961ED4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61ED4" w:rsidRDefault="003D5B3A" w:rsidP="001C60CA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 w:cs="Arial"/>
                <w:szCs w:val="22"/>
              </w:rPr>
              <w:t>O</w:t>
            </w:r>
            <w:r w:rsidR="00550668">
              <w:rPr>
                <w:rFonts w:asciiTheme="minorHAnsi" w:hAnsiTheme="minorHAnsi" w:cs="Arial"/>
                <w:szCs w:val="22"/>
              </w:rPr>
              <w:t>bjectives</w:t>
            </w:r>
          </w:p>
        </w:tc>
        <w:tc>
          <w:tcPr>
            <w:tcW w:w="6588" w:type="dxa"/>
          </w:tcPr>
          <w:p w:rsidR="003D5B3A" w:rsidRPr="00961ED4" w:rsidRDefault="0024585D" w:rsidP="00961ED4">
            <w:pPr>
              <w:rPr>
                <w:snapToGrid w:val="0"/>
                <w:lang w:val="en-GB"/>
              </w:rPr>
            </w:pPr>
            <w:sdt>
              <w:sdtPr>
                <w:rPr>
                  <w:rStyle w:val="Formatvorlage2Zchn"/>
                </w:rPr>
                <w:id w:val="-963579845"/>
                <w:placeholder>
                  <w:docPart w:val="8A10B843ADF64D48A13080158A6DCBC0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961ED4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961ED4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61ED4" w:rsidRDefault="003D5B3A" w:rsidP="00231448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 w:cs="Arial"/>
                <w:szCs w:val="22"/>
              </w:rPr>
              <w:t>I</w:t>
            </w:r>
            <w:r w:rsidR="00231448" w:rsidRPr="00961ED4">
              <w:rPr>
                <w:rFonts w:asciiTheme="minorHAnsi" w:hAnsiTheme="minorHAnsi" w:cs="Arial"/>
                <w:szCs w:val="22"/>
              </w:rPr>
              <w:t>nterventions</w:t>
            </w:r>
          </w:p>
        </w:tc>
        <w:tc>
          <w:tcPr>
            <w:tcW w:w="6588" w:type="dxa"/>
          </w:tcPr>
          <w:p w:rsidR="003D5B3A" w:rsidRPr="008D4A27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>Experimental intervention</w:t>
            </w:r>
            <w:r w:rsidR="00550668" w:rsidRPr="008D4A27">
              <w:rPr>
                <w:u w:val="single"/>
              </w:rPr>
              <w:t xml:space="preserve"> </w:t>
            </w:r>
            <w:r w:rsidRPr="008D4A27">
              <w:rPr>
                <w:u w:val="single"/>
              </w:rPr>
              <w:t>/ index test:</w:t>
            </w:r>
          </w:p>
          <w:p w:rsidR="00FC3FBC" w:rsidRPr="00550668" w:rsidRDefault="0024585D" w:rsidP="00550668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351158523"/>
                <w:placeholder>
                  <w:docPart w:val="D227D82F67A9436F9B6FDB4D8517340B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55066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5066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605520" w:rsidRDefault="003D5B3A" w:rsidP="004D6D96">
            <w:pPr>
              <w:pStyle w:val="Tabelle10"/>
              <w:spacing w:after="120"/>
              <w:rPr>
                <w:rFonts w:asciiTheme="minorHAnsi" w:hAnsiTheme="minorHAnsi" w:cs="Arial"/>
                <w:bCs w:val="0"/>
                <w:iCs/>
                <w:u w:val="single"/>
                <w:lang w:val="en-GB"/>
              </w:rPr>
            </w:pPr>
            <w:r w:rsidRPr="00605520">
              <w:rPr>
                <w:rFonts w:asciiTheme="minorHAnsi" w:hAnsiTheme="minorHAnsi" w:cs="Arial"/>
                <w:bCs w:val="0"/>
                <w:iCs/>
                <w:u w:val="single"/>
                <w:lang w:val="en-GB"/>
              </w:rPr>
              <w:t>Control intervention / reference test:</w:t>
            </w:r>
          </w:p>
          <w:p w:rsidR="00FC3FBC" w:rsidRPr="00550668" w:rsidRDefault="0024585D" w:rsidP="00961ED4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805128869"/>
                <w:placeholder>
                  <w:docPart w:val="3AFCFD304A2444FC98689D62D492475D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55066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5066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8D4A27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>Follow-up per patient:</w:t>
            </w:r>
          </w:p>
          <w:p w:rsidR="00FC3FBC" w:rsidRPr="00550668" w:rsidRDefault="0024585D" w:rsidP="00961ED4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-1412997466"/>
                <w:placeholder>
                  <w:docPart w:val="114410BA080E4D17A77C26BE6530D41A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55066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5066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8D4A27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 xml:space="preserve">Duration of intervention per patient: </w:t>
            </w:r>
          </w:p>
          <w:p w:rsidR="00FC3FBC" w:rsidRPr="00550668" w:rsidRDefault="0024585D" w:rsidP="00961ED4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-2072108489"/>
                <w:placeholder>
                  <w:docPart w:val="379FAF2FB45F4F7A84B3DE88BFD35A52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55066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5066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550668" w:rsidRDefault="003D5B3A" w:rsidP="008D4A27">
            <w:pPr>
              <w:pStyle w:val="Tabelle10"/>
              <w:rPr>
                <w:i/>
              </w:rPr>
            </w:pPr>
            <w:r w:rsidRPr="008D4A27">
              <w:rPr>
                <w:u w:val="single"/>
              </w:rPr>
              <w:t xml:space="preserve">Experimental and/or control off label or on label in Germany: </w:t>
            </w:r>
            <w:r w:rsidR="00FC3FBC" w:rsidRPr="00550668">
              <w:t>(</w:t>
            </w:r>
            <w:r w:rsidR="0018718F">
              <w:rPr>
                <w:i/>
              </w:rPr>
              <w:t>if </w:t>
            </w:r>
            <w:r w:rsidRPr="00550668">
              <w:rPr>
                <w:i/>
              </w:rPr>
              <w:t>applicable</w:t>
            </w:r>
            <w:r w:rsidR="00FC3FBC" w:rsidRPr="00550668">
              <w:rPr>
                <w:i/>
              </w:rPr>
              <w:t>)</w:t>
            </w:r>
          </w:p>
          <w:p w:rsidR="00FC3FBC" w:rsidRPr="00550668" w:rsidRDefault="0024585D" w:rsidP="00961ED4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-1483536645"/>
                <w:placeholder>
                  <w:docPart w:val="94F2F08151654C0A87024C8E53D762BF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55066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5066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rPr>
          <w:trHeight w:val="746"/>
        </w:trPr>
        <w:tc>
          <w:tcPr>
            <w:tcW w:w="2950" w:type="dxa"/>
          </w:tcPr>
          <w:p w:rsidR="003D5B3A" w:rsidRPr="00961ED4" w:rsidRDefault="00231448" w:rsidP="00231448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/>
                <w:szCs w:val="22"/>
              </w:rPr>
              <w:t>Key inclusion and exclusion criteria</w:t>
            </w:r>
            <w:r w:rsidRPr="00961ED4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6588" w:type="dxa"/>
          </w:tcPr>
          <w:p w:rsidR="003D5B3A" w:rsidRPr="008D4A27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>Key inclusion criteria:</w:t>
            </w:r>
          </w:p>
          <w:p w:rsidR="00F1516B" w:rsidRPr="008D4A27" w:rsidRDefault="0024585D" w:rsidP="008D4A27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1832796013"/>
                <w:placeholder>
                  <w:docPart w:val="B3D2609C3D90421B902F26125290089F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8D4A27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8D4A27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8D4A27" w:rsidRDefault="003D5B3A" w:rsidP="008D4A27">
            <w:pPr>
              <w:pStyle w:val="Tabelle10"/>
              <w:rPr>
                <w:u w:val="single"/>
                <w:lang w:val="en-GB"/>
              </w:rPr>
            </w:pPr>
            <w:r w:rsidRPr="008D4A27">
              <w:rPr>
                <w:snapToGrid w:val="0"/>
                <w:u w:val="single"/>
              </w:rPr>
              <w:t>Key exclusion criteria:</w:t>
            </w:r>
            <w:r w:rsidRPr="008D4A27">
              <w:rPr>
                <w:u w:val="single"/>
                <w:lang w:val="en-GB"/>
              </w:rPr>
              <w:t xml:space="preserve"> </w:t>
            </w:r>
          </w:p>
          <w:p w:rsidR="00F1516B" w:rsidRPr="008D4A27" w:rsidRDefault="0024585D" w:rsidP="008D4A27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-413553005"/>
                <w:placeholder>
                  <w:docPart w:val="96AE0E32E146431387A85E90F1019685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8D4A27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8D4A27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61ED4" w:rsidRDefault="003D5B3A" w:rsidP="009C6CFF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61ED4">
              <w:rPr>
                <w:rFonts w:asciiTheme="minorHAnsi" w:hAnsiTheme="minorHAnsi" w:cs="Arial"/>
                <w:szCs w:val="22"/>
              </w:rPr>
              <w:t>O</w:t>
            </w:r>
            <w:r w:rsidR="009C6CFF" w:rsidRPr="00961ED4">
              <w:rPr>
                <w:rFonts w:asciiTheme="minorHAnsi" w:hAnsiTheme="minorHAnsi" w:cs="Arial"/>
                <w:szCs w:val="22"/>
              </w:rPr>
              <w:t>utcome</w:t>
            </w:r>
            <w:r w:rsidRPr="00961ED4">
              <w:rPr>
                <w:rFonts w:asciiTheme="minorHAnsi" w:hAnsiTheme="minorHAnsi" w:cs="Arial"/>
                <w:szCs w:val="22"/>
              </w:rPr>
              <w:t>(</w:t>
            </w:r>
            <w:r w:rsidR="009C6CFF" w:rsidRPr="00961ED4">
              <w:rPr>
                <w:rFonts w:asciiTheme="minorHAnsi" w:hAnsiTheme="minorHAnsi" w:cs="Arial"/>
                <w:szCs w:val="22"/>
              </w:rPr>
              <w:t>s</w:t>
            </w:r>
            <w:r w:rsidRPr="00961ED4">
              <w:rPr>
                <w:rFonts w:asciiTheme="minorHAnsi" w:hAnsiTheme="minorHAnsi" w:cs="Arial"/>
                <w:szCs w:val="22"/>
              </w:rPr>
              <w:t>)</w:t>
            </w:r>
          </w:p>
        </w:tc>
        <w:tc>
          <w:tcPr>
            <w:tcW w:w="6588" w:type="dxa"/>
          </w:tcPr>
          <w:p w:rsidR="00F07F38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 xml:space="preserve">Primary efficacy endpoint: </w:t>
            </w:r>
          </w:p>
          <w:p w:rsidR="00F1516B" w:rsidRPr="008D4A27" w:rsidRDefault="0024585D" w:rsidP="008D4A27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1994518882"/>
                <w:placeholder>
                  <w:docPart w:val="437BDDEA1E9B4C5FAFD6DDFB77EC559B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8D4A27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8D4A27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8D4A27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>Key secondary endpoint(s):</w:t>
            </w:r>
          </w:p>
          <w:p w:rsidR="00F1516B" w:rsidRPr="008D4A27" w:rsidRDefault="0024585D" w:rsidP="008D4A27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1811678670"/>
                <w:placeholder>
                  <w:docPart w:val="CA2AA7EE71B24789A4C642ADA5CB15A7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8D4A27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8D4A27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8D4A27" w:rsidRDefault="003D5B3A" w:rsidP="008D4A27">
            <w:pPr>
              <w:pStyle w:val="Tabelle10"/>
              <w:rPr>
                <w:u w:val="single"/>
              </w:rPr>
            </w:pPr>
            <w:r w:rsidRPr="008D4A27">
              <w:rPr>
                <w:u w:val="single"/>
              </w:rPr>
              <w:t>Assessment of safety:</w:t>
            </w:r>
          </w:p>
          <w:p w:rsidR="00F1516B" w:rsidRPr="008D4A27" w:rsidRDefault="0024585D" w:rsidP="004D6D96">
            <w:pPr>
              <w:pStyle w:val="Tabelle10"/>
              <w:spacing w:after="120"/>
              <w:rPr>
                <w:rFonts w:asciiTheme="minorHAnsi" w:hAnsiTheme="minorHAnsi" w:cs="Arial"/>
                <w:bCs w:val="0"/>
                <w:iCs/>
                <w:color w:val="auto"/>
                <w:u w:val="single"/>
                <w:lang w:val="en-GB"/>
              </w:rPr>
            </w:pPr>
            <w:sdt>
              <w:sdtPr>
                <w:rPr>
                  <w:rStyle w:val="Formatvorlage2Zchn"/>
                </w:rPr>
                <w:id w:val="-265769429"/>
                <w:placeholder>
                  <w:docPart w:val="1865802E184247EB934E79D3C24F3BDF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8D4A27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8D4A27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53074" w:rsidRDefault="003D5B3A" w:rsidP="009C6CFF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53074">
              <w:rPr>
                <w:rFonts w:asciiTheme="minorHAnsi" w:hAnsiTheme="minorHAnsi" w:cs="Arial"/>
                <w:szCs w:val="22"/>
              </w:rPr>
              <w:lastRenderedPageBreak/>
              <w:t>S</w:t>
            </w:r>
            <w:r w:rsidR="009C6CFF" w:rsidRPr="00953074">
              <w:rPr>
                <w:rFonts w:asciiTheme="minorHAnsi" w:hAnsiTheme="minorHAnsi" w:cs="Arial"/>
                <w:szCs w:val="22"/>
              </w:rPr>
              <w:t>tudy type</w:t>
            </w:r>
          </w:p>
        </w:tc>
        <w:tc>
          <w:tcPr>
            <w:tcW w:w="6588" w:type="dxa"/>
          </w:tcPr>
          <w:p w:rsidR="003D5B3A" w:rsidRPr="005E3CF8" w:rsidRDefault="0024585D" w:rsidP="005E3CF8">
            <w:pPr>
              <w:rPr>
                <w:lang w:val="en-GB"/>
              </w:rPr>
            </w:pPr>
            <w:sdt>
              <w:sdtPr>
                <w:rPr>
                  <w:rStyle w:val="Formatvorlage2Zchn"/>
                </w:rPr>
                <w:id w:val="566922899"/>
                <w:placeholder>
                  <w:docPart w:val="20928EA361B741B684C3DCD82A2D695A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rPr>
          <w:trHeight w:val="1432"/>
          <w:tblHeader/>
        </w:trPr>
        <w:tc>
          <w:tcPr>
            <w:tcW w:w="2950" w:type="dxa"/>
          </w:tcPr>
          <w:p w:rsidR="003D5B3A" w:rsidRPr="00953074" w:rsidRDefault="009C6CFF" w:rsidP="009C6CFF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53074">
              <w:rPr>
                <w:rFonts w:asciiTheme="minorHAnsi" w:hAnsiTheme="minorHAnsi"/>
                <w:szCs w:val="22"/>
              </w:rPr>
              <w:t>Statistical analysis</w:t>
            </w:r>
          </w:p>
        </w:tc>
        <w:tc>
          <w:tcPr>
            <w:tcW w:w="6588" w:type="dxa"/>
          </w:tcPr>
          <w:p w:rsidR="003D5B3A" w:rsidRPr="00BA3BF6" w:rsidRDefault="003D5B3A" w:rsidP="00BA3BF6">
            <w:pPr>
              <w:pStyle w:val="Tabelle10"/>
              <w:rPr>
                <w:u w:val="single"/>
              </w:rPr>
            </w:pPr>
            <w:r w:rsidRPr="00BA3BF6">
              <w:rPr>
                <w:u w:val="single"/>
              </w:rPr>
              <w:t xml:space="preserve">Efficacy / test accuracy: </w:t>
            </w:r>
          </w:p>
          <w:p w:rsidR="00F1516B" w:rsidRPr="005E3CF8" w:rsidRDefault="0024585D" w:rsidP="004D6D96">
            <w:pPr>
              <w:pStyle w:val="Tabelle10"/>
              <w:spacing w:after="120"/>
              <w:rPr>
                <w:rFonts w:asciiTheme="minorHAnsi" w:hAnsiTheme="minorHAnsi" w:cs="Arial"/>
                <w:bCs w:val="0"/>
                <w:iCs/>
                <w:u w:val="single"/>
                <w:lang w:val="en-GB"/>
              </w:rPr>
            </w:pPr>
            <w:sdt>
              <w:sdtPr>
                <w:rPr>
                  <w:rStyle w:val="Formatvorlage2Zchn"/>
                </w:rPr>
                <w:id w:val="-1497558762"/>
                <w:placeholder>
                  <w:docPart w:val="03F04A062B31405EA8B334E82E96FD73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BA3BF6" w:rsidRDefault="003D5B3A" w:rsidP="00BA3BF6">
            <w:pPr>
              <w:pStyle w:val="Tabelle10"/>
              <w:rPr>
                <w:u w:val="single"/>
              </w:rPr>
            </w:pPr>
            <w:r w:rsidRPr="00BA3BF6">
              <w:rPr>
                <w:u w:val="single"/>
              </w:rPr>
              <w:t>Description of the primary efficacy / test accuracy analysis and population:</w:t>
            </w:r>
          </w:p>
          <w:p w:rsidR="00F1516B" w:rsidRPr="005E3CF8" w:rsidRDefault="0024585D" w:rsidP="004D6D96">
            <w:pPr>
              <w:pStyle w:val="Tabelle10"/>
              <w:spacing w:after="120"/>
              <w:rPr>
                <w:rFonts w:asciiTheme="minorHAnsi" w:eastAsia="Calibri" w:hAnsiTheme="minorHAnsi"/>
                <w:lang w:val="en-GB" w:eastAsia="en-US"/>
              </w:rPr>
            </w:pPr>
            <w:sdt>
              <w:sdtPr>
                <w:rPr>
                  <w:rStyle w:val="Formatvorlage2Zchn"/>
                </w:rPr>
                <w:id w:val="2001235808"/>
                <w:placeholder>
                  <w:docPart w:val="9A875FF4781A425BB1F3D7B3FCFA52A8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BA3BF6" w:rsidRDefault="003D5B3A" w:rsidP="00BA3BF6">
            <w:pPr>
              <w:pStyle w:val="Tabelle10"/>
              <w:rPr>
                <w:u w:val="single"/>
              </w:rPr>
            </w:pPr>
            <w:r w:rsidRPr="00BA3BF6">
              <w:rPr>
                <w:u w:val="single"/>
              </w:rPr>
              <w:t>Safety:</w:t>
            </w:r>
          </w:p>
          <w:p w:rsidR="00F1516B" w:rsidRPr="005E3CF8" w:rsidRDefault="0024585D" w:rsidP="004D6D96">
            <w:pPr>
              <w:pStyle w:val="Tabelle10"/>
              <w:spacing w:after="120"/>
              <w:rPr>
                <w:rFonts w:asciiTheme="minorHAnsi" w:hAnsiTheme="minorHAnsi" w:cs="Arial"/>
                <w:bCs w:val="0"/>
                <w:iCs/>
                <w:u w:val="single"/>
                <w:lang w:val="en-GB"/>
              </w:rPr>
            </w:pPr>
            <w:sdt>
              <w:sdtPr>
                <w:rPr>
                  <w:rStyle w:val="Formatvorlage2Zchn"/>
                </w:rPr>
                <w:id w:val="1241051889"/>
                <w:placeholder>
                  <w:docPart w:val="37066F7B6B814DD882250202C1D8C542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  <w:p w:rsidR="003D5B3A" w:rsidRPr="00BA3BF6" w:rsidRDefault="003D5B3A" w:rsidP="00BA3BF6">
            <w:pPr>
              <w:pStyle w:val="Tabelle10"/>
              <w:rPr>
                <w:u w:val="single"/>
              </w:rPr>
            </w:pPr>
            <w:r w:rsidRPr="00BA3BF6">
              <w:rPr>
                <w:u w:val="single"/>
              </w:rPr>
              <w:t>Secondary endpoints:</w:t>
            </w:r>
          </w:p>
          <w:p w:rsidR="00F1516B" w:rsidRPr="005E3CF8" w:rsidRDefault="0024585D" w:rsidP="004D6D96">
            <w:pPr>
              <w:pStyle w:val="Tabelle10"/>
              <w:spacing w:after="120"/>
              <w:rPr>
                <w:rFonts w:asciiTheme="minorHAnsi" w:hAnsiTheme="minorHAnsi" w:cs="Arial"/>
                <w:bCs w:val="0"/>
                <w:iCs/>
                <w:u w:val="single"/>
                <w:lang w:val="en-GB"/>
              </w:rPr>
            </w:pPr>
            <w:sdt>
              <w:sdtPr>
                <w:rPr>
                  <w:rStyle w:val="Formatvorlage2Zchn"/>
                </w:rPr>
                <w:id w:val="-2030791733"/>
                <w:placeholder>
                  <w:docPart w:val="11BD26702E6C4910849E4831907B708C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text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53074" w:rsidRDefault="009C6CFF" w:rsidP="001C60CA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53074">
              <w:rPr>
                <w:rFonts w:asciiTheme="minorHAnsi" w:hAnsiTheme="minorHAnsi"/>
                <w:szCs w:val="22"/>
              </w:rPr>
              <w:t>Sample size</w:t>
            </w:r>
          </w:p>
        </w:tc>
        <w:tc>
          <w:tcPr>
            <w:tcW w:w="6588" w:type="dxa"/>
          </w:tcPr>
          <w:p w:rsidR="003D5B3A" w:rsidRPr="005E3CF8" w:rsidRDefault="003D5B3A" w:rsidP="00BA3BF6">
            <w:pPr>
              <w:pStyle w:val="Tabelle10"/>
              <w:rPr>
                <w:lang w:val="en-GB"/>
              </w:rPr>
            </w:pPr>
            <w:r w:rsidRPr="00BA3BF6">
              <w:rPr>
                <w:u w:val="single"/>
              </w:rPr>
              <w:t>To be assessed for eligibility (n = …)</w:t>
            </w:r>
            <w:r w:rsidR="00E07452" w:rsidRPr="00BA3BF6">
              <w:rPr>
                <w:u w:val="single"/>
              </w:rPr>
              <w:t>:</w:t>
            </w:r>
            <w:r w:rsidR="00E07452" w:rsidRPr="00605520">
              <w:t xml:space="preserve"> </w:t>
            </w:r>
            <w:sdt>
              <w:sdtPr>
                <w:rPr>
                  <w:rStyle w:val="Formatvorlage2Zchn"/>
                </w:rPr>
                <w:id w:val="-712266624"/>
                <w:placeholder>
                  <w:docPart w:val="65ABFC3A9CD54241BE04641161D637EA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  <w:p w:rsidR="003D5B3A" w:rsidRPr="005E3CF8" w:rsidRDefault="003D5B3A" w:rsidP="00BA3BF6">
            <w:pPr>
              <w:pStyle w:val="Tabelle10"/>
              <w:rPr>
                <w:lang w:val="en-GB"/>
              </w:rPr>
            </w:pPr>
            <w:r w:rsidRPr="00BA3BF6">
              <w:rPr>
                <w:u w:val="single"/>
              </w:rPr>
              <w:t>To be allocated to trial (n = …)</w:t>
            </w:r>
            <w:r w:rsidR="00E07452" w:rsidRPr="00BA3BF6">
              <w:rPr>
                <w:u w:val="single"/>
              </w:rPr>
              <w:t>:</w:t>
            </w:r>
            <w:r w:rsidR="00E07452" w:rsidRPr="00605520">
              <w:t xml:space="preserve"> </w:t>
            </w:r>
            <w:sdt>
              <w:sdtPr>
                <w:rPr>
                  <w:rStyle w:val="Formatvorlage2Zchn"/>
                </w:rPr>
                <w:id w:val="561299605"/>
                <w:placeholder>
                  <w:docPart w:val="3F1E605490234FA69E7BD06F4BBC4BFF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  <w:p w:rsidR="003D5B3A" w:rsidRPr="005E3CF8" w:rsidRDefault="003D5B3A" w:rsidP="005E3CF8">
            <w:pPr>
              <w:pStyle w:val="Tabelle10"/>
              <w:spacing w:after="120"/>
              <w:rPr>
                <w:rFonts w:asciiTheme="minorHAnsi" w:hAnsiTheme="minorHAnsi" w:cs="Arial"/>
                <w:bCs w:val="0"/>
                <w:iCs/>
                <w:lang w:val="en-GB"/>
              </w:rPr>
            </w:pPr>
            <w:r w:rsidRPr="00BA3BF6">
              <w:rPr>
                <w:u w:val="single"/>
              </w:rPr>
              <w:t xml:space="preserve">To be </w:t>
            </w:r>
            <w:proofErr w:type="spellStart"/>
            <w:r w:rsidRPr="00BA3BF6">
              <w:rPr>
                <w:u w:val="single"/>
              </w:rPr>
              <w:t>analysed</w:t>
            </w:r>
            <w:proofErr w:type="spellEnd"/>
            <w:r w:rsidRPr="00BA3BF6">
              <w:rPr>
                <w:u w:val="single"/>
              </w:rPr>
              <w:t xml:space="preserve"> (n = …)</w:t>
            </w:r>
            <w:r w:rsidR="00E07452" w:rsidRPr="00BA3BF6">
              <w:rPr>
                <w:u w:val="single"/>
              </w:rPr>
              <w:t>:</w:t>
            </w:r>
            <w:r w:rsidR="00E07452" w:rsidRPr="00605520">
              <w:rPr>
                <w:rFonts w:asciiTheme="minorHAnsi" w:hAnsiTheme="minorHAnsi" w:cs="Arial"/>
                <w:lang w:val="en-GB"/>
              </w:rPr>
              <w:t xml:space="preserve"> </w:t>
            </w:r>
            <w:sdt>
              <w:sdtPr>
                <w:rPr>
                  <w:rStyle w:val="Formatvorlage2Zchn"/>
                </w:rPr>
                <w:id w:val="2049179101"/>
                <w:placeholder>
                  <w:docPart w:val="36E2176CBC4041E1955C750B5F858D9B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5E3CF8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5E3CF8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</w:tc>
      </w:tr>
      <w:tr w:rsidR="003D5B3A" w:rsidRPr="0024585D" w:rsidTr="000725E0">
        <w:trPr>
          <w:trHeight w:val="746"/>
        </w:trPr>
        <w:tc>
          <w:tcPr>
            <w:tcW w:w="2950" w:type="dxa"/>
          </w:tcPr>
          <w:p w:rsidR="003D5B3A" w:rsidRPr="00953074" w:rsidRDefault="003D5B3A" w:rsidP="009C6CFF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53074">
              <w:rPr>
                <w:rFonts w:asciiTheme="minorHAnsi" w:hAnsiTheme="minorHAnsi" w:cs="Arial"/>
                <w:szCs w:val="22"/>
              </w:rPr>
              <w:t>T</w:t>
            </w:r>
            <w:r w:rsidR="009C6CFF" w:rsidRPr="00953074">
              <w:rPr>
                <w:rFonts w:asciiTheme="minorHAnsi" w:hAnsiTheme="minorHAnsi" w:cs="Arial"/>
                <w:szCs w:val="22"/>
              </w:rPr>
              <w:t>rial duration</w:t>
            </w:r>
          </w:p>
        </w:tc>
        <w:tc>
          <w:tcPr>
            <w:tcW w:w="6588" w:type="dxa"/>
          </w:tcPr>
          <w:p w:rsidR="003D5B3A" w:rsidRPr="00C80E39" w:rsidRDefault="003D5B3A" w:rsidP="00C80E39">
            <w:pPr>
              <w:pStyle w:val="Tabelle10"/>
              <w:rPr>
                <w:rFonts w:asciiTheme="minorHAnsi" w:hAnsiTheme="minorHAnsi" w:cs="Arial"/>
                <w:iCs/>
                <w:snapToGrid w:val="0"/>
                <w:sz w:val="20"/>
                <w:lang w:val="en-GB"/>
              </w:rPr>
            </w:pPr>
            <w:r w:rsidRPr="00BA3BF6">
              <w:t>First patient in to last patient out (months):</w:t>
            </w:r>
            <w:r w:rsidR="006B62B7" w:rsidRPr="00BA3BF6">
              <w:t xml:space="preserve"> </w:t>
            </w:r>
            <w:sdt>
              <w:sdtPr>
                <w:rPr>
                  <w:rStyle w:val="Formatvorlage2Zchn"/>
                </w:rPr>
                <w:id w:val="1206676034"/>
                <w:placeholder>
                  <w:docPart w:val="28C2BAE1B5634E41954692AA1A6B674D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C80E39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C80E39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  <w:p w:rsidR="003D5B3A" w:rsidRPr="00C80E39" w:rsidRDefault="003D5B3A" w:rsidP="00BA3BF6">
            <w:pPr>
              <w:pStyle w:val="Tabelle10"/>
              <w:rPr>
                <w:rFonts w:asciiTheme="minorHAnsi" w:hAnsiTheme="minorHAnsi"/>
                <w:sz w:val="20"/>
                <w:lang w:val="en-GB"/>
              </w:rPr>
            </w:pPr>
            <w:r w:rsidRPr="00BA3BF6">
              <w:rPr>
                <w:u w:val="single"/>
              </w:rPr>
              <w:t>Duration of the entire trial (months):</w:t>
            </w:r>
            <w:r w:rsidR="006B62B7" w:rsidRPr="00605520">
              <w:rPr>
                <w:rFonts w:asciiTheme="minorHAnsi" w:hAnsiTheme="minorHAnsi"/>
                <w:sz w:val="20"/>
              </w:rPr>
              <w:t xml:space="preserve"> </w:t>
            </w:r>
            <w:sdt>
              <w:sdtPr>
                <w:rPr>
                  <w:rStyle w:val="Formatvorlage2Zchn"/>
                </w:rPr>
                <w:id w:val="-1002814612"/>
                <w:placeholder>
                  <w:docPart w:val="3DA4BB208FF94B37BE011E5DD98121FF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C80E39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C80E39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  <w:p w:rsidR="003D5B3A" w:rsidRPr="00191ABF" w:rsidRDefault="003D5B3A" w:rsidP="00C80E39">
            <w:pPr>
              <w:pStyle w:val="Tabelle10"/>
              <w:rPr>
                <w:rFonts w:asciiTheme="minorHAnsi" w:hAnsiTheme="minorHAnsi"/>
                <w:caps/>
                <w:sz w:val="20"/>
                <w:lang w:val="en-GB"/>
              </w:rPr>
            </w:pPr>
            <w:r w:rsidRPr="00BA3BF6">
              <w:rPr>
                <w:u w:val="single"/>
              </w:rPr>
              <w:t>Recruitment period (months):</w:t>
            </w:r>
            <w:r w:rsidR="006B62B7" w:rsidRPr="00605520">
              <w:rPr>
                <w:rFonts w:asciiTheme="minorHAnsi" w:hAnsiTheme="minorHAnsi"/>
                <w:sz w:val="20"/>
              </w:rPr>
              <w:t xml:space="preserve"> </w:t>
            </w:r>
            <w:sdt>
              <w:sdtPr>
                <w:rPr>
                  <w:rStyle w:val="Formatvorlage2Zchn"/>
                </w:rPr>
                <w:id w:val="-1656983247"/>
                <w:placeholder>
                  <w:docPart w:val="49032017F70B482FA286ABA53BBD4E06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C80E39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C80E39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</w:tc>
      </w:tr>
      <w:tr w:rsidR="003D5B3A" w:rsidRPr="0024585D" w:rsidTr="000725E0">
        <w:tc>
          <w:tcPr>
            <w:tcW w:w="2950" w:type="dxa"/>
          </w:tcPr>
          <w:p w:rsidR="003D5B3A" w:rsidRPr="00953074" w:rsidRDefault="003D5B3A" w:rsidP="009C6CFF">
            <w:pPr>
              <w:pStyle w:val="Tabelle10"/>
              <w:numPr>
                <w:ilvl w:val="0"/>
                <w:numId w:val="15"/>
              </w:numPr>
              <w:tabs>
                <w:tab w:val="clear" w:pos="570"/>
                <w:tab w:val="left" w:pos="360"/>
              </w:tabs>
              <w:spacing w:after="0"/>
              <w:ind w:left="426"/>
              <w:rPr>
                <w:rFonts w:asciiTheme="minorHAnsi" w:hAnsiTheme="minorHAnsi" w:cs="Arial"/>
                <w:szCs w:val="22"/>
              </w:rPr>
            </w:pPr>
            <w:r w:rsidRPr="00953074">
              <w:rPr>
                <w:rFonts w:asciiTheme="minorHAnsi" w:hAnsiTheme="minorHAnsi" w:cs="Arial"/>
                <w:szCs w:val="22"/>
              </w:rPr>
              <w:t>P</w:t>
            </w:r>
            <w:r w:rsidR="009C6CFF" w:rsidRPr="00953074">
              <w:rPr>
                <w:rFonts w:asciiTheme="minorHAnsi" w:hAnsiTheme="minorHAnsi" w:cs="Arial"/>
                <w:szCs w:val="22"/>
              </w:rPr>
              <w:t xml:space="preserve">articipating </w:t>
            </w:r>
            <w:proofErr w:type="spellStart"/>
            <w:r w:rsidR="009C6CFF" w:rsidRPr="00953074">
              <w:rPr>
                <w:rFonts w:asciiTheme="minorHAnsi" w:hAnsiTheme="minorHAnsi" w:cs="Arial"/>
                <w:szCs w:val="22"/>
              </w:rPr>
              <w:t>centres</w:t>
            </w:r>
            <w:proofErr w:type="spellEnd"/>
            <w:r w:rsidR="009C6CFF" w:rsidRPr="00953074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6588" w:type="dxa"/>
          </w:tcPr>
          <w:p w:rsidR="0036714F" w:rsidRPr="00C80E39" w:rsidRDefault="003D5B3A" w:rsidP="00BA3BF6">
            <w:pPr>
              <w:pStyle w:val="Tabelle10"/>
              <w:rPr>
                <w:lang w:val="en-GB"/>
              </w:rPr>
            </w:pPr>
            <w:r w:rsidRPr="00605520">
              <w:t xml:space="preserve">To be involved (n): </w:t>
            </w:r>
            <w:sdt>
              <w:sdtPr>
                <w:rPr>
                  <w:rStyle w:val="Formatvorlage2Zchn"/>
                </w:rPr>
                <w:id w:val="1466318038"/>
                <w:placeholder>
                  <w:docPart w:val="13E101B339E141009997445797F13F67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C80E39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C80E39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  <w:p w:rsidR="0036714F" w:rsidRPr="00191ABF" w:rsidRDefault="003D5B3A" w:rsidP="00C80E39">
            <w:pPr>
              <w:pStyle w:val="Tabelle10"/>
              <w:rPr>
                <w:lang w:val="en-GB"/>
              </w:rPr>
            </w:pPr>
            <w:r w:rsidRPr="00BA3BF6">
              <w:rPr>
                <w:u w:val="single"/>
              </w:rPr>
              <w:t>Signed agreement to participate (n):</w:t>
            </w:r>
            <w:r w:rsidRPr="00605520">
              <w:rPr>
                <w:i/>
              </w:rPr>
              <w:t xml:space="preserve"> </w:t>
            </w:r>
            <w:sdt>
              <w:sdtPr>
                <w:rPr>
                  <w:rStyle w:val="Formatvorlage2Zchn"/>
                </w:rPr>
                <w:id w:val="690496748"/>
                <w:placeholder>
                  <w:docPart w:val="6886328FC50348DE8690F7D0D6E9C817"/>
                </w:placeholder>
                <w:showingPlcHdr/>
                <w:text w:multiLine="1"/>
              </w:sdtPr>
              <w:sdtEndPr>
                <w:rPr>
                  <w:rStyle w:val="Absatz-Standardschriftart"/>
                  <w:i/>
                  <w:iCs/>
                  <w:lang w:val="en-GB" w:eastAsia="de-DE"/>
                </w:rPr>
              </w:sdtEndPr>
              <w:sdtContent>
                <w:r w:rsidR="00C80E39" w:rsidRPr="00C713B1">
                  <w:rPr>
                    <w:rStyle w:val="Formatvorlage1Zchn"/>
                    <w:color w:val="A6A6A6" w:themeColor="background1" w:themeShade="A6"/>
                  </w:rPr>
                  <w:t>Pleas</w:t>
                </w:r>
                <w:r w:rsidR="00C80E39">
                  <w:rPr>
                    <w:rStyle w:val="Formatvorlage1Zchn"/>
                    <w:color w:val="A6A6A6" w:themeColor="background1" w:themeShade="A6"/>
                  </w:rPr>
                  <w:t>e enter the number here.</w:t>
                </w:r>
              </w:sdtContent>
            </w:sdt>
          </w:p>
        </w:tc>
      </w:tr>
    </w:tbl>
    <w:p w:rsidR="00F84D6D" w:rsidRPr="00C80E39" w:rsidRDefault="00F84D6D" w:rsidP="00835853">
      <w:pPr>
        <w:rPr>
          <w:lang w:val="en-GB"/>
        </w:rPr>
      </w:pPr>
    </w:p>
    <w:p w:rsidR="003D5B3A" w:rsidRPr="00835853" w:rsidRDefault="00835853" w:rsidP="00D63A91">
      <w:pPr>
        <w:pStyle w:val="berschrift2"/>
        <w:rPr>
          <w:lang w:val="en-GB"/>
        </w:rPr>
      </w:pPr>
      <w:r w:rsidRPr="00835853">
        <w:rPr>
          <w:lang w:val="en-GB"/>
        </w:rPr>
        <w:t>Summary</w:t>
      </w:r>
    </w:p>
    <w:sdt>
      <w:sdtPr>
        <w:rPr>
          <w:rStyle w:val="Formatvorlage1Zchn"/>
        </w:rPr>
        <w:id w:val="144644010"/>
        <w:placeholder>
          <w:docPart w:val="4C4D509C00664113A82BA5245C18347C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9E1E0A" w:rsidRPr="00835853" w:rsidRDefault="009E1E0A" w:rsidP="00835853">
      <w:pPr>
        <w:rPr>
          <w:lang w:val="en-GB"/>
        </w:rPr>
      </w:pPr>
    </w:p>
    <w:p w:rsidR="00C21BFF" w:rsidRPr="00F80B0C" w:rsidRDefault="003D5B3A" w:rsidP="00D63A91">
      <w:pPr>
        <w:pStyle w:val="berschrift2"/>
      </w:pPr>
      <w:r w:rsidRPr="00F80B0C">
        <w:t xml:space="preserve">Key </w:t>
      </w:r>
      <w:proofErr w:type="spellStart"/>
      <w:r w:rsidR="00263D4C" w:rsidRPr="00D63A91">
        <w:t>words</w:t>
      </w:r>
      <w:proofErr w:type="spellEnd"/>
    </w:p>
    <w:sdt>
      <w:sdtPr>
        <w:rPr>
          <w:rStyle w:val="Formatvorlage1Zchn"/>
        </w:rPr>
        <w:id w:val="838890082"/>
        <w:placeholder>
          <w:docPart w:val="A0161533598543D19103BF4E5B6375D1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303214" w:rsidRPr="00A91661" w:rsidRDefault="00303214" w:rsidP="00835853">
      <w:pPr>
        <w:rPr>
          <w:lang w:val="en-US"/>
        </w:rPr>
      </w:pPr>
    </w:p>
    <w:p w:rsidR="00B26B0C" w:rsidRDefault="003A04A7" w:rsidP="00D63A91">
      <w:pPr>
        <w:pStyle w:val="berschrift2"/>
      </w:pPr>
      <w:r w:rsidRPr="00D63A91">
        <w:t>Intervention</w:t>
      </w:r>
      <w:r>
        <w:t xml:space="preserve"> </w:t>
      </w:r>
      <w:proofErr w:type="spellStart"/>
      <w:r>
        <w:t>s</w:t>
      </w:r>
      <w:r w:rsidR="003D5B3A" w:rsidRPr="00F80B0C">
        <w:t>cheme</w:t>
      </w:r>
      <w:proofErr w:type="spellEnd"/>
      <w:r w:rsidR="003D5B3A" w:rsidRPr="00F80B0C">
        <w:t>/</w:t>
      </w:r>
      <w:r w:rsidR="003D5B3A" w:rsidRPr="00D63A91">
        <w:t>Trial</w:t>
      </w:r>
      <w:r w:rsidR="003D5B3A" w:rsidRPr="00F80B0C">
        <w:t xml:space="preserve"> </w:t>
      </w:r>
      <w:proofErr w:type="spellStart"/>
      <w:r>
        <w:t>f</w:t>
      </w:r>
      <w:r w:rsidR="003D5B3A" w:rsidRPr="00F80B0C">
        <w:t>low</w:t>
      </w:r>
      <w:proofErr w:type="spellEnd"/>
    </w:p>
    <w:sdt>
      <w:sdtPr>
        <w:rPr>
          <w:rStyle w:val="Formatvorlage1Zchn"/>
        </w:rPr>
        <w:id w:val="-1723439744"/>
        <w:placeholder>
          <w:docPart w:val="7EE3D366C400485BB5695B367A66DD17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966474" w:rsidRPr="0010624F" w:rsidRDefault="00966474" w:rsidP="00966474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74659E" w:rsidRPr="00966474" w:rsidRDefault="0074659E" w:rsidP="00966474">
      <w:pPr>
        <w:rPr>
          <w:rStyle w:val="Formatvorlage1Zchn"/>
          <w:lang w:val="en-GB"/>
        </w:rPr>
      </w:pPr>
    </w:p>
    <w:p w:rsidR="00303214" w:rsidRPr="00835853" w:rsidRDefault="0024585D" w:rsidP="00303214">
      <w:pPr>
        <w:spacing w:after="0" w:line="240" w:lineRule="auto"/>
      </w:pPr>
      <w:sdt>
        <w:sdtPr>
          <w:rPr>
            <w:rFonts w:asciiTheme="minorHAnsi" w:hAnsiTheme="minorHAnsi" w:cs="Arial"/>
            <w:color w:val="000000" w:themeColor="text1"/>
          </w:rPr>
          <w:id w:val="2145695991"/>
          <w:showingPlcHdr/>
          <w:picture/>
        </w:sdtPr>
        <w:sdtEndPr/>
        <w:sdtContent>
          <w:r w:rsidR="00303214">
            <w:rPr>
              <w:rFonts w:asciiTheme="minorHAnsi" w:hAnsiTheme="minorHAnsi" w:cs="Arial"/>
              <w:noProof/>
              <w:lang w:eastAsia="de-DE"/>
            </w:rPr>
            <w:drawing>
              <wp:inline distT="0" distB="0" distL="0" distR="0" wp14:anchorId="7BFBC189" wp14:editId="043CA008">
                <wp:extent cx="1908810" cy="1908810"/>
                <wp:effectExtent l="0" t="0" r="0" b="0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810" cy="190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303214" w:rsidRPr="00835853" w:rsidRDefault="00303214" w:rsidP="00835853">
      <w:pPr>
        <w:rPr>
          <w:lang w:val="en-US"/>
        </w:rPr>
      </w:pPr>
    </w:p>
    <w:p w:rsidR="003D5B3A" w:rsidRPr="008F5E73" w:rsidRDefault="003D5B3A" w:rsidP="00835853">
      <w:pPr>
        <w:pStyle w:val="berschrift2"/>
        <w:rPr>
          <w:lang w:val="en-GB"/>
        </w:rPr>
      </w:pPr>
      <w:r w:rsidRPr="008F5E73">
        <w:rPr>
          <w:lang w:val="en-GB"/>
        </w:rPr>
        <w:t xml:space="preserve">Frequency and </w:t>
      </w:r>
      <w:r w:rsidR="008F5E73" w:rsidRPr="008F5E73">
        <w:rPr>
          <w:lang w:val="en-GB"/>
        </w:rPr>
        <w:t>scope of study v</w:t>
      </w:r>
      <w:r w:rsidRPr="008F5E73">
        <w:rPr>
          <w:lang w:val="en-GB"/>
        </w:rPr>
        <w:t>isits</w:t>
      </w:r>
    </w:p>
    <w:sdt>
      <w:sdtPr>
        <w:rPr>
          <w:rStyle w:val="Formatvorlage1Zchn"/>
        </w:rPr>
        <w:id w:val="-1631234872"/>
        <w:placeholder>
          <w:docPart w:val="769D683D19AA4D5D8F9EC5D5CF28BDEF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B26B0C" w:rsidRPr="00A91661" w:rsidRDefault="00B26B0C" w:rsidP="00835853">
      <w:pPr>
        <w:rPr>
          <w:rFonts w:asciiTheme="minorHAnsi" w:hAnsiTheme="minorHAnsi" w:cs="Arial"/>
          <w:lang w:val="en-US"/>
        </w:rPr>
      </w:pPr>
    </w:p>
    <w:p w:rsidR="003D5B3A" w:rsidRDefault="008F5E73" w:rsidP="00D63A91">
      <w:pPr>
        <w:pStyle w:val="berschrift1"/>
      </w:pPr>
      <w:r>
        <w:t>T</w:t>
      </w:r>
      <w:r w:rsidR="00B86E1F">
        <w:t>he</w:t>
      </w:r>
      <w:r>
        <w:t xml:space="preserve"> </w:t>
      </w:r>
      <w:proofErr w:type="spellStart"/>
      <w:r>
        <w:t>m</w:t>
      </w:r>
      <w:r w:rsidR="003D5B3A" w:rsidRPr="00362D45">
        <w:t>edical</w:t>
      </w:r>
      <w:proofErr w:type="spellEnd"/>
      <w:r w:rsidR="003D5B3A" w:rsidRPr="00362D45">
        <w:t xml:space="preserve"> </w:t>
      </w:r>
      <w:proofErr w:type="spellStart"/>
      <w:r w:rsidR="003D5B3A" w:rsidRPr="00362D45">
        <w:t>problem</w:t>
      </w:r>
      <w:proofErr w:type="spellEnd"/>
    </w:p>
    <w:p w:rsidR="003D5B3A" w:rsidRPr="00835853" w:rsidRDefault="003D5B3A" w:rsidP="00835853">
      <w:pPr>
        <w:pStyle w:val="berschrift2"/>
        <w:rPr>
          <w:lang w:val="en-GB"/>
        </w:rPr>
      </w:pPr>
      <w:r w:rsidRPr="00835853">
        <w:rPr>
          <w:lang w:val="en-GB"/>
        </w:rPr>
        <w:t xml:space="preserve">Evidence </w:t>
      </w:r>
    </w:p>
    <w:sdt>
      <w:sdtPr>
        <w:rPr>
          <w:rStyle w:val="Formatvorlage1Zchn"/>
        </w:rPr>
        <w:id w:val="852150040"/>
        <w:placeholder>
          <w:docPart w:val="5483B56D60BD4694BE653A151F944BF1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303214" w:rsidRPr="00A91661" w:rsidRDefault="00303214" w:rsidP="00835853">
      <w:pPr>
        <w:rPr>
          <w:lang w:val="en-US"/>
        </w:rPr>
      </w:pPr>
    </w:p>
    <w:p w:rsidR="003D5B3A" w:rsidRPr="00630211" w:rsidRDefault="0010624F" w:rsidP="00835853">
      <w:pPr>
        <w:pStyle w:val="berschrift2"/>
        <w:rPr>
          <w:lang w:val="en-GB"/>
        </w:rPr>
      </w:pPr>
      <w:r>
        <w:rPr>
          <w:lang w:val="en-GB"/>
        </w:rPr>
        <w:t xml:space="preserve">Impact of the clinical </w:t>
      </w:r>
      <w:r w:rsidR="00A442BC">
        <w:rPr>
          <w:lang w:val="en-GB"/>
        </w:rPr>
        <w:t>study</w:t>
      </w:r>
    </w:p>
    <w:sdt>
      <w:sdtPr>
        <w:rPr>
          <w:rStyle w:val="Formatvorlage1Zchn"/>
        </w:rPr>
        <w:id w:val="1907651325"/>
        <w:placeholder>
          <w:docPart w:val="5770E13F71324659B7E7D5B31204009C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F84D6D" w:rsidRPr="00E2027D" w:rsidRDefault="00F84D6D" w:rsidP="00835853">
      <w:pPr>
        <w:rPr>
          <w:rFonts w:asciiTheme="minorHAnsi" w:hAnsiTheme="minorHAnsi" w:cs="Arial"/>
          <w:lang w:val="en-US"/>
        </w:rPr>
      </w:pPr>
    </w:p>
    <w:p w:rsidR="003D5B3A" w:rsidRDefault="00835853" w:rsidP="00835853">
      <w:pPr>
        <w:pStyle w:val="berschrift1"/>
      </w:pPr>
      <w:proofErr w:type="spellStart"/>
      <w:r>
        <w:t>J</w:t>
      </w:r>
      <w:r w:rsidR="009504E1">
        <w:t>ustification</w:t>
      </w:r>
      <w:proofErr w:type="spellEnd"/>
      <w:r w:rsidR="009504E1">
        <w:t xml:space="preserve"> </w:t>
      </w:r>
      <w:proofErr w:type="spellStart"/>
      <w:r w:rsidR="009504E1">
        <w:t>of</w:t>
      </w:r>
      <w:proofErr w:type="spellEnd"/>
      <w:r w:rsidR="009504E1">
        <w:t xml:space="preserve"> </w:t>
      </w:r>
      <w:proofErr w:type="spellStart"/>
      <w:r w:rsidR="009504E1">
        <w:t>design</w:t>
      </w:r>
      <w:proofErr w:type="spellEnd"/>
      <w:r w:rsidR="009504E1">
        <w:t xml:space="preserve"> </w:t>
      </w:r>
      <w:proofErr w:type="spellStart"/>
      <w:r w:rsidR="009504E1">
        <w:t>aspects</w:t>
      </w:r>
      <w:proofErr w:type="spellEnd"/>
    </w:p>
    <w:p w:rsidR="00835853" w:rsidRPr="00835853" w:rsidRDefault="00835853" w:rsidP="00835853">
      <w:pPr>
        <w:pStyle w:val="berschrift2"/>
        <w:rPr>
          <w:lang w:val="en-GB"/>
        </w:rPr>
      </w:pPr>
      <w:r w:rsidRPr="00835853">
        <w:rPr>
          <w:lang w:val="en-GB"/>
        </w:rPr>
        <w:t>Controls/Comparators</w:t>
      </w:r>
    </w:p>
    <w:sdt>
      <w:sdtPr>
        <w:rPr>
          <w:rStyle w:val="Formatvorlage1Zchn"/>
        </w:rPr>
        <w:id w:val="-591701633"/>
        <w:placeholder>
          <w:docPart w:val="E2A25FDBB7474505A5C19CF0D6B9BAD1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AB6E4D" w:rsidRPr="00A91661" w:rsidRDefault="00AB6E4D" w:rsidP="00835853">
      <w:pPr>
        <w:rPr>
          <w:lang w:val="en-US"/>
        </w:rPr>
      </w:pPr>
    </w:p>
    <w:p w:rsidR="003D5B3A" w:rsidRPr="00835853" w:rsidRDefault="003D5B3A" w:rsidP="00835853">
      <w:pPr>
        <w:pStyle w:val="berschrift2"/>
        <w:rPr>
          <w:lang w:val="en-GB"/>
        </w:rPr>
      </w:pPr>
      <w:r w:rsidRPr="00835853">
        <w:rPr>
          <w:lang w:val="en-GB"/>
        </w:rPr>
        <w:t xml:space="preserve">Inclusion </w:t>
      </w:r>
      <w:r w:rsidR="00B86E1F" w:rsidRPr="00835853">
        <w:rPr>
          <w:lang w:val="en-GB"/>
        </w:rPr>
        <w:t>and</w:t>
      </w:r>
      <w:r w:rsidRPr="00835853">
        <w:rPr>
          <w:lang w:val="en-GB"/>
        </w:rPr>
        <w:t xml:space="preserve"> exclusion criteria</w:t>
      </w:r>
    </w:p>
    <w:sdt>
      <w:sdtPr>
        <w:rPr>
          <w:rStyle w:val="Formatvorlage1Zchn"/>
        </w:rPr>
        <w:id w:val="1266655168"/>
        <w:placeholder>
          <w:docPart w:val="A289308F154B48519FBB781ABF6B272F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835853" w:rsidRPr="00A91661" w:rsidRDefault="00835853" w:rsidP="00835853">
      <w:pPr>
        <w:rPr>
          <w:lang w:val="en-US"/>
        </w:rPr>
      </w:pPr>
    </w:p>
    <w:p w:rsidR="003D5B3A" w:rsidRDefault="003D5B3A" w:rsidP="00E62CE2">
      <w:pPr>
        <w:pStyle w:val="berschrift2"/>
        <w:rPr>
          <w:lang w:val="en-GB"/>
        </w:rPr>
      </w:pPr>
      <w:r w:rsidRPr="00E62CE2">
        <w:rPr>
          <w:lang w:val="en-GB"/>
        </w:rPr>
        <w:t>Outcome measures</w:t>
      </w:r>
    </w:p>
    <w:sdt>
      <w:sdtPr>
        <w:rPr>
          <w:rStyle w:val="Formatvorlage1Zchn"/>
        </w:rPr>
        <w:id w:val="1969707369"/>
        <w:placeholder>
          <w:docPart w:val="C73D574479F645659B630F12DD40CBED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E62CE2" w:rsidRPr="00E62CE2" w:rsidRDefault="00E62CE2" w:rsidP="00E62CE2">
      <w:pPr>
        <w:rPr>
          <w:lang w:val="en-GB"/>
        </w:rPr>
      </w:pPr>
    </w:p>
    <w:p w:rsidR="003D5B3A" w:rsidRDefault="00E62CE2" w:rsidP="00E62CE2">
      <w:pPr>
        <w:pStyle w:val="berschrift2"/>
        <w:rPr>
          <w:lang w:val="en-GB"/>
        </w:rPr>
      </w:pPr>
      <w:r>
        <w:rPr>
          <w:lang w:val="en-GB"/>
        </w:rPr>
        <w:t>Methods against bias</w:t>
      </w:r>
    </w:p>
    <w:sdt>
      <w:sdtPr>
        <w:rPr>
          <w:rStyle w:val="Formatvorlage1Zchn"/>
        </w:rPr>
        <w:id w:val="1833640558"/>
        <w:placeholder>
          <w:docPart w:val="BAE5DFA649BD46D6AAC1D96757DA8CE2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3D5B3A" w:rsidRPr="00E62CE2" w:rsidRDefault="003D5B3A" w:rsidP="00E62CE2">
      <w:pPr>
        <w:rPr>
          <w:rFonts w:asciiTheme="minorHAnsi" w:hAnsiTheme="minorHAnsi"/>
          <w:lang w:val="en-US"/>
        </w:rPr>
      </w:pPr>
    </w:p>
    <w:p w:rsidR="003D5B3A" w:rsidRDefault="003D5B3A" w:rsidP="00E62CE2">
      <w:pPr>
        <w:pStyle w:val="berschrift2"/>
        <w:rPr>
          <w:lang w:val="en-US"/>
        </w:rPr>
      </w:pPr>
      <w:r w:rsidRPr="0082397F">
        <w:rPr>
          <w:lang w:val="en-US"/>
        </w:rPr>
        <w:t>Proposed sample size/</w:t>
      </w:r>
      <w:r w:rsidR="00E62CE2">
        <w:rPr>
          <w:lang w:val="en-US"/>
        </w:rPr>
        <w:t>P</w:t>
      </w:r>
      <w:r w:rsidRPr="0082397F">
        <w:rPr>
          <w:lang w:val="en-US"/>
        </w:rPr>
        <w:t>ower calculations</w:t>
      </w:r>
    </w:p>
    <w:sdt>
      <w:sdtPr>
        <w:rPr>
          <w:rStyle w:val="Formatvorlage1Zchn"/>
        </w:rPr>
        <w:id w:val="1935626004"/>
        <w:placeholder>
          <w:docPart w:val="E79C1ABAC552471EB2E3BF1C903F9853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E62CE2" w:rsidRPr="00E62CE2" w:rsidRDefault="00E62CE2" w:rsidP="00E62CE2">
      <w:pPr>
        <w:rPr>
          <w:lang w:val="en-US"/>
        </w:rPr>
      </w:pPr>
    </w:p>
    <w:p w:rsidR="003D5B3A" w:rsidRDefault="003D5B3A" w:rsidP="00E62CE2">
      <w:pPr>
        <w:pStyle w:val="berschrift2"/>
      </w:pPr>
      <w:proofErr w:type="spellStart"/>
      <w:r w:rsidRPr="00F80B0C">
        <w:t>Feasibility</w:t>
      </w:r>
      <w:proofErr w:type="spellEnd"/>
      <w:r w:rsidRPr="00F80B0C">
        <w:t xml:space="preserve"> </w:t>
      </w:r>
      <w:proofErr w:type="spellStart"/>
      <w:r w:rsidR="00006E66">
        <w:t>of</w:t>
      </w:r>
      <w:proofErr w:type="spellEnd"/>
      <w:r w:rsidR="00006E66">
        <w:t xml:space="preserve"> </w:t>
      </w:r>
      <w:proofErr w:type="spellStart"/>
      <w:r w:rsidR="00006E66">
        <w:t>recruitment</w:t>
      </w:r>
      <w:proofErr w:type="spellEnd"/>
    </w:p>
    <w:sdt>
      <w:sdtPr>
        <w:rPr>
          <w:rStyle w:val="Formatvorlage1Zchn"/>
        </w:rPr>
        <w:id w:val="364647445"/>
        <w:placeholder>
          <w:docPart w:val="795CB5FFD8C74732AADB2DCF0AEF855A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E62CE2" w:rsidRPr="00630211" w:rsidRDefault="00E62CE2" w:rsidP="00E62CE2">
      <w:pPr>
        <w:rPr>
          <w:lang w:val="en-GB"/>
        </w:rPr>
      </w:pPr>
    </w:p>
    <w:p w:rsidR="003D5B3A" w:rsidRPr="00E62CE2" w:rsidRDefault="003D5B3A" w:rsidP="00E62CE2">
      <w:pPr>
        <w:pStyle w:val="berschrift1"/>
        <w:rPr>
          <w:lang w:val="en-GB"/>
        </w:rPr>
      </w:pPr>
      <w:r w:rsidRPr="00E62CE2">
        <w:rPr>
          <w:lang w:val="en-GB"/>
        </w:rPr>
        <w:t>Statistical</w:t>
      </w:r>
      <w:r w:rsidR="00D63A91">
        <w:rPr>
          <w:lang w:val="en-GB"/>
        </w:rPr>
        <w:t xml:space="preserve"> a</w:t>
      </w:r>
      <w:r w:rsidRPr="00E62CE2">
        <w:rPr>
          <w:lang w:val="en-GB"/>
        </w:rPr>
        <w:t>nalyses</w:t>
      </w:r>
    </w:p>
    <w:p w:rsidR="00AB6E4D" w:rsidRDefault="00AB6E4D" w:rsidP="00E62CE2">
      <w:pPr>
        <w:rPr>
          <w:rFonts w:asciiTheme="minorHAnsi" w:hAnsiTheme="minorHAnsi" w:cs="Arial"/>
          <w:lang w:val="en-GB"/>
        </w:rPr>
      </w:pPr>
      <w:r w:rsidRPr="00F80B0C">
        <w:rPr>
          <w:rFonts w:asciiTheme="minorHAnsi" w:hAnsiTheme="minorHAnsi" w:cs="Arial"/>
          <w:lang w:val="en-GB"/>
        </w:rPr>
        <w:t>What is the proposed st</w:t>
      </w:r>
      <w:r w:rsidR="00E62CE2">
        <w:rPr>
          <w:rFonts w:asciiTheme="minorHAnsi" w:hAnsiTheme="minorHAnsi" w:cs="Arial"/>
          <w:lang w:val="en-GB"/>
        </w:rPr>
        <w:t>rategy of statistical analysis?</w:t>
      </w:r>
    </w:p>
    <w:sdt>
      <w:sdtPr>
        <w:rPr>
          <w:rStyle w:val="Formatvorlage1Zchn"/>
        </w:rPr>
        <w:id w:val="-2090991468"/>
        <w:placeholder>
          <w:docPart w:val="76DB7D02E70542799DB4E3AAEB4D30B0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AB6E4D" w:rsidRPr="00630211" w:rsidRDefault="00AB6E4D" w:rsidP="00E62CE2">
      <w:pPr>
        <w:rPr>
          <w:rFonts w:asciiTheme="minorHAnsi" w:hAnsiTheme="minorHAnsi" w:cs="Arial"/>
          <w:lang w:val="en-GB"/>
        </w:rPr>
      </w:pPr>
    </w:p>
    <w:p w:rsidR="00AB6E4D" w:rsidRDefault="00AB6E4D" w:rsidP="00E62CE2">
      <w:pPr>
        <w:rPr>
          <w:rFonts w:asciiTheme="minorHAnsi" w:hAnsiTheme="minorHAnsi" w:cs="Arial"/>
          <w:lang w:val="en-GB"/>
        </w:rPr>
      </w:pPr>
      <w:r w:rsidRPr="00F80B0C">
        <w:rPr>
          <w:rFonts w:asciiTheme="minorHAnsi" w:hAnsiTheme="minorHAnsi" w:cs="Arial"/>
          <w:lang w:val="en-GB"/>
        </w:rPr>
        <w:t>What is the strategy for analysing the primary outcome?</w:t>
      </w:r>
    </w:p>
    <w:sdt>
      <w:sdtPr>
        <w:rPr>
          <w:rStyle w:val="Formatvorlage1Zchn"/>
        </w:rPr>
        <w:id w:val="-2018301811"/>
        <w:placeholder>
          <w:docPart w:val="D09E83EC2CE4458C90EEEB08683262B0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AB6E4D" w:rsidRPr="00630211" w:rsidRDefault="00AB6E4D" w:rsidP="00E62CE2">
      <w:pPr>
        <w:rPr>
          <w:rFonts w:asciiTheme="minorHAnsi" w:hAnsiTheme="minorHAnsi" w:cs="Arial"/>
          <w:lang w:val="en-GB"/>
        </w:rPr>
      </w:pPr>
    </w:p>
    <w:p w:rsidR="00AB6E4D" w:rsidRDefault="00AB6E4D" w:rsidP="00E62CE2">
      <w:pPr>
        <w:rPr>
          <w:rFonts w:asciiTheme="minorHAnsi" w:hAnsiTheme="minorHAnsi" w:cs="Arial"/>
          <w:lang w:val="en-GB"/>
        </w:rPr>
      </w:pPr>
      <w:r w:rsidRPr="00F80B0C">
        <w:rPr>
          <w:rFonts w:asciiTheme="minorHAnsi" w:hAnsiTheme="minorHAnsi" w:cs="Arial"/>
          <w:lang w:val="en-GB"/>
        </w:rPr>
        <w:t>If interim analyses are planned, please specify. Are there any subgroup analyses?</w:t>
      </w:r>
    </w:p>
    <w:sdt>
      <w:sdtPr>
        <w:rPr>
          <w:rStyle w:val="Formatvorlage1Zchn"/>
        </w:rPr>
        <w:id w:val="-1247331406"/>
        <w:placeholder>
          <w:docPart w:val="C92E4E4810A54EEFBAFAB12ABE2BA2FD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AB6E4D" w:rsidRPr="00630211" w:rsidRDefault="00AB6E4D" w:rsidP="00E62CE2">
      <w:pPr>
        <w:rPr>
          <w:rFonts w:asciiTheme="minorHAnsi" w:hAnsiTheme="minorHAnsi" w:cs="Arial"/>
          <w:lang w:val="en-GB"/>
        </w:rPr>
      </w:pPr>
    </w:p>
    <w:p w:rsidR="00AB6E4D" w:rsidRDefault="00AB6E4D" w:rsidP="00E62CE2">
      <w:pPr>
        <w:rPr>
          <w:rFonts w:asciiTheme="minorHAnsi" w:hAnsiTheme="minorHAnsi" w:cs="Arial"/>
          <w:lang w:val="en-GB"/>
        </w:rPr>
      </w:pPr>
      <w:r w:rsidRPr="00F80B0C">
        <w:rPr>
          <w:rFonts w:asciiTheme="minorHAnsi" w:hAnsiTheme="minorHAnsi" w:cs="Arial"/>
          <w:lang w:val="en-GB"/>
        </w:rPr>
        <w:t>What are the methods for calculating test reproducibility in diagnostic trials?</w:t>
      </w:r>
    </w:p>
    <w:sdt>
      <w:sdtPr>
        <w:rPr>
          <w:rStyle w:val="Formatvorlage1Zchn"/>
        </w:rPr>
        <w:id w:val="146249279"/>
        <w:placeholder>
          <w:docPart w:val="C0EE4CF6588846648E23F8C79E4902C5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3D5B3A" w:rsidRDefault="003D5B3A" w:rsidP="00E62CE2">
      <w:pPr>
        <w:rPr>
          <w:rFonts w:asciiTheme="minorHAnsi" w:hAnsiTheme="minorHAnsi" w:cs="Arial"/>
          <w:lang w:val="en-GB"/>
        </w:rPr>
      </w:pPr>
    </w:p>
    <w:p w:rsidR="003D5B3A" w:rsidRPr="00F84D6D" w:rsidRDefault="00D63A91" w:rsidP="00E62CE2">
      <w:pPr>
        <w:pStyle w:val="berschrift1"/>
      </w:pPr>
      <w:proofErr w:type="spellStart"/>
      <w:r>
        <w:t>Ethical</w:t>
      </w:r>
      <w:proofErr w:type="spellEnd"/>
      <w:r>
        <w:t xml:space="preserve"> </w:t>
      </w:r>
      <w:proofErr w:type="spellStart"/>
      <w:r>
        <w:t>c</w:t>
      </w:r>
      <w:r w:rsidR="003D5B3A" w:rsidRPr="00362D45">
        <w:t>onsiderations</w:t>
      </w:r>
      <w:proofErr w:type="spellEnd"/>
    </w:p>
    <w:sdt>
      <w:sdtPr>
        <w:rPr>
          <w:rStyle w:val="Formatvorlage1Zchn"/>
        </w:rPr>
        <w:id w:val="-887867595"/>
        <w:placeholder>
          <w:docPart w:val="2D2AA856E3294375BE9A7AAA17087E42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3D5B3A" w:rsidRDefault="003D5B3A" w:rsidP="00E62CE2">
      <w:pPr>
        <w:rPr>
          <w:lang w:val="en-GB"/>
        </w:rPr>
      </w:pPr>
    </w:p>
    <w:p w:rsidR="003D5B3A" w:rsidRPr="00362D45" w:rsidRDefault="003D5B3A" w:rsidP="00E62CE2">
      <w:pPr>
        <w:pStyle w:val="berschrift1"/>
      </w:pPr>
      <w:r w:rsidRPr="00362D45">
        <w:t xml:space="preserve">Trial </w:t>
      </w:r>
      <w:proofErr w:type="spellStart"/>
      <w:r w:rsidRPr="00362D45">
        <w:t>management</w:t>
      </w:r>
      <w:proofErr w:type="spellEnd"/>
    </w:p>
    <w:p w:rsidR="003D5B3A" w:rsidRPr="00FF6E6C" w:rsidRDefault="003D5B3A" w:rsidP="00E62CE2"/>
    <w:p w:rsidR="003D5B3A" w:rsidRPr="00F80B0C" w:rsidRDefault="003D5B3A" w:rsidP="00E62CE2">
      <w:pPr>
        <w:pStyle w:val="berschrift2"/>
      </w:pPr>
      <w:r w:rsidRPr="00F80B0C">
        <w:t xml:space="preserve">Key </w:t>
      </w:r>
      <w:proofErr w:type="spellStart"/>
      <w:r w:rsidRPr="00F80B0C">
        <w:t>participants</w:t>
      </w:r>
      <w:proofErr w:type="spellEnd"/>
    </w:p>
    <w:p w:rsidR="003D5B3A" w:rsidRPr="00F80B0C" w:rsidRDefault="003D5B3A" w:rsidP="00E62CE2">
      <w:pPr>
        <w:rPr>
          <w:lang w:val="en-US"/>
        </w:rPr>
      </w:pP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1964"/>
        <w:gridCol w:w="2652"/>
        <w:gridCol w:w="2293"/>
        <w:gridCol w:w="2276"/>
      </w:tblGrid>
      <w:tr w:rsidR="003D5B3A" w:rsidRPr="00D7314E" w:rsidTr="006538CD">
        <w:trPr>
          <w:cantSplit/>
          <w:trHeight w:val="340"/>
        </w:trPr>
        <w:tc>
          <w:tcPr>
            <w:tcW w:w="9547" w:type="dxa"/>
            <w:gridSpan w:val="5"/>
            <w:shd w:val="clear" w:color="auto" w:fill="D9D9D9"/>
            <w:vAlign w:val="center"/>
          </w:tcPr>
          <w:p w:rsidR="003D5B3A" w:rsidRPr="00F62443" w:rsidRDefault="00D7314E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b/>
                <w:bCs/>
                <w:sz w:val="20"/>
                <w:szCs w:val="20"/>
                <w:u w:val="none"/>
                <w:lang w:val="en-GB"/>
              </w:rPr>
            </w:pPr>
            <w:r w:rsidRPr="00F62443">
              <w:rPr>
                <w:rFonts w:asciiTheme="minorHAnsi" w:hAnsiTheme="minorHAnsi"/>
                <w:b/>
                <w:bCs/>
                <w:sz w:val="20"/>
                <w:szCs w:val="20"/>
                <w:u w:val="none"/>
                <w:lang w:val="en-GB"/>
              </w:rPr>
              <w:t>Trial s</w:t>
            </w:r>
            <w:r w:rsidR="003D5B3A" w:rsidRPr="00F62443">
              <w:rPr>
                <w:rFonts w:asciiTheme="minorHAnsi" w:hAnsiTheme="minorHAnsi"/>
                <w:b/>
                <w:bCs/>
                <w:sz w:val="20"/>
                <w:szCs w:val="20"/>
                <w:u w:val="none"/>
                <w:lang w:val="en-GB"/>
              </w:rPr>
              <w:t>ponsor</w:t>
            </w:r>
          </w:p>
        </w:tc>
      </w:tr>
      <w:tr w:rsidR="003D5B3A" w:rsidRPr="00D7314E" w:rsidTr="006538CD">
        <w:trPr>
          <w:cantSplit/>
          <w:trHeight w:val="340"/>
        </w:trPr>
        <w:tc>
          <w:tcPr>
            <w:tcW w:w="9547" w:type="dxa"/>
            <w:gridSpan w:val="5"/>
            <w:vAlign w:val="center"/>
          </w:tcPr>
          <w:p w:rsidR="003D5B3A" w:rsidRPr="00F62443" w:rsidRDefault="003D5B3A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sz w:val="20"/>
                <w:szCs w:val="20"/>
                <w:u w:val="none"/>
                <w:lang w:val="en-GB"/>
              </w:rPr>
            </w:pPr>
          </w:p>
        </w:tc>
      </w:tr>
      <w:tr w:rsidR="003D5B3A" w:rsidRPr="00D7314E" w:rsidTr="006538CD">
        <w:trPr>
          <w:cantSplit/>
          <w:trHeight w:val="340"/>
        </w:trPr>
        <w:tc>
          <w:tcPr>
            <w:tcW w:w="9547" w:type="dxa"/>
            <w:gridSpan w:val="5"/>
            <w:shd w:val="clear" w:color="auto" w:fill="D9D9D9"/>
            <w:vAlign w:val="center"/>
          </w:tcPr>
          <w:p w:rsidR="003D5B3A" w:rsidRPr="00F62443" w:rsidRDefault="003D5B3A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b/>
                <w:bCs/>
                <w:sz w:val="20"/>
                <w:szCs w:val="20"/>
                <w:u w:val="none"/>
                <w:lang w:val="en-GB"/>
              </w:rPr>
            </w:pPr>
            <w:r w:rsidRPr="00F62443">
              <w:rPr>
                <w:rFonts w:asciiTheme="minorHAnsi" w:hAnsiTheme="minorHAnsi"/>
                <w:b/>
                <w:bCs/>
                <w:sz w:val="20"/>
                <w:szCs w:val="20"/>
                <w:u w:val="none"/>
                <w:lang w:val="en-GB"/>
              </w:rPr>
              <w:t>Key participants</w:t>
            </w:r>
          </w:p>
        </w:tc>
      </w:tr>
      <w:tr w:rsidR="003D5B3A" w:rsidRPr="00D7314E" w:rsidTr="006538CD">
        <w:trPr>
          <w:trHeight w:val="340"/>
        </w:trPr>
        <w:tc>
          <w:tcPr>
            <w:tcW w:w="362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2443">
              <w:rPr>
                <w:sz w:val="20"/>
                <w:szCs w:val="20"/>
                <w:lang w:val="en-GB"/>
              </w:rPr>
              <w:t>#</w:t>
            </w:r>
          </w:p>
        </w:tc>
        <w:tc>
          <w:tcPr>
            <w:tcW w:w="1964" w:type="dxa"/>
            <w:vAlign w:val="center"/>
          </w:tcPr>
          <w:p w:rsidR="003D5B3A" w:rsidRPr="00F62443" w:rsidRDefault="003D5B3A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</w:pPr>
            <w:r w:rsidRPr="00F62443"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  <w:t>Name</w:t>
            </w:r>
          </w:p>
        </w:tc>
        <w:tc>
          <w:tcPr>
            <w:tcW w:w="2652" w:type="dxa"/>
            <w:vAlign w:val="center"/>
          </w:tcPr>
          <w:p w:rsidR="003D5B3A" w:rsidRPr="00F62443" w:rsidRDefault="003D5B3A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</w:pPr>
            <w:r w:rsidRPr="00F62443"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  <w:t>Affiliation</w:t>
            </w:r>
          </w:p>
        </w:tc>
        <w:tc>
          <w:tcPr>
            <w:tcW w:w="2293" w:type="dxa"/>
            <w:vAlign w:val="center"/>
          </w:tcPr>
          <w:p w:rsidR="003D5B3A" w:rsidRPr="00F62443" w:rsidRDefault="003D5B3A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</w:pPr>
            <w:r w:rsidRPr="00F62443"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  <w:t>Responsibility/Role</w:t>
            </w:r>
          </w:p>
        </w:tc>
        <w:tc>
          <w:tcPr>
            <w:tcW w:w="2276" w:type="dxa"/>
            <w:vAlign w:val="center"/>
          </w:tcPr>
          <w:p w:rsidR="003D5B3A" w:rsidRPr="00F62443" w:rsidRDefault="003D5B3A" w:rsidP="00F62443">
            <w:pPr>
              <w:pStyle w:val="3emitunterstr"/>
              <w:spacing w:before="0" w:after="60"/>
              <w:ind w:left="0" w:firstLine="0"/>
              <w:jc w:val="left"/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</w:pPr>
            <w:r w:rsidRPr="00F62443">
              <w:rPr>
                <w:rFonts w:asciiTheme="minorHAnsi" w:hAnsiTheme="minorHAnsi"/>
                <w:b/>
                <w:sz w:val="20"/>
                <w:szCs w:val="20"/>
                <w:u w:val="none"/>
                <w:lang w:val="en-GB"/>
              </w:rPr>
              <w:t>Signature</w:t>
            </w:r>
          </w:p>
        </w:tc>
      </w:tr>
      <w:tr w:rsidR="003D5B3A" w:rsidRPr="00D7314E" w:rsidTr="00F62443">
        <w:tc>
          <w:tcPr>
            <w:tcW w:w="362" w:type="dxa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2443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1964" w:type="dxa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652" w:type="dxa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293" w:type="dxa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2443">
              <w:rPr>
                <w:sz w:val="20"/>
                <w:szCs w:val="20"/>
                <w:lang w:val="en-GB"/>
              </w:rPr>
              <w:t xml:space="preserve">Principal/Coordinating </w:t>
            </w:r>
            <w:r w:rsidR="00D7314E" w:rsidRPr="00F62443">
              <w:rPr>
                <w:sz w:val="20"/>
                <w:szCs w:val="20"/>
                <w:lang w:val="en-GB"/>
              </w:rPr>
              <w:t>i</w:t>
            </w:r>
            <w:r w:rsidRPr="00F62443">
              <w:rPr>
                <w:sz w:val="20"/>
                <w:szCs w:val="20"/>
                <w:lang w:val="en-GB"/>
              </w:rPr>
              <w:t>nvestigator</w:t>
            </w:r>
          </w:p>
        </w:tc>
        <w:tc>
          <w:tcPr>
            <w:tcW w:w="2276" w:type="dxa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E322EE" w:rsidRPr="00D7314E" w:rsidTr="006538CD">
        <w:trPr>
          <w:trHeight w:val="340"/>
        </w:trPr>
        <w:tc>
          <w:tcPr>
            <w:tcW w:w="362" w:type="dxa"/>
            <w:vAlign w:val="center"/>
          </w:tcPr>
          <w:p w:rsidR="00E322EE" w:rsidRPr="00F62443" w:rsidRDefault="00E322EE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2443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1964" w:type="dxa"/>
            <w:vAlign w:val="center"/>
          </w:tcPr>
          <w:p w:rsidR="00E322EE" w:rsidRPr="00F62443" w:rsidRDefault="00E322EE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652" w:type="dxa"/>
            <w:vAlign w:val="center"/>
          </w:tcPr>
          <w:p w:rsidR="00E322EE" w:rsidRPr="00F62443" w:rsidRDefault="00E322EE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293" w:type="dxa"/>
            <w:vAlign w:val="center"/>
          </w:tcPr>
          <w:p w:rsidR="00E322EE" w:rsidRPr="00F62443" w:rsidRDefault="00E322EE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F62443">
              <w:rPr>
                <w:sz w:val="20"/>
                <w:szCs w:val="20"/>
                <w:lang w:val="en-GB"/>
              </w:rPr>
              <w:t>Trial statistician</w:t>
            </w:r>
          </w:p>
        </w:tc>
        <w:tc>
          <w:tcPr>
            <w:tcW w:w="2276" w:type="dxa"/>
            <w:vAlign w:val="center"/>
          </w:tcPr>
          <w:p w:rsidR="00E322EE" w:rsidRPr="00F62443" w:rsidRDefault="00E322EE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3D5B3A" w:rsidRPr="00D7314E" w:rsidTr="006538CD">
        <w:trPr>
          <w:trHeight w:val="340"/>
        </w:trPr>
        <w:tc>
          <w:tcPr>
            <w:tcW w:w="362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64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652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569" w:type="dxa"/>
            <w:gridSpan w:val="2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3D5B3A" w:rsidRPr="00D7314E" w:rsidTr="006538CD">
        <w:trPr>
          <w:trHeight w:val="340"/>
        </w:trPr>
        <w:tc>
          <w:tcPr>
            <w:tcW w:w="362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64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652" w:type="dxa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569" w:type="dxa"/>
            <w:gridSpan w:val="2"/>
            <w:vAlign w:val="center"/>
          </w:tcPr>
          <w:p w:rsidR="003D5B3A" w:rsidRPr="00F62443" w:rsidRDefault="003D5B3A" w:rsidP="00F62443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</w:tbl>
    <w:p w:rsidR="0044023F" w:rsidRPr="0044023F" w:rsidRDefault="0044023F" w:rsidP="005D71A2">
      <w:pPr>
        <w:rPr>
          <w:caps/>
          <w:lang w:val="en-US"/>
        </w:rPr>
      </w:pPr>
    </w:p>
    <w:p w:rsidR="003D5B3A" w:rsidRPr="00F80B0C" w:rsidRDefault="003D5B3A" w:rsidP="005D71A2">
      <w:pPr>
        <w:pStyle w:val="berschrift2"/>
      </w:pPr>
      <w:proofErr w:type="spellStart"/>
      <w:r w:rsidRPr="00F80B0C">
        <w:lastRenderedPageBreak/>
        <w:t>Supporting</w:t>
      </w:r>
      <w:proofErr w:type="spellEnd"/>
      <w:r w:rsidRPr="00F80B0C">
        <w:t xml:space="preserve"> </w:t>
      </w:r>
      <w:proofErr w:type="spellStart"/>
      <w:r w:rsidRPr="00F80B0C">
        <w:t>facilities</w:t>
      </w:r>
      <w:proofErr w:type="spellEnd"/>
    </w:p>
    <w:p w:rsidR="003D5B3A" w:rsidRPr="00F80B0C" w:rsidRDefault="003D5B3A" w:rsidP="00986C44">
      <w:pPr>
        <w:rPr>
          <w:lang w:val="en-US"/>
        </w:rPr>
      </w:pP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1965"/>
        <w:gridCol w:w="2654"/>
        <w:gridCol w:w="2289"/>
        <w:gridCol w:w="2277"/>
      </w:tblGrid>
      <w:tr w:rsidR="003D5B3A" w:rsidRPr="0024585D" w:rsidTr="00756872">
        <w:trPr>
          <w:cantSplit/>
          <w:trHeight w:val="340"/>
        </w:trPr>
        <w:tc>
          <w:tcPr>
            <w:tcW w:w="9547" w:type="dxa"/>
            <w:gridSpan w:val="5"/>
            <w:shd w:val="clear" w:color="auto" w:fill="D9D9D9"/>
            <w:vAlign w:val="center"/>
          </w:tcPr>
          <w:p w:rsidR="003D5B3A" w:rsidRPr="00986C44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b/>
                <w:sz w:val="20"/>
                <w:szCs w:val="20"/>
                <w:lang w:val="en-GB"/>
              </w:rPr>
              <w:t xml:space="preserve">Trial Supporting facilities </w:t>
            </w:r>
            <w:r w:rsidRPr="005D71A2">
              <w:rPr>
                <w:sz w:val="20"/>
                <w:szCs w:val="20"/>
                <w:lang w:val="en-GB"/>
              </w:rPr>
              <w:t>(central laboratories, pharmacies etc.)</w:t>
            </w:r>
          </w:p>
        </w:tc>
      </w:tr>
      <w:tr w:rsidR="003D5B3A" w:rsidRPr="005D71A2" w:rsidTr="00756872">
        <w:trPr>
          <w:trHeight w:val="340"/>
        </w:trPr>
        <w:tc>
          <w:tcPr>
            <w:tcW w:w="362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#</w:t>
            </w:r>
          </w:p>
        </w:tc>
        <w:tc>
          <w:tcPr>
            <w:tcW w:w="1965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Name</w:t>
            </w:r>
          </w:p>
        </w:tc>
        <w:tc>
          <w:tcPr>
            <w:tcW w:w="2654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Affiliation</w:t>
            </w:r>
          </w:p>
        </w:tc>
        <w:tc>
          <w:tcPr>
            <w:tcW w:w="4566" w:type="dxa"/>
            <w:gridSpan w:val="2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Responsibility/Role</w:t>
            </w:r>
          </w:p>
        </w:tc>
      </w:tr>
      <w:tr w:rsidR="003D5B3A" w:rsidRPr="005D71A2" w:rsidTr="00756872">
        <w:trPr>
          <w:trHeight w:val="340"/>
        </w:trPr>
        <w:tc>
          <w:tcPr>
            <w:tcW w:w="362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654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566" w:type="dxa"/>
            <w:gridSpan w:val="2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3D5B3A" w:rsidRPr="005D71A2" w:rsidTr="00756872">
        <w:trPr>
          <w:trHeight w:val="340"/>
        </w:trPr>
        <w:tc>
          <w:tcPr>
            <w:tcW w:w="362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654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566" w:type="dxa"/>
            <w:gridSpan w:val="2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3D5B3A" w:rsidRPr="0024585D" w:rsidTr="00986C44">
        <w:trPr>
          <w:cantSplit/>
        </w:trPr>
        <w:tc>
          <w:tcPr>
            <w:tcW w:w="9547" w:type="dxa"/>
            <w:gridSpan w:val="5"/>
            <w:shd w:val="clear" w:color="auto" w:fill="D9D9D9"/>
            <w:vAlign w:val="center"/>
          </w:tcPr>
          <w:p w:rsidR="003D5B3A" w:rsidRPr="000725FC" w:rsidRDefault="003D5B3A" w:rsidP="00227927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b/>
                <w:sz w:val="20"/>
                <w:szCs w:val="20"/>
                <w:lang w:val="en-GB"/>
              </w:rPr>
              <w:t xml:space="preserve">Recruiting centres </w:t>
            </w:r>
            <w:r w:rsidRPr="005D71A2">
              <w:rPr>
                <w:sz w:val="20"/>
                <w:szCs w:val="20"/>
                <w:lang w:val="en-GB"/>
              </w:rPr>
              <w:t>(</w:t>
            </w:r>
            <w:r w:rsidR="00227927">
              <w:rPr>
                <w:sz w:val="20"/>
                <w:szCs w:val="20"/>
                <w:lang w:val="en-GB"/>
              </w:rPr>
              <w:t xml:space="preserve">Signatures have to be </w:t>
            </w:r>
            <w:proofErr w:type="gramStart"/>
            <w:r w:rsidR="00227927">
              <w:rPr>
                <w:sz w:val="20"/>
                <w:szCs w:val="20"/>
                <w:lang w:val="en-GB"/>
              </w:rPr>
              <w:t xml:space="preserve">provided </w:t>
            </w:r>
            <w:r w:rsidRPr="005D71A2">
              <w:rPr>
                <w:sz w:val="20"/>
                <w:szCs w:val="20"/>
                <w:lang w:val="en-GB"/>
              </w:rPr>
              <w:t>)</w:t>
            </w:r>
            <w:proofErr w:type="gramEnd"/>
          </w:p>
        </w:tc>
      </w:tr>
      <w:tr w:rsidR="003D5B3A" w:rsidRPr="0024585D" w:rsidTr="00986C44">
        <w:trPr>
          <w:cantSplit/>
        </w:trPr>
        <w:tc>
          <w:tcPr>
            <w:tcW w:w="362" w:type="dxa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#</w:t>
            </w:r>
          </w:p>
        </w:tc>
        <w:tc>
          <w:tcPr>
            <w:tcW w:w="1965" w:type="dxa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Name</w:t>
            </w:r>
          </w:p>
        </w:tc>
        <w:tc>
          <w:tcPr>
            <w:tcW w:w="4943" w:type="dxa"/>
            <w:gridSpan w:val="2"/>
          </w:tcPr>
          <w:p w:rsidR="003D5B3A" w:rsidRPr="005D71A2" w:rsidRDefault="003D5B3A" w:rsidP="000725FC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Affiliation</w:t>
            </w:r>
          </w:p>
        </w:tc>
        <w:tc>
          <w:tcPr>
            <w:tcW w:w="2277" w:type="dxa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>Expected n</w:t>
            </w:r>
            <w:r w:rsidR="00986C44">
              <w:rPr>
                <w:sz w:val="20"/>
                <w:szCs w:val="20"/>
                <w:lang w:val="en-GB"/>
              </w:rPr>
              <w:t>umber</w:t>
            </w:r>
            <w:r w:rsidRPr="005D71A2">
              <w:rPr>
                <w:sz w:val="20"/>
                <w:szCs w:val="20"/>
                <w:lang w:val="en-GB"/>
              </w:rPr>
              <w:t xml:space="preserve"> of patients recruited for the complete trial</w:t>
            </w:r>
          </w:p>
        </w:tc>
      </w:tr>
      <w:tr w:rsidR="003D5B3A" w:rsidRPr="0024585D" w:rsidTr="00756872">
        <w:trPr>
          <w:cantSplit/>
          <w:trHeight w:val="340"/>
        </w:trPr>
        <w:tc>
          <w:tcPr>
            <w:tcW w:w="362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943" w:type="dxa"/>
            <w:gridSpan w:val="2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277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3D5B3A" w:rsidRPr="0024585D" w:rsidTr="00756872">
        <w:trPr>
          <w:cantSplit/>
          <w:trHeight w:val="340"/>
        </w:trPr>
        <w:tc>
          <w:tcPr>
            <w:tcW w:w="362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943" w:type="dxa"/>
            <w:gridSpan w:val="2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277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3D5B3A" w:rsidRPr="005D71A2" w:rsidTr="00756872">
        <w:trPr>
          <w:cantSplit/>
          <w:trHeight w:val="340"/>
        </w:trPr>
        <w:tc>
          <w:tcPr>
            <w:tcW w:w="7270" w:type="dxa"/>
            <w:gridSpan w:val="4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b/>
                <w:sz w:val="20"/>
                <w:szCs w:val="20"/>
                <w:lang w:val="en-GB"/>
              </w:rPr>
            </w:pPr>
            <w:r w:rsidRPr="005D71A2">
              <w:rPr>
                <w:b/>
                <w:sz w:val="20"/>
                <w:szCs w:val="20"/>
                <w:lang w:val="en-GB"/>
              </w:rPr>
              <w:t>Total sum of recruited patients</w:t>
            </w:r>
          </w:p>
        </w:tc>
        <w:tc>
          <w:tcPr>
            <w:tcW w:w="2277" w:type="dxa"/>
            <w:vAlign w:val="center"/>
          </w:tcPr>
          <w:p w:rsidR="003D5B3A" w:rsidRPr="005D71A2" w:rsidRDefault="003D5B3A" w:rsidP="00986C44">
            <w:pPr>
              <w:spacing w:line="240" w:lineRule="auto"/>
              <w:rPr>
                <w:sz w:val="20"/>
                <w:szCs w:val="20"/>
                <w:lang w:val="en-GB"/>
              </w:rPr>
            </w:pPr>
            <w:r w:rsidRPr="005D71A2">
              <w:rPr>
                <w:sz w:val="20"/>
                <w:szCs w:val="20"/>
                <w:lang w:val="en-GB"/>
              </w:rPr>
              <w:t xml:space="preserve">Σ = </w:t>
            </w:r>
          </w:p>
        </w:tc>
      </w:tr>
    </w:tbl>
    <w:p w:rsidR="003D5B3A" w:rsidRDefault="003D5B3A" w:rsidP="00966C42">
      <w:pPr>
        <w:rPr>
          <w:lang w:val="en-GB"/>
        </w:rPr>
      </w:pPr>
    </w:p>
    <w:p w:rsidR="003D5B3A" w:rsidRPr="00362D45" w:rsidRDefault="003D5B3A" w:rsidP="005D71A2">
      <w:pPr>
        <w:pStyle w:val="berschrift1"/>
      </w:pPr>
      <w:r w:rsidRPr="0044023F">
        <w:t>Financing</w:t>
      </w:r>
    </w:p>
    <w:p w:rsidR="003D5B3A" w:rsidRPr="00F80B0C" w:rsidRDefault="003D5B3A" w:rsidP="005D71A2">
      <w:pPr>
        <w:pStyle w:val="berschrift2"/>
      </w:pPr>
      <w:r w:rsidRPr="00F80B0C">
        <w:t xml:space="preserve">Financial </w:t>
      </w:r>
      <w:proofErr w:type="spellStart"/>
      <w:r w:rsidRPr="00F80B0C">
        <w:t>summary</w:t>
      </w:r>
      <w:proofErr w:type="spellEnd"/>
    </w:p>
    <w:p w:rsidR="003D5B3A" w:rsidRPr="00F80B0C" w:rsidRDefault="003D5B3A" w:rsidP="00986C44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5B3A" w:rsidRPr="00966C42" w:rsidTr="001D427C">
        <w:trPr>
          <w:trHeight w:val="340"/>
        </w:trPr>
        <w:tc>
          <w:tcPr>
            <w:tcW w:w="4672" w:type="dxa"/>
            <w:shd w:val="clear" w:color="auto" w:fill="D9D9D9"/>
            <w:vAlign w:val="center"/>
          </w:tcPr>
          <w:p w:rsidR="003D5B3A" w:rsidRPr="00966C42" w:rsidRDefault="003D5B3A" w:rsidP="00966C42">
            <w:pPr>
              <w:spacing w:line="240" w:lineRule="auto"/>
              <w:rPr>
                <w:rFonts w:asciiTheme="minorHAnsi" w:hAnsiTheme="minorHAnsi"/>
                <w:b/>
                <w:lang w:val="en-GB"/>
              </w:rPr>
            </w:pPr>
            <w:r w:rsidRPr="00966C42">
              <w:rPr>
                <w:rFonts w:asciiTheme="minorHAnsi" w:hAnsiTheme="minorHAnsi"/>
                <w:b/>
                <w:lang w:val="en-GB"/>
              </w:rPr>
              <w:t xml:space="preserve">Item </w:t>
            </w:r>
          </w:p>
        </w:tc>
        <w:tc>
          <w:tcPr>
            <w:tcW w:w="4673" w:type="dxa"/>
            <w:shd w:val="clear" w:color="auto" w:fill="D9D9D9"/>
            <w:vAlign w:val="center"/>
          </w:tcPr>
          <w:p w:rsidR="003D5B3A" w:rsidRPr="00966C42" w:rsidRDefault="003D5B3A" w:rsidP="00966C42">
            <w:pPr>
              <w:spacing w:line="240" w:lineRule="auto"/>
              <w:rPr>
                <w:rFonts w:asciiTheme="minorHAnsi" w:hAnsiTheme="minorHAnsi"/>
                <w:b/>
                <w:lang w:val="en-GB"/>
              </w:rPr>
            </w:pPr>
            <w:r w:rsidRPr="00966C42">
              <w:rPr>
                <w:rFonts w:asciiTheme="minorHAnsi" w:hAnsiTheme="minorHAnsi"/>
                <w:b/>
                <w:lang w:val="en-GB"/>
              </w:rPr>
              <w:t>Total funding period (€)</w:t>
            </w:r>
          </w:p>
        </w:tc>
      </w:tr>
      <w:tr w:rsidR="003D5B3A" w:rsidRPr="0024585D" w:rsidTr="00756872">
        <w:tc>
          <w:tcPr>
            <w:tcW w:w="4672" w:type="dxa"/>
            <w:vAlign w:val="center"/>
          </w:tcPr>
          <w:p w:rsidR="003D5B3A" w:rsidRPr="00966C4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  <w:r w:rsidRPr="00966C42">
              <w:rPr>
                <w:rFonts w:asciiTheme="minorHAnsi" w:hAnsiTheme="minorHAnsi"/>
                <w:lang w:val="en-GB"/>
              </w:rPr>
              <w:t>Administrative/organisational trial management (incl. quality management, data management, travel costs, fees and insurance, etc.)</w:t>
            </w:r>
          </w:p>
        </w:tc>
        <w:tc>
          <w:tcPr>
            <w:tcW w:w="4673" w:type="dxa"/>
          </w:tcPr>
          <w:p w:rsidR="003D5B3A" w:rsidRPr="00756872" w:rsidRDefault="003D5B3A" w:rsidP="00756872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3D5B3A" w:rsidRPr="00966C42" w:rsidTr="001D427C">
        <w:trPr>
          <w:trHeight w:val="340"/>
        </w:trPr>
        <w:tc>
          <w:tcPr>
            <w:tcW w:w="4672" w:type="dxa"/>
            <w:vAlign w:val="center"/>
          </w:tcPr>
          <w:p w:rsidR="003D5B3A" w:rsidRPr="00966C4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  <w:r w:rsidRPr="00966C42">
              <w:rPr>
                <w:rFonts w:asciiTheme="minorHAnsi" w:hAnsiTheme="minorHAnsi"/>
                <w:lang w:val="en-GB"/>
              </w:rPr>
              <w:t>Case payments</w:t>
            </w:r>
          </w:p>
        </w:tc>
        <w:tc>
          <w:tcPr>
            <w:tcW w:w="4673" w:type="dxa"/>
            <w:vAlign w:val="center"/>
          </w:tcPr>
          <w:p w:rsidR="003D5B3A" w:rsidRPr="0075687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3D5B3A" w:rsidRPr="00966C42" w:rsidTr="001D427C">
        <w:trPr>
          <w:trHeight w:val="340"/>
        </w:trPr>
        <w:tc>
          <w:tcPr>
            <w:tcW w:w="4672" w:type="dxa"/>
            <w:vAlign w:val="center"/>
          </w:tcPr>
          <w:p w:rsidR="003D5B3A" w:rsidRPr="00966C4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  <w:r w:rsidRPr="00966C42">
              <w:rPr>
                <w:rFonts w:asciiTheme="minorHAnsi" w:hAnsiTheme="minorHAnsi"/>
                <w:lang w:val="en-GB"/>
              </w:rPr>
              <w:t>Materials (e.g. trial drug, etc.)</w:t>
            </w:r>
          </w:p>
        </w:tc>
        <w:tc>
          <w:tcPr>
            <w:tcW w:w="4673" w:type="dxa"/>
            <w:vAlign w:val="center"/>
          </w:tcPr>
          <w:p w:rsidR="003D5B3A" w:rsidRPr="0075687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3D5B3A" w:rsidRPr="00966C42" w:rsidTr="001D427C">
        <w:trPr>
          <w:trHeight w:val="340"/>
        </w:trPr>
        <w:tc>
          <w:tcPr>
            <w:tcW w:w="4672" w:type="dxa"/>
            <w:vAlign w:val="center"/>
          </w:tcPr>
          <w:p w:rsidR="003D5B3A" w:rsidRPr="00966C4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  <w:r w:rsidRPr="00966C42">
              <w:rPr>
                <w:rFonts w:asciiTheme="minorHAnsi" w:hAnsiTheme="minorHAnsi"/>
                <w:lang w:val="en-GB"/>
              </w:rPr>
              <w:t xml:space="preserve">Other: </w:t>
            </w:r>
            <w:r w:rsidRPr="00966C42">
              <w:rPr>
                <w:rFonts w:asciiTheme="minorHAnsi" w:hAnsiTheme="minorHAnsi"/>
                <w:i/>
                <w:lang w:val="en-GB"/>
              </w:rPr>
              <w:t>please specify</w:t>
            </w:r>
          </w:p>
        </w:tc>
        <w:tc>
          <w:tcPr>
            <w:tcW w:w="4673" w:type="dxa"/>
            <w:vAlign w:val="center"/>
          </w:tcPr>
          <w:p w:rsidR="003D5B3A" w:rsidRPr="00756872" w:rsidRDefault="003D5B3A" w:rsidP="00966C42">
            <w:pPr>
              <w:spacing w:line="240" w:lineRule="auto"/>
              <w:rPr>
                <w:rFonts w:asciiTheme="minorHAnsi" w:hAnsiTheme="minorHAnsi"/>
                <w:lang w:val="en-GB"/>
              </w:rPr>
            </w:pPr>
          </w:p>
        </w:tc>
      </w:tr>
      <w:tr w:rsidR="003D5B3A" w:rsidRPr="00966C42" w:rsidTr="001D427C">
        <w:trPr>
          <w:trHeight w:val="340"/>
        </w:trPr>
        <w:tc>
          <w:tcPr>
            <w:tcW w:w="4672" w:type="dxa"/>
            <w:vAlign w:val="center"/>
          </w:tcPr>
          <w:p w:rsidR="003D5B3A" w:rsidRPr="00966C42" w:rsidRDefault="00966C42" w:rsidP="00966C42">
            <w:pPr>
              <w:spacing w:line="240" w:lineRule="auto"/>
              <w:rPr>
                <w:rFonts w:asciiTheme="minorHAnsi" w:hAnsiTheme="minorHAnsi"/>
                <w:b/>
                <w:lang w:val="en-GB"/>
              </w:rPr>
            </w:pPr>
            <w:r w:rsidRPr="00966C42">
              <w:rPr>
                <w:rFonts w:asciiTheme="minorHAnsi" w:hAnsiTheme="minorHAnsi"/>
                <w:b/>
                <w:caps/>
                <w:lang w:val="en-GB"/>
              </w:rPr>
              <w:t>T</w:t>
            </w:r>
            <w:r w:rsidRPr="00966C42">
              <w:rPr>
                <w:rFonts w:asciiTheme="minorHAnsi" w:hAnsiTheme="minorHAnsi"/>
                <w:b/>
                <w:lang w:val="en-GB"/>
              </w:rPr>
              <w:t>otal</w:t>
            </w:r>
          </w:p>
        </w:tc>
        <w:tc>
          <w:tcPr>
            <w:tcW w:w="4673" w:type="dxa"/>
            <w:vAlign w:val="center"/>
          </w:tcPr>
          <w:p w:rsidR="003D5B3A" w:rsidRPr="005B52F9" w:rsidRDefault="003D5B3A" w:rsidP="00966C42">
            <w:pPr>
              <w:spacing w:line="240" w:lineRule="auto"/>
              <w:rPr>
                <w:rFonts w:asciiTheme="minorHAnsi" w:hAnsiTheme="minorHAnsi"/>
                <w:b/>
                <w:lang w:val="en-GB"/>
              </w:rPr>
            </w:pPr>
          </w:p>
        </w:tc>
      </w:tr>
    </w:tbl>
    <w:p w:rsidR="003D5B3A" w:rsidRPr="00A91661" w:rsidRDefault="003D5B3A" w:rsidP="00966C42">
      <w:pPr>
        <w:rPr>
          <w:lang w:val="en-US"/>
        </w:rPr>
      </w:pPr>
    </w:p>
    <w:p w:rsidR="003D5B3A" w:rsidRDefault="00477978" w:rsidP="00966C42">
      <w:pPr>
        <w:pStyle w:val="berschrift2"/>
      </w:pPr>
      <w:r>
        <w:t>O</w:t>
      </w:r>
      <w:r w:rsidR="00966C42">
        <w:t xml:space="preserve">utline </w:t>
      </w:r>
      <w:proofErr w:type="spellStart"/>
      <w:r w:rsidR="00966C42">
        <w:t>of</w:t>
      </w:r>
      <w:proofErr w:type="spellEnd"/>
      <w:r w:rsidR="00966C42">
        <w:t xml:space="preserve"> </w:t>
      </w:r>
      <w:proofErr w:type="spellStart"/>
      <w:r w:rsidR="00966C42">
        <w:t>cost</w:t>
      </w:r>
      <w:proofErr w:type="spellEnd"/>
      <w:r w:rsidR="00966C42">
        <w:t xml:space="preserve"> </w:t>
      </w:r>
      <w:proofErr w:type="spellStart"/>
      <w:r w:rsidR="00966C42">
        <w:t>coverage</w:t>
      </w:r>
      <w:proofErr w:type="spellEnd"/>
    </w:p>
    <w:sdt>
      <w:sdtPr>
        <w:rPr>
          <w:rStyle w:val="Formatvorlage1Zchn"/>
        </w:rPr>
        <w:id w:val="-622845678"/>
        <w:placeholder>
          <w:docPart w:val="F34A4687EF4443DEA9A5ED5B16EC3A50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966C42" w:rsidRPr="00630211" w:rsidRDefault="00966C42" w:rsidP="00966C42">
      <w:pPr>
        <w:rPr>
          <w:lang w:val="en-GB"/>
        </w:rPr>
      </w:pPr>
    </w:p>
    <w:p w:rsidR="00F84D6D" w:rsidRPr="00CF47EA" w:rsidRDefault="00966C42" w:rsidP="00966C42">
      <w:pPr>
        <w:pStyle w:val="berschrift2"/>
        <w:rPr>
          <w:lang w:val="en-GB"/>
        </w:rPr>
      </w:pPr>
      <w:r w:rsidRPr="00CF47EA">
        <w:rPr>
          <w:lang w:val="en-GB"/>
        </w:rPr>
        <w:t>Intellectual property status</w:t>
      </w:r>
    </w:p>
    <w:p w:rsidR="00CF47EA" w:rsidRPr="00DF2CAC" w:rsidRDefault="00CF47EA" w:rsidP="00063461">
      <w:pPr>
        <w:rPr>
          <w:rStyle w:val="Formatvorlage1Zchn"/>
          <w:lang w:val="en-GB"/>
        </w:rPr>
      </w:pPr>
      <w:r w:rsidRPr="00CC65DC">
        <w:rPr>
          <w:u w:val="single"/>
          <w:lang w:val="en-GB"/>
        </w:rPr>
        <w:t>For pharmacological interventions:</w:t>
      </w:r>
      <w:r>
        <w:rPr>
          <w:lang w:val="en-GB"/>
        </w:rPr>
        <w:t xml:space="preserve"> Trial drug is covered by intellectual property rights</w:t>
      </w:r>
      <w:r>
        <w:rPr>
          <w:lang w:val="en-GB"/>
        </w:rPr>
        <w:tab/>
      </w:r>
      <w:sdt>
        <w:sdtPr>
          <w:rPr>
            <w:rFonts w:ascii="MS Gothic" w:eastAsia="MS Gothic" w:hAnsi="MS Gothic" w:hint="eastAsia"/>
            <w:lang w:val="en-GB"/>
          </w:rPr>
          <w:id w:val="8181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lang w:val="en-GB"/>
        </w:rPr>
        <w:t xml:space="preserve"> no</w:t>
      </w:r>
      <w:r>
        <w:rPr>
          <w:lang w:val="en-GB"/>
        </w:rPr>
        <w:tab/>
      </w:r>
      <w:sdt>
        <w:sdtPr>
          <w:rPr>
            <w:rFonts w:ascii="MS Gothic" w:eastAsia="MS Gothic" w:hAnsi="MS Gothic" w:hint="eastAsia"/>
            <w:lang w:val="en-GB"/>
          </w:rPr>
          <w:id w:val="-204952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lang w:val="en-GB"/>
        </w:rPr>
        <w:t xml:space="preserve"> yes, until </w:t>
      </w:r>
      <w:sdt>
        <w:sdtPr>
          <w:rPr>
            <w:rStyle w:val="Formatvorlage1Zchn"/>
          </w:rPr>
          <w:id w:val="-217596129"/>
          <w:showingPlcHdr/>
          <w:text w:multiLine="1"/>
        </w:sdtPr>
        <w:sdtEndPr>
          <w:rPr>
            <w:rStyle w:val="Absatz-Standardschriftart"/>
            <w:rFonts w:eastAsiaTheme="majorEastAsia" w:cstheme="majorBidi"/>
            <w:color w:val="auto"/>
            <w:lang w:val="en-GB"/>
          </w:rPr>
        </w:sdtEndPr>
        <w:sdtContent>
          <w:r w:rsidRPr="00DF2CAC">
            <w:rPr>
              <w:rStyle w:val="Platzhaltertext"/>
              <w:lang w:val="en-GB"/>
            </w:rPr>
            <w:t>Please enter the date of expiry.</w:t>
          </w:r>
        </w:sdtContent>
      </w:sdt>
    </w:p>
    <w:p w:rsidR="00CF47EA" w:rsidRDefault="00CF47EA" w:rsidP="00CF47EA">
      <w:pPr>
        <w:tabs>
          <w:tab w:val="left" w:pos="6237"/>
          <w:tab w:val="left" w:pos="7088"/>
        </w:tabs>
        <w:spacing w:after="120" w:line="240" w:lineRule="auto"/>
        <w:rPr>
          <w:color w:val="000000" w:themeColor="text1"/>
          <w:lang w:val="en-GB"/>
        </w:rPr>
      </w:pPr>
      <w:r w:rsidRPr="00CC65DC">
        <w:rPr>
          <w:color w:val="000000" w:themeColor="text1"/>
          <w:u w:val="single"/>
          <w:lang w:val="en-GB"/>
        </w:rPr>
        <w:t>For interventions with medical devices:</w:t>
      </w:r>
      <w:r>
        <w:rPr>
          <w:color w:val="000000" w:themeColor="text1"/>
          <w:lang w:val="en-GB"/>
        </w:rPr>
        <w:t xml:space="preserve"> The device is CE-marked</w:t>
      </w:r>
      <w:r>
        <w:rPr>
          <w:color w:val="000000" w:themeColor="text1"/>
          <w:lang w:val="en-GB"/>
        </w:rPr>
        <w:tab/>
      </w:r>
      <w:sdt>
        <w:sdtPr>
          <w:rPr>
            <w:rFonts w:ascii="MS Gothic" w:eastAsia="MS Gothic" w:hAnsi="MS Gothic" w:hint="eastAsia"/>
            <w:color w:val="000000" w:themeColor="text1"/>
            <w:lang w:val="en-GB"/>
          </w:rPr>
          <w:id w:val="-945386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 w:themeColor="text1"/>
              <w:lang w:val="en-GB"/>
            </w:rPr>
            <w:t>☐</w:t>
          </w:r>
        </w:sdtContent>
      </w:sdt>
      <w:r>
        <w:rPr>
          <w:color w:val="000000" w:themeColor="text1"/>
          <w:lang w:val="en-GB"/>
        </w:rPr>
        <w:t xml:space="preserve"> no</w:t>
      </w:r>
      <w:r>
        <w:rPr>
          <w:color w:val="000000" w:themeColor="text1"/>
          <w:lang w:val="en-GB"/>
        </w:rPr>
        <w:tab/>
      </w:r>
      <w:sdt>
        <w:sdtPr>
          <w:rPr>
            <w:rFonts w:ascii="MS Gothic" w:eastAsia="MS Gothic" w:hAnsi="MS Gothic" w:hint="eastAsia"/>
            <w:color w:val="000000" w:themeColor="text1"/>
            <w:lang w:val="en-GB"/>
          </w:rPr>
          <w:id w:val="-926352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 w:themeColor="text1"/>
              <w:lang w:val="en-GB"/>
            </w:rPr>
            <w:t>☐</w:t>
          </w:r>
        </w:sdtContent>
      </w:sdt>
      <w:r>
        <w:rPr>
          <w:color w:val="000000" w:themeColor="text1"/>
          <w:lang w:val="en-GB"/>
        </w:rPr>
        <w:t xml:space="preserve"> yes</w:t>
      </w:r>
    </w:p>
    <w:p w:rsidR="00CF47EA" w:rsidRDefault="00CF47EA" w:rsidP="00CF47EA">
      <w:pPr>
        <w:tabs>
          <w:tab w:val="left" w:pos="6237"/>
          <w:tab w:val="left" w:pos="7088"/>
        </w:tabs>
        <w:spacing w:after="120" w:line="240" w:lineRule="auto"/>
        <w:rPr>
          <w:color w:val="000000" w:themeColor="text1"/>
          <w:lang w:val="en-GB"/>
        </w:rPr>
      </w:pPr>
    </w:p>
    <w:p w:rsidR="003D5B3A" w:rsidRDefault="003D5B3A" w:rsidP="00CF47EA">
      <w:pPr>
        <w:pStyle w:val="berschrift2"/>
      </w:pPr>
      <w:r w:rsidRPr="00F80B0C">
        <w:t xml:space="preserve">Commercial </w:t>
      </w:r>
      <w:proofErr w:type="spellStart"/>
      <w:r w:rsidRPr="00F80B0C">
        <w:t>interest</w:t>
      </w:r>
      <w:proofErr w:type="spellEnd"/>
    </w:p>
    <w:sdt>
      <w:sdtPr>
        <w:rPr>
          <w:rStyle w:val="Formatvorlage1Zchn"/>
        </w:rPr>
        <w:id w:val="1128975008"/>
        <w:placeholder>
          <w:docPart w:val="4549FEA101B847F5881E963998EA614B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CF47EA" w:rsidRPr="00630211" w:rsidRDefault="00CF47EA" w:rsidP="00CF47EA">
      <w:pPr>
        <w:rPr>
          <w:lang w:val="en-GB"/>
        </w:rPr>
      </w:pPr>
    </w:p>
    <w:p w:rsidR="003D5B3A" w:rsidRPr="00630211" w:rsidRDefault="00E81D39" w:rsidP="00CF47EA">
      <w:pPr>
        <w:pStyle w:val="berschrift1"/>
        <w:rPr>
          <w:lang w:val="en-GB"/>
        </w:rPr>
      </w:pPr>
      <w:r w:rsidRPr="00630211">
        <w:rPr>
          <w:lang w:val="en-GB"/>
        </w:rPr>
        <w:lastRenderedPageBreak/>
        <w:t>M</w:t>
      </w:r>
      <w:r w:rsidR="003D5B3A" w:rsidRPr="00630211">
        <w:rPr>
          <w:lang w:val="en-GB"/>
        </w:rPr>
        <w:t>atch of DZHK and trial aims</w:t>
      </w:r>
    </w:p>
    <w:p w:rsidR="003D5B3A" w:rsidRPr="00F80B0C" w:rsidRDefault="00E81D39" w:rsidP="00E81D39">
      <w:pPr>
        <w:pStyle w:val="berschrift2"/>
      </w:pPr>
      <w:proofErr w:type="spellStart"/>
      <w:r>
        <w:t>M</w:t>
      </w:r>
      <w:r w:rsidR="00CF47EA">
        <w:t>atching</w:t>
      </w:r>
      <w:proofErr w:type="spellEnd"/>
      <w:r w:rsidR="00CF47EA">
        <w:t xml:space="preserve"> </w:t>
      </w:r>
      <w:proofErr w:type="spellStart"/>
      <w:r w:rsidR="00CF47EA">
        <w:t>of</w:t>
      </w:r>
      <w:proofErr w:type="spellEnd"/>
      <w:r w:rsidR="00CF47EA">
        <w:t xml:space="preserve"> </w:t>
      </w:r>
      <w:proofErr w:type="spellStart"/>
      <w:r w:rsidR="00CF47EA">
        <w:t>scientific</w:t>
      </w:r>
      <w:proofErr w:type="spellEnd"/>
      <w:r w:rsidR="00CF47EA">
        <w:t xml:space="preserve"> </w:t>
      </w:r>
      <w:proofErr w:type="spellStart"/>
      <w:r w:rsidR="00CF47EA">
        <w:t>aims</w:t>
      </w:r>
      <w:proofErr w:type="spellEnd"/>
    </w:p>
    <w:sdt>
      <w:sdtPr>
        <w:rPr>
          <w:rStyle w:val="Formatvorlage1Zchn"/>
        </w:rPr>
        <w:id w:val="-1111349968"/>
        <w:placeholder>
          <w:docPart w:val="38723AE710B34F779F9C69A327F1D824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D63A91" w:rsidRDefault="00D63A91" w:rsidP="00CF47EA">
      <w:pPr>
        <w:rPr>
          <w:lang w:val="en-GB"/>
        </w:rPr>
      </w:pPr>
    </w:p>
    <w:p w:rsidR="00D63A91" w:rsidRPr="00D63A91" w:rsidRDefault="00D63A91" w:rsidP="00D63A91">
      <w:pPr>
        <w:pStyle w:val="berschrift2"/>
        <w:rPr>
          <w:lang w:val="en-GB"/>
        </w:rPr>
      </w:pPr>
      <w:r>
        <w:rPr>
          <w:lang w:val="en-GB"/>
        </w:rPr>
        <w:t>Advantages linked to the trials DZHK association for the DZHK</w:t>
      </w:r>
    </w:p>
    <w:sdt>
      <w:sdtPr>
        <w:rPr>
          <w:rStyle w:val="Formatvorlage1Zchn"/>
        </w:rPr>
        <w:id w:val="-1450397739"/>
        <w:placeholder>
          <w:docPart w:val="E1CC01820ABF47A89D813239A07C693D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CF47EA" w:rsidRPr="00CF47EA" w:rsidRDefault="00CF47EA" w:rsidP="00CF47EA">
      <w:pPr>
        <w:rPr>
          <w:lang w:val="en-GB"/>
        </w:rPr>
      </w:pPr>
    </w:p>
    <w:p w:rsidR="003D5B3A" w:rsidRDefault="003D5B3A" w:rsidP="00CF47EA">
      <w:pPr>
        <w:pStyle w:val="berschrift2"/>
        <w:rPr>
          <w:lang w:val="en-GB"/>
        </w:rPr>
      </w:pPr>
      <w:r w:rsidRPr="00CF47EA">
        <w:rPr>
          <w:lang w:val="en-GB"/>
        </w:rPr>
        <w:t>Expectations related t</w:t>
      </w:r>
      <w:r w:rsidR="00CF47EA" w:rsidRPr="00CF47EA">
        <w:rPr>
          <w:lang w:val="en-GB"/>
        </w:rPr>
        <w:t>o DZHK-association of the trial</w:t>
      </w:r>
    </w:p>
    <w:sdt>
      <w:sdtPr>
        <w:rPr>
          <w:rStyle w:val="Formatvorlage1Zchn"/>
        </w:rPr>
        <w:id w:val="-1936434193"/>
        <w:placeholder>
          <w:docPart w:val="F05DE7C909B946AD9D3F49F8540198FD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CF47EA" w:rsidRPr="00CF47EA" w:rsidRDefault="00CF47EA" w:rsidP="00CF47EA">
      <w:pPr>
        <w:rPr>
          <w:lang w:val="en-GB"/>
        </w:rPr>
      </w:pPr>
    </w:p>
    <w:p w:rsidR="003D5B3A" w:rsidRDefault="003D5B3A" w:rsidP="00F278BE">
      <w:pPr>
        <w:pStyle w:val="berschrift2"/>
        <w:rPr>
          <w:lang w:val="en-GB"/>
        </w:rPr>
      </w:pPr>
      <w:r w:rsidRPr="00CF47EA">
        <w:rPr>
          <w:lang w:val="en-GB"/>
        </w:rPr>
        <w:t>Suggestions for merging the trial into DZHK infrastructure</w:t>
      </w:r>
    </w:p>
    <w:sdt>
      <w:sdtPr>
        <w:rPr>
          <w:rStyle w:val="Formatvorlage1Zchn"/>
        </w:rPr>
        <w:id w:val="2004391993"/>
        <w:placeholder>
          <w:docPart w:val="C7CE95C476D6408AA8BFA29442E104F5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630211" w:rsidRPr="00630211" w:rsidRDefault="00630211" w:rsidP="00630211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CF47EA" w:rsidRPr="00CF47EA" w:rsidRDefault="00CF47EA" w:rsidP="00CF47EA">
      <w:pPr>
        <w:rPr>
          <w:lang w:val="en-GB"/>
        </w:rPr>
      </w:pPr>
    </w:p>
    <w:p w:rsidR="003D5B3A" w:rsidRDefault="003D5B3A" w:rsidP="00CF47EA">
      <w:pPr>
        <w:pStyle w:val="berschrift1"/>
        <w:rPr>
          <w:lang w:val="en-GB"/>
        </w:rPr>
      </w:pPr>
      <w:r w:rsidRPr="00CF47EA">
        <w:rPr>
          <w:lang w:val="en-GB"/>
        </w:rPr>
        <w:t>Bibliography</w:t>
      </w:r>
    </w:p>
    <w:sdt>
      <w:sdtPr>
        <w:rPr>
          <w:rStyle w:val="Formatvorlage1Zchn"/>
        </w:rPr>
        <w:id w:val="-1851097598"/>
        <w:placeholder>
          <w:docPart w:val="6A4957E3793F431886FC47A71F502A87"/>
        </w:placeholder>
        <w:showingPlcHdr/>
        <w:text w:multiLine="1"/>
      </w:sdtPr>
      <w:sdtEndPr>
        <w:rPr>
          <w:rStyle w:val="Absatz-Standardschriftart"/>
          <w:color w:val="auto"/>
          <w:lang w:val="en-GB"/>
        </w:rPr>
      </w:sdtEndPr>
      <w:sdtContent>
        <w:p w:rsidR="00EC7C0D" w:rsidRPr="00EC7C0D" w:rsidRDefault="00EC7C0D" w:rsidP="00EC7C0D">
          <w:pPr>
            <w:rPr>
              <w:rStyle w:val="Formatvorlage1Zchn"/>
              <w:lang w:val="en-GB"/>
            </w:rPr>
          </w:pPr>
          <w:r w:rsidRPr="00C33ACD">
            <w:rPr>
              <w:rStyle w:val="Platzhaltertext"/>
              <w:rFonts w:asciiTheme="minorHAnsi" w:hAnsiTheme="minorHAnsi"/>
              <w:lang w:val="en-US"/>
            </w:rPr>
            <w:t>Please enter the text here.</w:t>
          </w:r>
        </w:p>
      </w:sdtContent>
    </w:sdt>
    <w:p w:rsidR="00063461" w:rsidRPr="00063461" w:rsidRDefault="00063461" w:rsidP="00D63A91">
      <w:pPr>
        <w:rPr>
          <w:lang w:val="en-GB" w:eastAsia="de-DE"/>
        </w:rPr>
      </w:pPr>
    </w:p>
    <w:p w:rsidR="0024285C" w:rsidRPr="00CF47EA" w:rsidRDefault="00CF47EA" w:rsidP="00CF47EA">
      <w:pPr>
        <w:spacing w:after="0" w:line="240" w:lineRule="auto"/>
        <w:ind w:right="-1"/>
        <w:jc w:val="center"/>
        <w:rPr>
          <w:rFonts w:eastAsiaTheme="majorEastAsia" w:cstheme="majorBidi"/>
          <w:iCs/>
          <w:caps/>
          <w:color w:val="808080" w:themeColor="background1" w:themeShade="80"/>
          <w:lang w:val="en-GB"/>
        </w:rPr>
      </w:pPr>
      <w:r w:rsidRPr="002B0F28">
        <w:rPr>
          <w:rFonts w:eastAsiaTheme="majorEastAsia" w:cstheme="majorBidi"/>
          <w:iCs/>
          <w:caps/>
          <w:color w:val="808080" w:themeColor="background1" w:themeShade="80"/>
          <w:lang w:val="en-GB"/>
        </w:rPr>
        <w:t xml:space="preserve">- </w:t>
      </w:r>
      <w:r w:rsidR="0024285C" w:rsidRPr="00CF47EA">
        <w:rPr>
          <w:rFonts w:eastAsiaTheme="majorEastAsia" w:cstheme="majorBidi"/>
          <w:iCs/>
          <w:caps/>
          <w:color w:val="808080" w:themeColor="background1" w:themeShade="80"/>
          <w:lang w:val="en-GB"/>
        </w:rPr>
        <w:t>PLEASE DO NOT EXCEED A MAXIMUM OF 10 PAGES UP TO THIS POINT.</w:t>
      </w:r>
      <w:r w:rsidRPr="002B0F28">
        <w:rPr>
          <w:rFonts w:eastAsiaTheme="majorEastAsia" w:cstheme="majorBidi"/>
          <w:iCs/>
          <w:caps/>
          <w:color w:val="808080" w:themeColor="background1" w:themeShade="80"/>
          <w:lang w:val="en-GB"/>
        </w:rPr>
        <w:t xml:space="preserve"> -</w:t>
      </w:r>
    </w:p>
    <w:sectPr w:rsidR="0024285C" w:rsidRPr="00CF47EA" w:rsidSect="00BB6F3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92" w:right="1077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ABC" w:rsidRDefault="00030ABC" w:rsidP="00C909C5">
      <w:pPr>
        <w:spacing w:after="0" w:line="240" w:lineRule="auto"/>
      </w:pPr>
      <w:r>
        <w:separator/>
      </w:r>
    </w:p>
  </w:endnote>
  <w:endnote w:type="continuationSeparator" w:id="0">
    <w:p w:rsidR="00030ABC" w:rsidRDefault="00030ABC" w:rsidP="00C9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627855077"/>
      <w:docPartObj>
        <w:docPartGallery w:val="Page Numbers (Bottom of Page)"/>
        <w:docPartUnique/>
      </w:docPartObj>
    </w:sdtPr>
    <w:sdtEndPr/>
    <w:sdtContent>
      <w:p w:rsidR="00E56529" w:rsidRPr="00827596" w:rsidRDefault="00BF629C" w:rsidP="00827596">
        <w:pPr>
          <w:pStyle w:val="Fuzeile"/>
          <w:tabs>
            <w:tab w:val="clear" w:pos="9072"/>
            <w:tab w:val="right" w:pos="9356"/>
          </w:tabs>
          <w:rPr>
            <w:sz w:val="16"/>
            <w:szCs w:val="16"/>
            <w:lang w:val="en-CA"/>
          </w:rPr>
        </w:pPr>
        <w:r w:rsidRPr="00827596">
          <w:rPr>
            <w:sz w:val="16"/>
            <w:szCs w:val="16"/>
            <w:lang w:val="en-CA"/>
          </w:rPr>
          <w:t xml:space="preserve">Clinical Research | DZHK association | </w:t>
        </w:r>
        <w:r w:rsidR="00827596">
          <w:rPr>
            <w:sz w:val="16"/>
            <w:szCs w:val="16"/>
            <w:lang w:val="en-CA"/>
          </w:rPr>
          <w:t>A</w:t>
        </w:r>
        <w:r w:rsidRPr="00827596">
          <w:rPr>
            <w:sz w:val="16"/>
            <w:szCs w:val="16"/>
            <w:lang w:val="en-CA"/>
          </w:rPr>
          <w:t>pplication template |</w:t>
        </w:r>
        <w:r w:rsidR="00BD6A19" w:rsidRPr="00456021">
          <w:rPr>
            <w:sz w:val="16"/>
            <w:szCs w:val="16"/>
            <w:lang w:val="en-CA"/>
          </w:rPr>
          <w:t xml:space="preserve"> </w:t>
        </w:r>
        <w:r w:rsidR="00BD6A19" w:rsidRPr="0012267D">
          <w:rPr>
            <w:sz w:val="16"/>
            <w:szCs w:val="16"/>
            <w:lang w:val="en-CA"/>
          </w:rPr>
          <w:t>CR.</w:t>
        </w:r>
        <w:r w:rsidR="00BD6A19">
          <w:rPr>
            <w:sz w:val="16"/>
            <w:szCs w:val="16"/>
            <w:lang w:val="en-CA"/>
          </w:rPr>
          <w:t>2</w:t>
        </w:r>
        <w:r w:rsidR="00BD6A19" w:rsidRPr="0012267D">
          <w:rPr>
            <w:sz w:val="16"/>
            <w:szCs w:val="16"/>
            <w:lang w:val="en-CA"/>
          </w:rPr>
          <w:t>-</w:t>
        </w:r>
        <w:r w:rsidR="00BD6A19">
          <w:rPr>
            <w:sz w:val="16"/>
            <w:szCs w:val="16"/>
            <w:lang w:val="en-CA"/>
          </w:rPr>
          <w:t>D</w:t>
        </w:r>
        <w:r w:rsidR="00BD6A19" w:rsidRPr="0012267D">
          <w:rPr>
            <w:sz w:val="16"/>
            <w:szCs w:val="16"/>
            <w:lang w:val="en-CA"/>
          </w:rPr>
          <w:t xml:space="preserve"> |</w:t>
        </w:r>
        <w:r w:rsidRPr="00827596">
          <w:rPr>
            <w:sz w:val="16"/>
            <w:szCs w:val="16"/>
            <w:lang w:val="en-CA"/>
          </w:rPr>
          <w:t xml:space="preserve"> </w:t>
        </w:r>
        <w:r w:rsidR="007D154F">
          <w:rPr>
            <w:sz w:val="16"/>
            <w:szCs w:val="16"/>
            <w:lang w:val="en-CA"/>
          </w:rPr>
          <w:t>June</w:t>
        </w:r>
        <w:r w:rsidRPr="00827596">
          <w:rPr>
            <w:sz w:val="16"/>
            <w:szCs w:val="16"/>
            <w:lang w:val="en-CA"/>
          </w:rPr>
          <w:t xml:space="preserve"> 201</w:t>
        </w:r>
        <w:r w:rsidR="00827596">
          <w:rPr>
            <w:sz w:val="16"/>
            <w:szCs w:val="16"/>
            <w:lang w:val="en-CA"/>
          </w:rPr>
          <w:t>8</w:t>
        </w:r>
        <w:r w:rsidRPr="00827596">
          <w:rPr>
            <w:sz w:val="16"/>
            <w:szCs w:val="16"/>
            <w:lang w:val="en-CA"/>
          </w:rPr>
          <w:tab/>
        </w:r>
        <w:r w:rsidRPr="00827596">
          <w:rPr>
            <w:sz w:val="16"/>
            <w:szCs w:val="16"/>
            <w:lang w:val="en-CA"/>
          </w:rPr>
          <w:fldChar w:fldCharType="begin"/>
        </w:r>
        <w:r w:rsidRPr="00827596">
          <w:rPr>
            <w:sz w:val="16"/>
            <w:szCs w:val="16"/>
            <w:lang w:val="en-CA"/>
          </w:rPr>
          <w:instrText xml:space="preserve"> PAGE   \* MERGEFORMAT </w:instrText>
        </w:r>
        <w:r w:rsidRPr="00827596">
          <w:rPr>
            <w:sz w:val="16"/>
            <w:szCs w:val="16"/>
            <w:lang w:val="en-CA"/>
          </w:rPr>
          <w:fldChar w:fldCharType="separate"/>
        </w:r>
        <w:r w:rsidR="00C740A8">
          <w:rPr>
            <w:noProof/>
            <w:sz w:val="16"/>
            <w:szCs w:val="16"/>
            <w:lang w:val="en-CA"/>
          </w:rPr>
          <w:t>4</w:t>
        </w:r>
        <w:r w:rsidRPr="00827596">
          <w:rPr>
            <w:sz w:val="16"/>
            <w:szCs w:val="16"/>
            <w:lang w:val="en-CA"/>
          </w:rPr>
          <w:fldChar w:fldCharType="end"/>
        </w:r>
        <w:r w:rsidRPr="00827596">
          <w:rPr>
            <w:sz w:val="16"/>
            <w:szCs w:val="16"/>
            <w:lang w:val="en-CA"/>
          </w:rPr>
          <w:t>/</w:t>
        </w:r>
        <w:r w:rsidRPr="00827596">
          <w:rPr>
            <w:sz w:val="16"/>
            <w:szCs w:val="16"/>
            <w:lang w:val="en-CA"/>
          </w:rPr>
          <w:fldChar w:fldCharType="begin"/>
        </w:r>
        <w:r w:rsidRPr="00827596">
          <w:rPr>
            <w:sz w:val="16"/>
            <w:szCs w:val="16"/>
            <w:lang w:val="en-CA"/>
          </w:rPr>
          <w:instrText xml:space="preserve"> NUMPAGES   \* MERGEFORMAT </w:instrText>
        </w:r>
        <w:r w:rsidRPr="00827596">
          <w:rPr>
            <w:sz w:val="16"/>
            <w:szCs w:val="16"/>
            <w:lang w:val="en-CA"/>
          </w:rPr>
          <w:fldChar w:fldCharType="separate"/>
        </w:r>
        <w:r w:rsidR="00C740A8">
          <w:rPr>
            <w:noProof/>
            <w:sz w:val="16"/>
            <w:szCs w:val="16"/>
            <w:lang w:val="en-CA"/>
          </w:rPr>
          <w:t>6</w:t>
        </w:r>
        <w:r w:rsidRPr="00827596">
          <w:rPr>
            <w:sz w:val="16"/>
            <w:szCs w:val="16"/>
            <w:lang w:val="en-C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131735698"/>
      <w:docPartObj>
        <w:docPartGallery w:val="Page Numbers (Bottom of Page)"/>
        <w:docPartUnique/>
      </w:docPartObj>
    </w:sdtPr>
    <w:sdtEndPr/>
    <w:sdtContent>
      <w:p w:rsidR="00E56529" w:rsidRPr="005444AD" w:rsidRDefault="007D154F" w:rsidP="005444AD">
        <w:pPr>
          <w:pStyle w:val="Fuzeile"/>
          <w:tabs>
            <w:tab w:val="clear" w:pos="9072"/>
            <w:tab w:val="right" w:pos="9356"/>
          </w:tabs>
          <w:rPr>
            <w:sz w:val="16"/>
            <w:szCs w:val="16"/>
            <w:lang w:val="en-CA"/>
          </w:rPr>
        </w:pPr>
        <w:r w:rsidRPr="00827596">
          <w:rPr>
            <w:sz w:val="16"/>
            <w:szCs w:val="16"/>
            <w:lang w:val="en-CA"/>
          </w:rPr>
          <w:t xml:space="preserve">Clinical Research | DZHK association | </w:t>
        </w:r>
        <w:r>
          <w:rPr>
            <w:sz w:val="16"/>
            <w:szCs w:val="16"/>
            <w:lang w:val="en-CA"/>
          </w:rPr>
          <w:t>A</w:t>
        </w:r>
        <w:r w:rsidRPr="00827596">
          <w:rPr>
            <w:sz w:val="16"/>
            <w:szCs w:val="16"/>
            <w:lang w:val="en-CA"/>
          </w:rPr>
          <w:t>pplication template |</w:t>
        </w:r>
        <w:r w:rsidRPr="00456021">
          <w:rPr>
            <w:sz w:val="16"/>
            <w:szCs w:val="16"/>
            <w:lang w:val="en-CA"/>
          </w:rPr>
          <w:t xml:space="preserve"> </w:t>
        </w:r>
        <w:r w:rsidRPr="0012267D">
          <w:rPr>
            <w:sz w:val="16"/>
            <w:szCs w:val="16"/>
            <w:lang w:val="en-CA"/>
          </w:rPr>
          <w:t>CR.</w:t>
        </w:r>
        <w:r>
          <w:rPr>
            <w:sz w:val="16"/>
            <w:szCs w:val="16"/>
            <w:lang w:val="en-CA"/>
          </w:rPr>
          <w:t>2</w:t>
        </w:r>
        <w:r w:rsidRPr="0012267D">
          <w:rPr>
            <w:sz w:val="16"/>
            <w:szCs w:val="16"/>
            <w:lang w:val="en-CA"/>
          </w:rPr>
          <w:t>-</w:t>
        </w:r>
        <w:r>
          <w:rPr>
            <w:sz w:val="16"/>
            <w:szCs w:val="16"/>
            <w:lang w:val="en-CA"/>
          </w:rPr>
          <w:t>D</w:t>
        </w:r>
        <w:r w:rsidRPr="0012267D">
          <w:rPr>
            <w:sz w:val="16"/>
            <w:szCs w:val="16"/>
            <w:lang w:val="en-CA"/>
          </w:rPr>
          <w:t xml:space="preserve"> |</w:t>
        </w:r>
        <w:r w:rsidRPr="00827596">
          <w:rPr>
            <w:sz w:val="16"/>
            <w:szCs w:val="16"/>
            <w:lang w:val="en-CA"/>
          </w:rPr>
          <w:t xml:space="preserve"> </w:t>
        </w:r>
        <w:r>
          <w:rPr>
            <w:sz w:val="16"/>
            <w:szCs w:val="16"/>
            <w:lang w:val="en-CA"/>
          </w:rPr>
          <w:t>June</w:t>
        </w:r>
        <w:r w:rsidRPr="00827596">
          <w:rPr>
            <w:sz w:val="16"/>
            <w:szCs w:val="16"/>
            <w:lang w:val="en-CA"/>
          </w:rPr>
          <w:t xml:space="preserve"> 201</w:t>
        </w:r>
        <w:r>
          <w:rPr>
            <w:sz w:val="16"/>
            <w:szCs w:val="16"/>
            <w:lang w:val="en-CA"/>
          </w:rPr>
          <w:t>8</w:t>
        </w:r>
        <w:r w:rsidR="006E35EB" w:rsidRPr="005444AD">
          <w:rPr>
            <w:sz w:val="16"/>
            <w:szCs w:val="16"/>
            <w:lang w:val="en-CA"/>
          </w:rPr>
          <w:tab/>
        </w:r>
        <w:r w:rsidR="006E35EB" w:rsidRPr="005444AD">
          <w:rPr>
            <w:sz w:val="16"/>
            <w:szCs w:val="16"/>
            <w:lang w:val="en-CA"/>
          </w:rPr>
          <w:fldChar w:fldCharType="begin"/>
        </w:r>
        <w:r w:rsidR="006E35EB" w:rsidRPr="005444AD">
          <w:rPr>
            <w:sz w:val="16"/>
            <w:szCs w:val="16"/>
            <w:lang w:val="en-CA"/>
          </w:rPr>
          <w:instrText xml:space="preserve"> PAGE   \* MERGEFORMAT </w:instrText>
        </w:r>
        <w:r w:rsidR="006E35EB" w:rsidRPr="005444AD">
          <w:rPr>
            <w:sz w:val="16"/>
            <w:szCs w:val="16"/>
            <w:lang w:val="en-CA"/>
          </w:rPr>
          <w:fldChar w:fldCharType="separate"/>
        </w:r>
        <w:r w:rsidR="00C740A8">
          <w:rPr>
            <w:noProof/>
            <w:sz w:val="16"/>
            <w:szCs w:val="16"/>
            <w:lang w:val="en-CA"/>
          </w:rPr>
          <w:t>1</w:t>
        </w:r>
        <w:r w:rsidR="006E35EB" w:rsidRPr="005444AD">
          <w:rPr>
            <w:sz w:val="16"/>
            <w:szCs w:val="16"/>
            <w:lang w:val="en-CA"/>
          </w:rPr>
          <w:fldChar w:fldCharType="end"/>
        </w:r>
        <w:r w:rsidR="006E35EB" w:rsidRPr="005444AD">
          <w:rPr>
            <w:sz w:val="16"/>
            <w:szCs w:val="16"/>
            <w:lang w:val="en-CA"/>
          </w:rPr>
          <w:t>/</w:t>
        </w:r>
        <w:r w:rsidR="006E35EB" w:rsidRPr="005444AD">
          <w:rPr>
            <w:sz w:val="16"/>
            <w:szCs w:val="16"/>
            <w:lang w:val="en-CA"/>
          </w:rPr>
          <w:fldChar w:fldCharType="begin"/>
        </w:r>
        <w:r w:rsidR="006E35EB" w:rsidRPr="005444AD">
          <w:rPr>
            <w:sz w:val="16"/>
            <w:szCs w:val="16"/>
            <w:lang w:val="en-CA"/>
          </w:rPr>
          <w:instrText xml:space="preserve"> NUMPAGES   \* MERGEFORMAT </w:instrText>
        </w:r>
        <w:r w:rsidR="006E35EB" w:rsidRPr="005444AD">
          <w:rPr>
            <w:sz w:val="16"/>
            <w:szCs w:val="16"/>
            <w:lang w:val="en-CA"/>
          </w:rPr>
          <w:fldChar w:fldCharType="separate"/>
        </w:r>
        <w:r w:rsidR="00C740A8">
          <w:rPr>
            <w:noProof/>
            <w:sz w:val="16"/>
            <w:szCs w:val="16"/>
            <w:lang w:val="en-CA"/>
          </w:rPr>
          <w:t>6</w:t>
        </w:r>
        <w:r w:rsidR="006E35EB" w:rsidRPr="005444AD">
          <w:rPr>
            <w:sz w:val="16"/>
            <w:szCs w:val="16"/>
            <w:lang w:val="en-C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ABC" w:rsidRDefault="00030ABC" w:rsidP="00C909C5">
      <w:pPr>
        <w:spacing w:after="0" w:line="240" w:lineRule="auto"/>
      </w:pPr>
      <w:r>
        <w:separator/>
      </w:r>
    </w:p>
  </w:footnote>
  <w:footnote w:type="continuationSeparator" w:id="0">
    <w:p w:rsidR="00030ABC" w:rsidRDefault="00030ABC" w:rsidP="00C9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7AA" w:rsidRDefault="005927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0B51731C" wp14:editId="4EB9BA82">
          <wp:simplePos x="0" y="0"/>
          <wp:positionH relativeFrom="margin">
            <wp:posOffset>-163830</wp:posOffset>
          </wp:positionH>
          <wp:positionV relativeFrom="margin">
            <wp:posOffset>-975360</wp:posOffset>
          </wp:positionV>
          <wp:extent cx="2880360" cy="615315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RZ DZHK_Logo für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36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740" w:rsidRDefault="00835740" w:rsidP="00835740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918EDA9" wp14:editId="2C6241BD">
          <wp:simplePos x="0" y="0"/>
          <wp:positionH relativeFrom="margin">
            <wp:posOffset>-95250</wp:posOffset>
          </wp:positionH>
          <wp:positionV relativeFrom="margin">
            <wp:posOffset>-945515</wp:posOffset>
          </wp:positionV>
          <wp:extent cx="2880360" cy="615315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RZ DZHK_Logo für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36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0C91"/>
    <w:multiLevelType w:val="hybridMultilevel"/>
    <w:tmpl w:val="7C0EB4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A65B9"/>
    <w:multiLevelType w:val="hybridMultilevel"/>
    <w:tmpl w:val="48402BEA"/>
    <w:lvl w:ilvl="0" w:tplc="6D420A64">
      <w:start w:val="1"/>
      <w:numFmt w:val="decimal"/>
      <w:pStyle w:val="2berschrift"/>
      <w:lvlText w:val="2.%1"/>
      <w:lvlJc w:val="left"/>
      <w:pPr>
        <w:ind w:left="720" w:hanging="360"/>
      </w:pPr>
      <w:rPr>
        <w:rFonts w:ascii="Calibri" w:hAnsi="Calibri" w:hint="default"/>
        <w:b/>
        <w:i w:val="0"/>
        <w:color w:val="B00032" w:themeColor="accent1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pStyle w:val="2berschrift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6BDF"/>
    <w:multiLevelType w:val="hybridMultilevel"/>
    <w:tmpl w:val="D2489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C4625"/>
    <w:multiLevelType w:val="hybridMultilevel"/>
    <w:tmpl w:val="1FC4194A"/>
    <w:lvl w:ilvl="0" w:tplc="98928C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E79B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B6690A"/>
    <w:multiLevelType w:val="hybridMultilevel"/>
    <w:tmpl w:val="F54A99D0"/>
    <w:lvl w:ilvl="0" w:tplc="368264AE">
      <w:start w:val="1"/>
      <w:numFmt w:val="decimal"/>
      <w:pStyle w:val="6berschift"/>
      <w:lvlText w:val="6.%1"/>
      <w:lvlJc w:val="left"/>
      <w:pPr>
        <w:ind w:left="360" w:hanging="36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B00032" w:themeColor="accent1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pStyle w:val="6berschift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B77CB1"/>
    <w:multiLevelType w:val="hybridMultilevel"/>
    <w:tmpl w:val="AEB4D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43D23"/>
    <w:multiLevelType w:val="hybridMultilevel"/>
    <w:tmpl w:val="5704C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1569F"/>
    <w:multiLevelType w:val="multilevel"/>
    <w:tmpl w:val="9E0837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A214E6D"/>
    <w:multiLevelType w:val="multilevel"/>
    <w:tmpl w:val="9E0837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1C97DDD"/>
    <w:multiLevelType w:val="multilevel"/>
    <w:tmpl w:val="88C6B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A0F6AD8"/>
    <w:multiLevelType w:val="multilevel"/>
    <w:tmpl w:val="8C18D62A"/>
    <w:styleLink w:val="Nutzungsordnung"/>
    <w:lvl w:ilvl="0">
      <w:start w:val="1"/>
      <w:numFmt w:val="upperRoman"/>
      <w:lvlText w:val="%1."/>
      <w:lvlJc w:val="left"/>
      <w:pPr>
        <w:ind w:left="357" w:hanging="357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§ %2"/>
      <w:lvlJc w:val="left"/>
      <w:pPr>
        <w:ind w:left="454" w:hanging="454"/>
      </w:pPr>
      <w:rPr>
        <w:rFonts w:ascii="Calibri" w:hAnsi="Calibri" w:hint="default"/>
        <w:sz w:val="22"/>
      </w:rPr>
    </w:lvl>
    <w:lvl w:ilvl="2">
      <w:start w:val="1"/>
      <w:numFmt w:val="decimal"/>
      <w:lvlText w:val="(%3)"/>
      <w:lvlJc w:val="left"/>
      <w:pPr>
        <w:ind w:left="454" w:hanging="454"/>
      </w:pPr>
      <w:rPr>
        <w:rFonts w:ascii="Calibri" w:hAnsi="Calibri" w:hint="default"/>
        <w:sz w:val="22"/>
      </w:rPr>
    </w:lvl>
    <w:lvl w:ilvl="3">
      <w:start w:val="1"/>
      <w:numFmt w:val="decimal"/>
      <w:lvlText w:val="(%4)"/>
      <w:lvlJc w:val="left"/>
      <w:pPr>
        <w:tabs>
          <w:tab w:val="num" w:pos="357"/>
        </w:tabs>
        <w:ind w:left="0" w:firstLine="0"/>
      </w:pPr>
      <w:rPr>
        <w:rFonts w:ascii="Calibri" w:hAnsi="Calibri" w:hint="default"/>
        <w:sz w:val="22"/>
      </w:rPr>
    </w:lvl>
    <w:lvl w:ilvl="4">
      <w:start w:val="1"/>
      <w:numFmt w:val="lowerLetter"/>
      <w:lvlText w:val="(%5)"/>
      <w:lvlJc w:val="left"/>
      <w:pPr>
        <w:ind w:left="709" w:hanging="3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2" w15:restartNumberingAfterBreak="0">
    <w:nsid w:val="4C9360D0"/>
    <w:multiLevelType w:val="hybridMultilevel"/>
    <w:tmpl w:val="A84E3804"/>
    <w:lvl w:ilvl="0" w:tplc="6A8E3BAC">
      <w:start w:val="1"/>
      <w:numFmt w:val="decimal"/>
      <w:pStyle w:val="7berschift"/>
      <w:lvlText w:val="7.%1"/>
      <w:lvlJc w:val="left"/>
      <w:pPr>
        <w:ind w:left="720" w:hanging="360"/>
      </w:pPr>
      <w:rPr>
        <w:rFonts w:ascii="Calibri" w:hAnsi="Calibri" w:hint="default"/>
        <w:b/>
        <w:i w:val="0"/>
        <w:color w:val="B00032" w:themeColor="accent1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pStyle w:val="7berschift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36358"/>
    <w:multiLevelType w:val="hybridMultilevel"/>
    <w:tmpl w:val="758A95B6"/>
    <w:lvl w:ilvl="0" w:tplc="F5AC76F2">
      <w:start w:val="1"/>
      <w:numFmt w:val="decimal"/>
      <w:lvlText w:val="3.%1"/>
      <w:lvlJc w:val="left"/>
      <w:pPr>
        <w:ind w:left="720" w:hanging="360"/>
      </w:pPr>
      <w:rPr>
        <w:rFonts w:ascii="Calibri" w:hAnsi="Calibri" w:hint="default"/>
        <w:b/>
        <w:i w:val="0"/>
        <w:color w:val="B00032" w:themeColor="accent1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31235"/>
    <w:multiLevelType w:val="hybridMultilevel"/>
    <w:tmpl w:val="68167A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681"/>
    <w:multiLevelType w:val="multilevel"/>
    <w:tmpl w:val="0B68D5AE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DD160E5"/>
    <w:multiLevelType w:val="multilevel"/>
    <w:tmpl w:val="7BCE0252"/>
    <w:lvl w:ilvl="0">
      <w:start w:val="1"/>
      <w:numFmt w:val="decimal"/>
      <w:pStyle w:val="1berschrift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B00032" w:themeColor="accent1"/>
        <w:spacing w:val="0"/>
        <w:kern w:val="0"/>
        <w:position w:val="0"/>
        <w:sz w:val="26"/>
        <w:szCs w:val="28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1berschrift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4457E5C"/>
    <w:multiLevelType w:val="hybridMultilevel"/>
    <w:tmpl w:val="B4C2FF30"/>
    <w:lvl w:ilvl="0" w:tplc="74066868">
      <w:start w:val="1"/>
      <w:numFmt w:val="decimal"/>
      <w:pStyle w:val="21berschrift"/>
      <w:lvlText w:val="1.%1"/>
      <w:lvlJc w:val="left"/>
      <w:pPr>
        <w:ind w:left="644" w:hanging="360"/>
      </w:pPr>
      <w:rPr>
        <w:rFonts w:ascii="Calibri" w:hAnsi="Calibri" w:hint="default"/>
        <w:b/>
        <w:i w:val="0"/>
        <w:color w:val="B00032" w:themeColor="accent1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CB006E"/>
    <w:multiLevelType w:val="hybridMultilevel"/>
    <w:tmpl w:val="07F48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F5CBA"/>
    <w:multiLevelType w:val="hybridMultilevel"/>
    <w:tmpl w:val="0DC206EE"/>
    <w:lvl w:ilvl="0" w:tplc="D006F106">
      <w:start w:val="1"/>
      <w:numFmt w:val="decimal"/>
      <w:pStyle w:val="3berschift"/>
      <w:lvlText w:val="3.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B00032" w:themeColor="accent1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pStyle w:val="3berschift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A68D1"/>
    <w:multiLevelType w:val="hybridMultilevel"/>
    <w:tmpl w:val="CC38F5B4"/>
    <w:lvl w:ilvl="0" w:tplc="0407000F">
      <w:start w:val="1"/>
      <w:numFmt w:val="decimal"/>
      <w:lvlText w:val="%1."/>
      <w:lvlJc w:val="left"/>
      <w:pPr>
        <w:ind w:left="533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57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64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71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78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85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93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100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10740" w:hanging="180"/>
      </w:pPr>
      <w:rPr>
        <w:rFonts w:cs="Times New Roman"/>
      </w:rPr>
    </w:lvl>
  </w:abstractNum>
  <w:abstractNum w:abstractNumId="21" w15:restartNumberingAfterBreak="0">
    <w:nsid w:val="7AA15330"/>
    <w:multiLevelType w:val="hybridMultilevel"/>
    <w:tmpl w:val="219E1412"/>
    <w:lvl w:ilvl="0" w:tplc="3C9C7BBA">
      <w:start w:val="1"/>
      <w:numFmt w:val="decimal"/>
      <w:lvlText w:val="8.%1"/>
      <w:lvlJc w:val="left"/>
      <w:pPr>
        <w:ind w:left="720" w:hanging="360"/>
      </w:pPr>
      <w:rPr>
        <w:rFonts w:ascii="Calibri" w:hAnsi="Calibri" w:hint="default"/>
        <w:b/>
        <w:i w:val="0"/>
        <w:color w:val="B00032" w:themeColor="accent1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5"/>
  </w:num>
  <w:num w:numId="11">
    <w:abstractNumId w:val="14"/>
  </w:num>
  <w:num w:numId="12">
    <w:abstractNumId w:val="2"/>
  </w:num>
  <w:num w:numId="13">
    <w:abstractNumId w:val="5"/>
  </w:num>
  <w:num w:numId="14">
    <w:abstractNumId w:val="16"/>
  </w:num>
  <w:num w:numId="15">
    <w:abstractNumId w:val="3"/>
  </w:num>
  <w:num w:numId="16">
    <w:abstractNumId w:val="17"/>
  </w:num>
  <w:num w:numId="17">
    <w:abstractNumId w:val="17"/>
    <w:lvlOverride w:ilvl="0">
      <w:startOverride w:val="1"/>
    </w:lvlOverride>
  </w:num>
  <w:num w:numId="18">
    <w:abstractNumId w:val="1"/>
  </w:num>
  <w:num w:numId="19">
    <w:abstractNumId w:val="19"/>
  </w:num>
  <w:num w:numId="20">
    <w:abstractNumId w:val="12"/>
  </w:num>
  <w:num w:numId="21">
    <w:abstractNumId w:val="21"/>
  </w:num>
  <w:num w:numId="22">
    <w:abstractNumId w:val="13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8"/>
  </w:num>
  <w:num w:numId="27">
    <w:abstractNumId w:val="4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9C9"/>
    <w:rsid w:val="00006E66"/>
    <w:rsid w:val="000176C3"/>
    <w:rsid w:val="00030ABC"/>
    <w:rsid w:val="00057083"/>
    <w:rsid w:val="00057EA4"/>
    <w:rsid w:val="00063461"/>
    <w:rsid w:val="000725E0"/>
    <w:rsid w:val="000725FC"/>
    <w:rsid w:val="0009284A"/>
    <w:rsid w:val="000C51AB"/>
    <w:rsid w:val="000C6941"/>
    <w:rsid w:val="000D51BA"/>
    <w:rsid w:val="000E0C64"/>
    <w:rsid w:val="000E34F5"/>
    <w:rsid w:val="000E6612"/>
    <w:rsid w:val="000E716E"/>
    <w:rsid w:val="000F0BF2"/>
    <w:rsid w:val="000F5BE8"/>
    <w:rsid w:val="0010593E"/>
    <w:rsid w:val="0010624F"/>
    <w:rsid w:val="00106DD4"/>
    <w:rsid w:val="00111C62"/>
    <w:rsid w:val="001128C7"/>
    <w:rsid w:val="00123D4A"/>
    <w:rsid w:val="00133349"/>
    <w:rsid w:val="00146BA2"/>
    <w:rsid w:val="001557E2"/>
    <w:rsid w:val="00155883"/>
    <w:rsid w:val="00172689"/>
    <w:rsid w:val="001755AB"/>
    <w:rsid w:val="0018718F"/>
    <w:rsid w:val="00191ABF"/>
    <w:rsid w:val="00196E19"/>
    <w:rsid w:val="001B6B75"/>
    <w:rsid w:val="001C4FE2"/>
    <w:rsid w:val="001C60CA"/>
    <w:rsid w:val="001C71F3"/>
    <w:rsid w:val="001D427C"/>
    <w:rsid w:val="001E6D97"/>
    <w:rsid w:val="0021562E"/>
    <w:rsid w:val="00227927"/>
    <w:rsid w:val="00231448"/>
    <w:rsid w:val="00241589"/>
    <w:rsid w:val="002421FA"/>
    <w:rsid w:val="0024285C"/>
    <w:rsid w:val="0024585D"/>
    <w:rsid w:val="00245DD3"/>
    <w:rsid w:val="00263D4C"/>
    <w:rsid w:val="0028178D"/>
    <w:rsid w:val="002D0092"/>
    <w:rsid w:val="002D1998"/>
    <w:rsid w:val="002D2F2C"/>
    <w:rsid w:val="002D41B3"/>
    <w:rsid w:val="002E2CCE"/>
    <w:rsid w:val="002F07C4"/>
    <w:rsid w:val="00301F87"/>
    <w:rsid w:val="00303214"/>
    <w:rsid w:val="0031458A"/>
    <w:rsid w:val="0031618E"/>
    <w:rsid w:val="00316B63"/>
    <w:rsid w:val="003213B1"/>
    <w:rsid w:val="00322E24"/>
    <w:rsid w:val="00326EF0"/>
    <w:rsid w:val="00327712"/>
    <w:rsid w:val="003326ED"/>
    <w:rsid w:val="0033430E"/>
    <w:rsid w:val="003525DE"/>
    <w:rsid w:val="00362D45"/>
    <w:rsid w:val="0036714F"/>
    <w:rsid w:val="00390EA7"/>
    <w:rsid w:val="003A04A7"/>
    <w:rsid w:val="003D5B3A"/>
    <w:rsid w:val="003E063D"/>
    <w:rsid w:val="00423BDA"/>
    <w:rsid w:val="0042626B"/>
    <w:rsid w:val="0044023F"/>
    <w:rsid w:val="00462794"/>
    <w:rsid w:val="00463E4E"/>
    <w:rsid w:val="004741FD"/>
    <w:rsid w:val="00476D8C"/>
    <w:rsid w:val="00477978"/>
    <w:rsid w:val="00494863"/>
    <w:rsid w:val="004955EB"/>
    <w:rsid w:val="004B46AC"/>
    <w:rsid w:val="004D7A13"/>
    <w:rsid w:val="004F4398"/>
    <w:rsid w:val="00504B7E"/>
    <w:rsid w:val="00507CCF"/>
    <w:rsid w:val="00513F5E"/>
    <w:rsid w:val="00517B02"/>
    <w:rsid w:val="00535B2F"/>
    <w:rsid w:val="005444AD"/>
    <w:rsid w:val="00550668"/>
    <w:rsid w:val="0057339F"/>
    <w:rsid w:val="005927AA"/>
    <w:rsid w:val="005A2A71"/>
    <w:rsid w:val="005B3F79"/>
    <w:rsid w:val="005B52F9"/>
    <w:rsid w:val="005D2227"/>
    <w:rsid w:val="005D71A2"/>
    <w:rsid w:val="005E3CF8"/>
    <w:rsid w:val="005E4FAC"/>
    <w:rsid w:val="005F3077"/>
    <w:rsid w:val="00605520"/>
    <w:rsid w:val="0061733A"/>
    <w:rsid w:val="00630211"/>
    <w:rsid w:val="00646726"/>
    <w:rsid w:val="006538CD"/>
    <w:rsid w:val="00677A67"/>
    <w:rsid w:val="00682E8A"/>
    <w:rsid w:val="0068736C"/>
    <w:rsid w:val="0069040A"/>
    <w:rsid w:val="006A1945"/>
    <w:rsid w:val="006A64A2"/>
    <w:rsid w:val="006B62B7"/>
    <w:rsid w:val="006E35EB"/>
    <w:rsid w:val="00700289"/>
    <w:rsid w:val="007130E5"/>
    <w:rsid w:val="007242FF"/>
    <w:rsid w:val="0073742B"/>
    <w:rsid w:val="0074659E"/>
    <w:rsid w:val="00756872"/>
    <w:rsid w:val="007618EB"/>
    <w:rsid w:val="00772CF5"/>
    <w:rsid w:val="0077609E"/>
    <w:rsid w:val="0077751A"/>
    <w:rsid w:val="00784C04"/>
    <w:rsid w:val="007A6873"/>
    <w:rsid w:val="007B4CE1"/>
    <w:rsid w:val="007B4D09"/>
    <w:rsid w:val="007B6AD4"/>
    <w:rsid w:val="007D154F"/>
    <w:rsid w:val="007D69C9"/>
    <w:rsid w:val="007E42E8"/>
    <w:rsid w:val="0082397F"/>
    <w:rsid w:val="00827596"/>
    <w:rsid w:val="00827659"/>
    <w:rsid w:val="00834DFB"/>
    <w:rsid w:val="00835740"/>
    <w:rsid w:val="00835853"/>
    <w:rsid w:val="0085368D"/>
    <w:rsid w:val="008C7A7E"/>
    <w:rsid w:val="008D07B0"/>
    <w:rsid w:val="008D4A27"/>
    <w:rsid w:val="008F5E73"/>
    <w:rsid w:val="00947399"/>
    <w:rsid w:val="009504E1"/>
    <w:rsid w:val="00952DEB"/>
    <w:rsid w:val="00953074"/>
    <w:rsid w:val="00961ED4"/>
    <w:rsid w:val="0096438B"/>
    <w:rsid w:val="00964B1F"/>
    <w:rsid w:val="00966474"/>
    <w:rsid w:val="00966C42"/>
    <w:rsid w:val="0097556C"/>
    <w:rsid w:val="00986C44"/>
    <w:rsid w:val="009C6CFF"/>
    <w:rsid w:val="009E1E0A"/>
    <w:rsid w:val="00A159AA"/>
    <w:rsid w:val="00A425E9"/>
    <w:rsid w:val="00A442BC"/>
    <w:rsid w:val="00A77BBA"/>
    <w:rsid w:val="00A91661"/>
    <w:rsid w:val="00A977D0"/>
    <w:rsid w:val="00AB3A10"/>
    <w:rsid w:val="00AB555B"/>
    <w:rsid w:val="00AB5E99"/>
    <w:rsid w:val="00AB6E4D"/>
    <w:rsid w:val="00AD0394"/>
    <w:rsid w:val="00B05BC5"/>
    <w:rsid w:val="00B06175"/>
    <w:rsid w:val="00B11EEF"/>
    <w:rsid w:val="00B213DB"/>
    <w:rsid w:val="00B22610"/>
    <w:rsid w:val="00B26B0C"/>
    <w:rsid w:val="00B73DD8"/>
    <w:rsid w:val="00B8472D"/>
    <w:rsid w:val="00B86E1F"/>
    <w:rsid w:val="00B94CA9"/>
    <w:rsid w:val="00B97C1E"/>
    <w:rsid w:val="00BA3BF6"/>
    <w:rsid w:val="00BB6F3B"/>
    <w:rsid w:val="00BB7AE4"/>
    <w:rsid w:val="00BC1C57"/>
    <w:rsid w:val="00BD6A19"/>
    <w:rsid w:val="00BE1820"/>
    <w:rsid w:val="00BF629C"/>
    <w:rsid w:val="00C21BFF"/>
    <w:rsid w:val="00C46B6A"/>
    <w:rsid w:val="00C56B7C"/>
    <w:rsid w:val="00C64E34"/>
    <w:rsid w:val="00C67F00"/>
    <w:rsid w:val="00C72923"/>
    <w:rsid w:val="00C740A8"/>
    <w:rsid w:val="00C80E39"/>
    <w:rsid w:val="00C8591D"/>
    <w:rsid w:val="00C909C5"/>
    <w:rsid w:val="00C93507"/>
    <w:rsid w:val="00CA5505"/>
    <w:rsid w:val="00CB478C"/>
    <w:rsid w:val="00CB6654"/>
    <w:rsid w:val="00CC0A8C"/>
    <w:rsid w:val="00CE0F72"/>
    <w:rsid w:val="00CF421D"/>
    <w:rsid w:val="00CF47EA"/>
    <w:rsid w:val="00D03510"/>
    <w:rsid w:val="00D064F0"/>
    <w:rsid w:val="00D25CC2"/>
    <w:rsid w:val="00D37095"/>
    <w:rsid w:val="00D43D42"/>
    <w:rsid w:val="00D63A91"/>
    <w:rsid w:val="00D6557E"/>
    <w:rsid w:val="00D7314E"/>
    <w:rsid w:val="00D76C5F"/>
    <w:rsid w:val="00D81E07"/>
    <w:rsid w:val="00D84ADF"/>
    <w:rsid w:val="00D90A06"/>
    <w:rsid w:val="00DB376A"/>
    <w:rsid w:val="00DC67FB"/>
    <w:rsid w:val="00DD088F"/>
    <w:rsid w:val="00DF4E5A"/>
    <w:rsid w:val="00E05F65"/>
    <w:rsid w:val="00E07452"/>
    <w:rsid w:val="00E158C5"/>
    <w:rsid w:val="00E2027D"/>
    <w:rsid w:val="00E322EE"/>
    <w:rsid w:val="00E45E60"/>
    <w:rsid w:val="00E474ED"/>
    <w:rsid w:val="00E56529"/>
    <w:rsid w:val="00E62CE2"/>
    <w:rsid w:val="00E715D6"/>
    <w:rsid w:val="00E81D39"/>
    <w:rsid w:val="00E90D14"/>
    <w:rsid w:val="00E96FDF"/>
    <w:rsid w:val="00EA5D77"/>
    <w:rsid w:val="00EC4ED0"/>
    <w:rsid w:val="00EC7C0D"/>
    <w:rsid w:val="00EE0DE1"/>
    <w:rsid w:val="00F07F38"/>
    <w:rsid w:val="00F1516B"/>
    <w:rsid w:val="00F278BE"/>
    <w:rsid w:val="00F344EB"/>
    <w:rsid w:val="00F4776B"/>
    <w:rsid w:val="00F521B9"/>
    <w:rsid w:val="00F53943"/>
    <w:rsid w:val="00F62443"/>
    <w:rsid w:val="00F671C1"/>
    <w:rsid w:val="00F710C1"/>
    <w:rsid w:val="00F80B0C"/>
    <w:rsid w:val="00F84D6D"/>
    <w:rsid w:val="00F91E28"/>
    <w:rsid w:val="00FC3FBC"/>
    <w:rsid w:val="00FC602D"/>
    <w:rsid w:val="00FC6B6F"/>
    <w:rsid w:val="00FE27D2"/>
    <w:rsid w:val="00FF03D9"/>
    <w:rsid w:val="00FF4410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056D37F7-9F1A-4E9B-B0CC-CA01C75C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C42"/>
    <w:pPr>
      <w:spacing w:after="6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63A91"/>
    <w:pPr>
      <w:keepNext/>
      <w:numPr>
        <w:numId w:val="10"/>
      </w:numPr>
      <w:spacing w:before="240"/>
      <w:outlineLvl w:val="0"/>
    </w:pPr>
    <w:rPr>
      <w:rFonts w:eastAsia="Times New Roman"/>
      <w:b/>
      <w:color w:val="B00032"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qFormat/>
    <w:locked/>
    <w:rsid w:val="00D63A91"/>
    <w:pPr>
      <w:widowControl w:val="0"/>
      <w:numPr>
        <w:ilvl w:val="1"/>
        <w:numId w:val="10"/>
      </w:numPr>
      <w:spacing w:before="120"/>
      <w:outlineLvl w:val="1"/>
    </w:pPr>
    <w:rPr>
      <w:b/>
      <w:color w:val="B00032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locked/>
    <w:rsid w:val="007D69C9"/>
    <w:pPr>
      <w:keepNext/>
      <w:numPr>
        <w:ilvl w:val="2"/>
        <w:numId w:val="10"/>
      </w:numPr>
      <w:tabs>
        <w:tab w:val="left" w:pos="567"/>
      </w:tabs>
      <w:overflowPunct w:val="0"/>
      <w:autoSpaceDE w:val="0"/>
      <w:autoSpaceDN w:val="0"/>
      <w:adjustRightInd w:val="0"/>
      <w:spacing w:before="240" w:after="240" w:line="240" w:lineRule="auto"/>
      <w:textAlignment w:val="baseline"/>
      <w:outlineLvl w:val="2"/>
    </w:pPr>
    <w:rPr>
      <w:rFonts w:ascii="Times New Roman" w:eastAsia="Times New Roman" w:hAnsi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locked/>
    <w:rsid w:val="007D69C9"/>
    <w:pPr>
      <w:keepNext/>
      <w:numPr>
        <w:ilvl w:val="3"/>
        <w:numId w:val="10"/>
      </w:numPr>
      <w:tabs>
        <w:tab w:val="left" w:pos="720"/>
      </w:tabs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locked/>
    <w:rsid w:val="007D69C9"/>
    <w:pPr>
      <w:keepNext/>
      <w:numPr>
        <w:ilvl w:val="4"/>
        <w:numId w:val="10"/>
      </w:numPr>
      <w:spacing w:after="0" w:line="240" w:lineRule="auto"/>
      <w:outlineLvl w:val="4"/>
    </w:pPr>
    <w:rPr>
      <w:rFonts w:ascii="Arial" w:eastAsia="Times New Roman" w:hAnsi="Arial"/>
      <w:b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locked/>
    <w:rsid w:val="007D69C9"/>
    <w:pPr>
      <w:keepNext/>
      <w:numPr>
        <w:ilvl w:val="5"/>
        <w:numId w:val="10"/>
      </w:numPr>
      <w:spacing w:after="0" w:line="240" w:lineRule="auto"/>
      <w:jc w:val="both"/>
      <w:outlineLvl w:val="5"/>
    </w:pPr>
    <w:rPr>
      <w:rFonts w:ascii="Arial" w:eastAsia="Times New Roman" w:hAnsi="Arial"/>
      <w:b/>
      <w:sz w:val="40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locked/>
    <w:rsid w:val="007D69C9"/>
    <w:pPr>
      <w:keepNext/>
      <w:numPr>
        <w:ilvl w:val="6"/>
        <w:numId w:val="10"/>
      </w:numPr>
      <w:spacing w:after="0" w:line="240" w:lineRule="auto"/>
      <w:jc w:val="both"/>
      <w:outlineLvl w:val="6"/>
    </w:pPr>
    <w:rPr>
      <w:rFonts w:ascii="Arial" w:eastAsia="Times New Roman" w:hAnsi="Arial"/>
      <w:b/>
      <w:sz w:val="24"/>
      <w:szCs w:val="20"/>
      <w:lang w:eastAsia="de-DE"/>
    </w:rPr>
  </w:style>
  <w:style w:type="paragraph" w:styleId="berschrift8">
    <w:name w:val="heading 8"/>
    <w:aliases w:val="3Überschrift"/>
    <w:basedOn w:val="berschrift3"/>
    <w:next w:val="berschrift3"/>
    <w:link w:val="berschrift8Zchn"/>
    <w:uiPriority w:val="9"/>
    <w:qFormat/>
    <w:locked/>
    <w:rsid w:val="00A91661"/>
    <w:pPr>
      <w:numPr>
        <w:ilvl w:val="7"/>
      </w:numPr>
      <w:spacing w:after="0"/>
      <w:outlineLvl w:val="7"/>
    </w:pPr>
    <w:rPr>
      <w:rFonts w:ascii="Calibri" w:hAnsi="Calibri" w:cs="Arial"/>
      <w:b/>
      <w:bCs/>
      <w:color w:val="B00032" w:themeColor="accent1"/>
    </w:rPr>
  </w:style>
  <w:style w:type="paragraph" w:styleId="berschrift9">
    <w:name w:val="heading 9"/>
    <w:basedOn w:val="Standard"/>
    <w:next w:val="Standard"/>
    <w:link w:val="berschrift9Zchn"/>
    <w:uiPriority w:val="9"/>
    <w:qFormat/>
    <w:locked/>
    <w:rsid w:val="007D69C9"/>
    <w:pPr>
      <w:keepNext/>
      <w:numPr>
        <w:ilvl w:val="8"/>
        <w:numId w:val="10"/>
      </w:numPr>
      <w:spacing w:after="0" w:line="240" w:lineRule="auto"/>
      <w:outlineLvl w:val="8"/>
    </w:pPr>
    <w:rPr>
      <w:rFonts w:ascii="Arial" w:eastAsia="Times New Roman" w:hAnsi="Arial"/>
      <w:sz w:val="2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835853"/>
    <w:rPr>
      <w:rFonts w:eastAsia="Times New Roman"/>
      <w:b/>
      <w:color w:val="B00032"/>
      <w:sz w:val="24"/>
      <w:szCs w:val="20"/>
    </w:rPr>
  </w:style>
  <w:style w:type="paragraph" w:styleId="Kopfzeile">
    <w:name w:val="header"/>
    <w:basedOn w:val="Standard"/>
    <w:link w:val="KopfzeileZchn"/>
    <w:uiPriority w:val="99"/>
    <w:rsid w:val="00C9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909C5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9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909C5"/>
    <w:rPr>
      <w:rFonts w:cs="Times New Roman"/>
    </w:rPr>
  </w:style>
  <w:style w:type="paragraph" w:styleId="Listenabsatz">
    <w:name w:val="List Paragraph"/>
    <w:basedOn w:val="Standard"/>
    <w:link w:val="ListenabsatzZchn"/>
    <w:uiPriority w:val="99"/>
    <w:qFormat/>
    <w:rsid w:val="00057083"/>
    <w:pPr>
      <w:ind w:left="720"/>
      <w:contextualSpacing/>
    </w:pPr>
  </w:style>
  <w:style w:type="paragraph" w:styleId="Titel">
    <w:name w:val="Title"/>
    <w:basedOn w:val="Standard"/>
    <w:link w:val="TitelZchn"/>
    <w:uiPriority w:val="99"/>
    <w:qFormat/>
    <w:rsid w:val="00507CC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507CCF"/>
    <w:rPr>
      <w:rFonts w:ascii="Times New Roman" w:hAnsi="Times New Roman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24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4937"/>
    <w:rPr>
      <w:rFonts w:ascii="Times New Roman" w:hAnsi="Times New Roman"/>
      <w:sz w:val="0"/>
      <w:szCs w:val="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7760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3326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3berschift">
    <w:name w:val="3 Überschift"/>
    <w:basedOn w:val="berschrift3"/>
    <w:next w:val="Standard"/>
    <w:link w:val="3berschiftZchn"/>
    <w:qFormat/>
    <w:rsid w:val="00E2027D"/>
    <w:pPr>
      <w:numPr>
        <w:numId w:val="19"/>
      </w:numPr>
      <w:tabs>
        <w:tab w:val="left" w:pos="1855"/>
      </w:tabs>
      <w:spacing w:after="0"/>
      <w:ind w:left="357" w:hanging="357"/>
    </w:pPr>
    <w:rPr>
      <w:rFonts w:asciiTheme="minorHAnsi" w:hAnsiTheme="minorHAnsi" w:cstheme="minorHAnsi"/>
      <w:b/>
      <w:color w:val="B00032"/>
      <w:szCs w:val="40"/>
      <w:lang w:val="en-GB"/>
    </w:rPr>
  </w:style>
  <w:style w:type="paragraph" w:customStyle="1" w:styleId="2berschrift">
    <w:name w:val="2 Überschrift"/>
    <w:basedOn w:val="3berschift"/>
    <w:link w:val="2berschriftZchn"/>
    <w:qFormat/>
    <w:rsid w:val="00BE1820"/>
    <w:pPr>
      <w:numPr>
        <w:numId w:val="18"/>
      </w:numPr>
      <w:spacing w:before="0"/>
      <w:ind w:left="360"/>
    </w:pPr>
    <w:rPr>
      <w:szCs w:val="22"/>
    </w:rPr>
  </w:style>
  <w:style w:type="character" w:customStyle="1" w:styleId="3berschiftZchn">
    <w:name w:val="3 Überschift Zchn"/>
    <w:basedOn w:val="Absatz-Standardschriftart"/>
    <w:link w:val="3berschift"/>
    <w:rsid w:val="00E2027D"/>
    <w:rPr>
      <w:rFonts w:asciiTheme="minorHAnsi" w:eastAsia="Times New Roman" w:hAnsiTheme="minorHAnsi" w:cstheme="minorHAnsi"/>
      <w:b/>
      <w:color w:val="B00032"/>
      <w:sz w:val="24"/>
      <w:szCs w:val="40"/>
      <w:lang w:val="en-GB"/>
    </w:rPr>
  </w:style>
  <w:style w:type="character" w:customStyle="1" w:styleId="2berschriftZchn">
    <w:name w:val="2 Überschrift Zchn"/>
    <w:basedOn w:val="3berschiftZchn"/>
    <w:link w:val="2berschrift"/>
    <w:rsid w:val="00BE1820"/>
    <w:rPr>
      <w:rFonts w:asciiTheme="minorHAnsi" w:eastAsia="Times New Roman" w:hAnsiTheme="minorHAnsi" w:cstheme="minorHAnsi"/>
      <w:b/>
      <w:color w:val="B00032"/>
      <w:sz w:val="24"/>
      <w:szCs w:val="40"/>
      <w:lang w:val="en-GB"/>
    </w:rPr>
  </w:style>
  <w:style w:type="numbering" w:customStyle="1" w:styleId="Nutzungsordnung">
    <w:name w:val="Nutzungsordnung"/>
    <w:uiPriority w:val="99"/>
    <w:rsid w:val="00DB376A"/>
    <w:pPr>
      <w:numPr>
        <w:numId w:val="6"/>
      </w:numPr>
    </w:pPr>
  </w:style>
  <w:style w:type="character" w:styleId="Hyperlink">
    <w:name w:val="Hyperlink"/>
    <w:basedOn w:val="Absatz-Standardschriftart"/>
    <w:uiPriority w:val="99"/>
    <w:rsid w:val="007D69C9"/>
    <w:rPr>
      <w:rFonts w:cs="Times New Roman"/>
      <w:color w:val="0000FF"/>
      <w:u w:val="single"/>
    </w:rPr>
  </w:style>
  <w:style w:type="paragraph" w:styleId="Textkrper2">
    <w:name w:val="Body Text 2"/>
    <w:basedOn w:val="Standard"/>
    <w:link w:val="Textkrper2Zchn"/>
    <w:uiPriority w:val="99"/>
    <w:rsid w:val="007D69C9"/>
    <w:pPr>
      <w:spacing w:after="120" w:line="240" w:lineRule="auto"/>
      <w:jc w:val="both"/>
    </w:pPr>
    <w:rPr>
      <w:rFonts w:ascii="Arial" w:eastAsia="Times New Roman" w:hAnsi="Arial"/>
      <w:color w:val="000000"/>
      <w:szCs w:val="20"/>
      <w:u w:val="single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7D69C9"/>
    <w:rPr>
      <w:rFonts w:ascii="Arial" w:eastAsia="Times New Roman" w:hAnsi="Arial"/>
      <w:color w:val="000000"/>
      <w:szCs w:val="20"/>
      <w:u w:val="singl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D69C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D69C9"/>
    <w:rPr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3A91"/>
    <w:rPr>
      <w:b/>
      <w:color w:val="B00032"/>
      <w:szCs w:val="2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69C9"/>
    <w:rPr>
      <w:rFonts w:ascii="Times New Roman" w:eastAsia="Times New Roman" w:hAnsi="Times New Roman"/>
      <w:sz w:val="24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D69C9"/>
    <w:rPr>
      <w:rFonts w:ascii="Times New Roman" w:eastAsia="Times New Roman" w:hAnsi="Times New Roman"/>
      <w:b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D69C9"/>
    <w:rPr>
      <w:rFonts w:ascii="Arial" w:eastAsia="Times New Roman" w:hAnsi="Arial"/>
      <w:b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7D69C9"/>
    <w:rPr>
      <w:rFonts w:ascii="Arial" w:eastAsia="Times New Roman" w:hAnsi="Arial"/>
      <w:b/>
      <w:sz w:val="4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7D69C9"/>
    <w:rPr>
      <w:rFonts w:ascii="Arial" w:eastAsia="Times New Roman" w:hAnsi="Arial"/>
      <w:b/>
      <w:sz w:val="24"/>
      <w:szCs w:val="20"/>
    </w:rPr>
  </w:style>
  <w:style w:type="character" w:customStyle="1" w:styleId="berschrift8Zchn">
    <w:name w:val="Überschrift 8 Zchn"/>
    <w:aliases w:val="3Überschrift Zchn"/>
    <w:basedOn w:val="Absatz-Standardschriftart"/>
    <w:link w:val="berschrift8"/>
    <w:uiPriority w:val="9"/>
    <w:rsid w:val="00A91661"/>
    <w:rPr>
      <w:rFonts w:eastAsia="Times New Roman" w:cs="Arial"/>
      <w:b/>
      <w:bCs/>
      <w:color w:val="B00032" w:themeColor="accent1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7D69C9"/>
    <w:rPr>
      <w:rFonts w:ascii="Arial" w:eastAsia="Times New Roman" w:hAnsi="Arial"/>
      <w:sz w:val="28"/>
      <w:szCs w:val="20"/>
    </w:rPr>
  </w:style>
  <w:style w:type="paragraph" w:customStyle="1" w:styleId="2Txt">
    <w:name w:val="2. Ü Txt"/>
    <w:basedOn w:val="Standard"/>
    <w:autoRedefine/>
    <w:rsid w:val="007D69C9"/>
  </w:style>
  <w:style w:type="paragraph" w:customStyle="1" w:styleId="Autor">
    <w:name w:val="Autor"/>
    <w:basedOn w:val="Standard"/>
    <w:rsid w:val="007D69C9"/>
    <w:pPr>
      <w:spacing w:after="0" w:line="240" w:lineRule="auto"/>
      <w:jc w:val="both"/>
    </w:pPr>
    <w:rPr>
      <w:rFonts w:ascii="Minion" w:eastAsia="Times New Roman" w:hAnsi="Minion"/>
      <w:szCs w:val="20"/>
      <w:lang w:val="en-GB" w:eastAsia="de-DE"/>
    </w:rPr>
  </w:style>
  <w:style w:type="character" w:styleId="Funotenzeichen">
    <w:name w:val="footnote reference"/>
    <w:basedOn w:val="Absatz-Standardschriftart"/>
    <w:uiPriority w:val="99"/>
    <w:semiHidden/>
    <w:rsid w:val="007D69C9"/>
    <w:rPr>
      <w:rFonts w:cs="Times New Roman"/>
      <w:vertAlign w:val="superscript"/>
    </w:rPr>
  </w:style>
  <w:style w:type="paragraph" w:customStyle="1" w:styleId="2E">
    <w:name w:val="#Ü2E"/>
    <w:basedOn w:val="Standard"/>
    <w:autoRedefine/>
    <w:rsid w:val="007D69C9"/>
  </w:style>
  <w:style w:type="paragraph" w:customStyle="1" w:styleId="berschriftb">
    <w:name w:val="Überschrift b"/>
    <w:basedOn w:val="Standard"/>
    <w:link w:val="berschriftbZchn"/>
    <w:rsid w:val="007D69C9"/>
    <w:pPr>
      <w:spacing w:after="0" w:line="240" w:lineRule="auto"/>
    </w:pPr>
    <w:rPr>
      <w:rFonts w:ascii="Arial" w:eastAsia="Times New Roman" w:hAnsi="Arial" w:cs="Arial"/>
      <w:b/>
      <w:szCs w:val="20"/>
      <w:lang w:eastAsia="de-DE"/>
    </w:rPr>
  </w:style>
  <w:style w:type="paragraph" w:customStyle="1" w:styleId="3ebenetxt">
    <w:name w:val="3ebenetxt"/>
    <w:basedOn w:val="Standard"/>
    <w:rsid w:val="007D69C9"/>
    <w:pPr>
      <w:spacing w:after="0" w:line="240" w:lineRule="auto"/>
      <w:ind w:left="900"/>
      <w:jc w:val="both"/>
    </w:pPr>
    <w:rPr>
      <w:rFonts w:ascii="Arial" w:eastAsia="Times New Roman" w:hAnsi="Arial" w:cs="Arial"/>
      <w:i/>
      <w:iCs/>
      <w:color w:val="000000"/>
      <w:sz w:val="20"/>
      <w:szCs w:val="20"/>
      <w:lang w:eastAsia="de-DE"/>
    </w:rPr>
  </w:style>
  <w:style w:type="paragraph" w:customStyle="1" w:styleId="2txt0">
    <w:name w:val="2txt"/>
    <w:basedOn w:val="Standard"/>
    <w:rsid w:val="007D69C9"/>
    <w:pPr>
      <w:overflowPunct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color w:val="000000"/>
      <w:lang w:eastAsia="de-DE"/>
    </w:rPr>
  </w:style>
  <w:style w:type="paragraph" w:customStyle="1" w:styleId="3emitunterstr">
    <w:name w:val="3emitunterstr"/>
    <w:basedOn w:val="Standard"/>
    <w:rsid w:val="007D69C9"/>
    <w:pPr>
      <w:overflowPunct w:val="0"/>
      <w:autoSpaceDE w:val="0"/>
      <w:autoSpaceDN w:val="0"/>
      <w:spacing w:before="120" w:after="0" w:line="240" w:lineRule="auto"/>
      <w:ind w:left="720" w:hanging="720"/>
      <w:jc w:val="both"/>
    </w:pPr>
    <w:rPr>
      <w:rFonts w:ascii="Arial" w:eastAsia="Times New Roman" w:hAnsi="Arial" w:cs="Arial"/>
      <w:color w:val="000000"/>
      <w:u w:val="single"/>
      <w:lang w:eastAsia="de-DE"/>
    </w:rPr>
  </w:style>
  <w:style w:type="paragraph" w:customStyle="1" w:styleId="Formatvorlage3">
    <w:name w:val="Formatvorlage3"/>
    <w:basedOn w:val="Funotentext"/>
    <w:autoRedefine/>
    <w:rsid w:val="00D76C5F"/>
    <w:pPr>
      <w:tabs>
        <w:tab w:val="left" w:pos="-2880"/>
        <w:tab w:val="left" w:pos="180"/>
      </w:tabs>
      <w:ind w:left="180" w:hanging="180"/>
      <w:jc w:val="both"/>
    </w:pPr>
    <w:rPr>
      <w:rFonts w:asciiTheme="minorHAnsi" w:eastAsia="Arial Unicode MS" w:hAnsiTheme="minorHAnsi" w:cs="Arial"/>
      <w:sz w:val="18"/>
      <w:lang w:val="en-GB" w:eastAsia="de-DE"/>
    </w:rPr>
  </w:style>
  <w:style w:type="paragraph" w:customStyle="1" w:styleId="Title1">
    <w:name w:val="Title1"/>
    <w:basedOn w:val="Standard"/>
    <w:autoRedefine/>
    <w:rsid w:val="007D69C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20" w:after="120" w:line="240" w:lineRule="auto"/>
    </w:pPr>
    <w:rPr>
      <w:rFonts w:ascii="Arial" w:eastAsia="Times New Roman" w:hAnsi="Arial"/>
      <w:b/>
      <w:sz w:val="28"/>
      <w:szCs w:val="24"/>
      <w:lang w:val="en-GB" w:eastAsia="de-DE"/>
    </w:rPr>
  </w:style>
  <w:style w:type="paragraph" w:customStyle="1" w:styleId="Tabelle10">
    <w:name w:val="Tabelle 10"/>
    <w:rsid w:val="008D4A27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/>
    </w:pPr>
    <w:rPr>
      <w:rFonts w:eastAsia="Times New Roman"/>
      <w:bCs/>
      <w:color w:val="000000"/>
      <w:szCs w:val="20"/>
      <w:lang w:val="en-US"/>
    </w:rPr>
  </w:style>
  <w:style w:type="table" w:styleId="Tabellenraster">
    <w:name w:val="Table Grid"/>
    <w:basedOn w:val="NormaleTabelle"/>
    <w:uiPriority w:val="39"/>
    <w:locked/>
    <w:rsid w:val="007D69C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D69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D69C9"/>
    <w:rPr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7D69C9"/>
    <w:rPr>
      <w:color w:val="F79646" w:themeColor="followedHyperlink"/>
      <w:u w:val="single"/>
    </w:rPr>
  </w:style>
  <w:style w:type="paragraph" w:customStyle="1" w:styleId="6berschift">
    <w:name w:val="6 Überschift"/>
    <w:basedOn w:val="2berschrift"/>
    <w:link w:val="6berschiftZchn"/>
    <w:qFormat/>
    <w:rsid w:val="0024285C"/>
    <w:pPr>
      <w:numPr>
        <w:numId w:val="13"/>
      </w:numPr>
    </w:pPr>
  </w:style>
  <w:style w:type="paragraph" w:customStyle="1" w:styleId="7berschift">
    <w:name w:val="7 Überschift"/>
    <w:basedOn w:val="2berschrift"/>
    <w:link w:val="7berschiftZchn"/>
    <w:qFormat/>
    <w:rsid w:val="00477978"/>
    <w:pPr>
      <w:numPr>
        <w:numId w:val="20"/>
      </w:numPr>
      <w:tabs>
        <w:tab w:val="left" w:pos="720"/>
      </w:tabs>
      <w:spacing w:before="240"/>
      <w:ind w:left="360"/>
    </w:pPr>
  </w:style>
  <w:style w:type="character" w:customStyle="1" w:styleId="ListenabsatzZchn">
    <w:name w:val="Listenabsatz Zchn"/>
    <w:basedOn w:val="Absatz-Standardschriftart"/>
    <w:link w:val="Listenabsatz"/>
    <w:uiPriority w:val="99"/>
    <w:rsid w:val="00EA5D77"/>
    <w:rPr>
      <w:lang w:eastAsia="en-US"/>
    </w:rPr>
  </w:style>
  <w:style w:type="character" w:customStyle="1" w:styleId="6berschiftZchn">
    <w:name w:val="6 Überschift Zchn"/>
    <w:basedOn w:val="ListenabsatzZchn"/>
    <w:link w:val="6berschift"/>
    <w:rsid w:val="0024285C"/>
    <w:rPr>
      <w:rFonts w:asciiTheme="minorHAnsi" w:eastAsia="Times New Roman" w:hAnsiTheme="minorHAnsi" w:cstheme="minorHAnsi"/>
      <w:b/>
      <w:color w:val="B00032"/>
      <w:sz w:val="24"/>
      <w:lang w:val="en-GB" w:eastAsia="en-US"/>
    </w:rPr>
  </w:style>
  <w:style w:type="character" w:customStyle="1" w:styleId="berschriftbZchn">
    <w:name w:val="Überschrift b Zchn"/>
    <w:basedOn w:val="Absatz-Standardschriftart"/>
    <w:link w:val="berschriftb"/>
    <w:rsid w:val="00FF6E6C"/>
    <w:rPr>
      <w:rFonts w:ascii="Arial" w:eastAsia="Times New Roman" w:hAnsi="Arial" w:cs="Arial"/>
      <w:b/>
      <w:szCs w:val="20"/>
    </w:rPr>
  </w:style>
  <w:style w:type="character" w:customStyle="1" w:styleId="7berschiftZchn">
    <w:name w:val="7 Überschift Zchn"/>
    <w:basedOn w:val="berschriftbZchn"/>
    <w:link w:val="7berschift"/>
    <w:rsid w:val="00477978"/>
    <w:rPr>
      <w:rFonts w:asciiTheme="minorHAnsi" w:eastAsia="Times New Roman" w:hAnsiTheme="minorHAnsi" w:cstheme="minorHAnsi"/>
      <w:b/>
      <w:color w:val="B00032"/>
      <w:sz w:val="24"/>
      <w:szCs w:val="20"/>
      <w:lang w:val="en-GB" w:eastAsia="en-US"/>
    </w:rPr>
  </w:style>
  <w:style w:type="paragraph" w:customStyle="1" w:styleId="1berschrift">
    <w:name w:val="1.Überschrift"/>
    <w:basedOn w:val="2berschrift"/>
    <w:link w:val="1berschriftZchn"/>
    <w:qFormat/>
    <w:rsid w:val="00517B02"/>
    <w:pPr>
      <w:numPr>
        <w:numId w:val="14"/>
      </w:numPr>
    </w:pPr>
    <w:rPr>
      <w:rFonts w:ascii="Calibri" w:hAnsi="Calibri"/>
      <w:sz w:val="26"/>
      <w:szCs w:val="28"/>
    </w:rPr>
  </w:style>
  <w:style w:type="character" w:customStyle="1" w:styleId="1berschriftZchn">
    <w:name w:val="1.Überschrift Zchn"/>
    <w:basedOn w:val="2berschriftZchn"/>
    <w:link w:val="1berschrift"/>
    <w:rsid w:val="00517B02"/>
    <w:rPr>
      <w:rFonts w:asciiTheme="minorHAnsi" w:eastAsia="Times New Roman" w:hAnsiTheme="minorHAnsi" w:cstheme="minorHAnsi"/>
      <w:b/>
      <w:color w:val="B00032"/>
      <w:sz w:val="26"/>
      <w:szCs w:val="28"/>
      <w:lang w:val="en-GB"/>
    </w:rPr>
  </w:style>
  <w:style w:type="paragraph" w:customStyle="1" w:styleId="21berschrift">
    <w:name w:val="2.1.Überschrift"/>
    <w:basedOn w:val="Standard"/>
    <w:link w:val="21berschriftZchn"/>
    <w:qFormat/>
    <w:rsid w:val="00263D4C"/>
    <w:pPr>
      <w:numPr>
        <w:numId w:val="16"/>
      </w:numPr>
      <w:tabs>
        <w:tab w:val="left" w:pos="720"/>
      </w:tabs>
      <w:spacing w:before="240" w:after="0" w:line="240" w:lineRule="auto"/>
      <w:ind w:left="360"/>
    </w:pPr>
    <w:rPr>
      <w:rFonts w:eastAsia="Times New Roman" w:cs="Arial"/>
      <w:b/>
      <w:color w:val="B00032" w:themeColor="accent1"/>
      <w:sz w:val="24"/>
      <w:szCs w:val="26"/>
      <w:lang w:val="en-GB" w:eastAsia="de-DE"/>
    </w:rPr>
  </w:style>
  <w:style w:type="character" w:customStyle="1" w:styleId="21berschriftZchn">
    <w:name w:val="2.1.Überschrift Zchn"/>
    <w:basedOn w:val="Absatz-Standardschriftart"/>
    <w:link w:val="21berschrift"/>
    <w:rsid w:val="00263D4C"/>
    <w:rPr>
      <w:rFonts w:eastAsia="Times New Roman" w:cs="Arial"/>
      <w:b/>
      <w:color w:val="B00032" w:themeColor="accent1"/>
      <w:sz w:val="24"/>
      <w:szCs w:val="26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6B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46BA2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6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6BA2"/>
    <w:rPr>
      <w:b/>
      <w:bCs/>
      <w:sz w:val="20"/>
      <w:szCs w:val="20"/>
      <w:lang w:eastAsia="en-US"/>
    </w:rPr>
  </w:style>
  <w:style w:type="character" w:styleId="Fett">
    <w:name w:val="Strong"/>
    <w:basedOn w:val="Absatz-Standardschriftart"/>
    <w:qFormat/>
    <w:locked/>
    <w:rsid w:val="00477978"/>
    <w:rPr>
      <w:b/>
      <w:bCs/>
    </w:rPr>
  </w:style>
  <w:style w:type="paragraph" w:customStyle="1" w:styleId="Formatvorlage1">
    <w:name w:val="Formatvorlage1"/>
    <w:basedOn w:val="Standard"/>
    <w:next w:val="Standard"/>
    <w:link w:val="Formatvorlage1Zchn"/>
    <w:rsid w:val="00513F5E"/>
    <w:rPr>
      <w:color w:val="000000" w:themeColor="text1"/>
    </w:rPr>
  </w:style>
  <w:style w:type="character" w:customStyle="1" w:styleId="Formatvorlage1Zchn">
    <w:name w:val="Formatvorlage1 Zchn"/>
    <w:basedOn w:val="Absatz-Standardschriftart"/>
    <w:link w:val="Formatvorlage1"/>
    <w:rsid w:val="00513F5E"/>
    <w:rPr>
      <w:color w:val="000000" w:themeColor="text1"/>
      <w:lang w:eastAsia="en-US"/>
    </w:rPr>
  </w:style>
  <w:style w:type="paragraph" w:customStyle="1" w:styleId="Formatvorlage2">
    <w:name w:val="Formatvorlage2"/>
    <w:basedOn w:val="Tabelle10"/>
    <w:link w:val="Formatvorlage2Zchn"/>
    <w:rsid w:val="00961ED4"/>
    <w:pPr>
      <w:tabs>
        <w:tab w:val="clear" w:pos="570"/>
        <w:tab w:val="clear" w:pos="1140"/>
        <w:tab w:val="clear" w:pos="1710"/>
        <w:tab w:val="clear" w:pos="2280"/>
        <w:tab w:val="clear" w:pos="2850"/>
        <w:tab w:val="clear" w:pos="3420"/>
        <w:tab w:val="clear" w:pos="3990"/>
        <w:tab w:val="clear" w:pos="4560"/>
        <w:tab w:val="clear" w:pos="5130"/>
        <w:tab w:val="clear" w:pos="5700"/>
        <w:tab w:val="clear" w:pos="6270"/>
        <w:tab w:val="clear" w:pos="6840"/>
        <w:tab w:val="clear" w:pos="7410"/>
        <w:tab w:val="clear" w:pos="7980"/>
        <w:tab w:val="clear" w:pos="8550"/>
        <w:tab w:val="clear" w:pos="9120"/>
        <w:tab w:val="clear" w:pos="9690"/>
        <w:tab w:val="clear" w:pos="10260"/>
      </w:tabs>
    </w:pPr>
    <w:rPr>
      <w:rFonts w:eastAsia="Calibri"/>
      <w:bCs w:val="0"/>
      <w:color w:val="auto"/>
      <w:szCs w:val="22"/>
      <w:lang w:val="de-DE" w:eastAsia="en-US"/>
    </w:rPr>
  </w:style>
  <w:style w:type="character" w:customStyle="1" w:styleId="Formatvorlage2Zchn">
    <w:name w:val="Formatvorlage2 Zchn"/>
    <w:basedOn w:val="Absatz-Standardschriftart"/>
    <w:link w:val="Formatvorlage2"/>
    <w:rsid w:val="00961ED4"/>
    <w:rPr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E07452"/>
    <w:rPr>
      <w:color w:val="808080"/>
    </w:rPr>
  </w:style>
  <w:style w:type="paragraph" w:customStyle="1" w:styleId="Balkengro">
    <w:name w:val="Balken_groß"/>
    <w:basedOn w:val="Standard"/>
    <w:link w:val="BalkengroZchn"/>
    <w:qFormat/>
    <w:rsid w:val="007A6873"/>
    <w:pPr>
      <w:spacing w:before="240" w:after="0"/>
    </w:pPr>
    <w:rPr>
      <w:noProof/>
      <w:color w:val="B00032"/>
      <w:sz w:val="40"/>
    </w:rPr>
  </w:style>
  <w:style w:type="character" w:customStyle="1" w:styleId="BalkengroZchn">
    <w:name w:val="Balken_groß Zchn"/>
    <w:basedOn w:val="Absatz-Standardschriftart"/>
    <w:link w:val="Balkengro"/>
    <w:rsid w:val="00B73DD8"/>
    <w:rPr>
      <w:noProof/>
      <w:color w:val="B00032"/>
      <w:sz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0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ktikant\Downloads\DZHK_Formatvorlage_allgemei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AC93B4F25B54DF490651A66A4445F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C15192-E94A-43C0-BDC4-C04C9163F5F0}"/>
      </w:docPartPr>
      <w:docPartBody>
        <w:p w:rsidR="00BE2763" w:rsidRDefault="00791A3C" w:rsidP="00791A3C">
          <w:pPr>
            <w:pStyle w:val="FAC93B4F25B54DF490651A66A4445F5D2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136FF1A27C51423C8E49AAD5194A29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4F4430-3BF7-449F-94F4-12E06F239743}"/>
      </w:docPartPr>
      <w:docPartBody>
        <w:p w:rsidR="00BE2763" w:rsidRDefault="00791A3C" w:rsidP="00791A3C">
          <w:pPr>
            <w:pStyle w:val="136FF1A27C51423C8E49AAD5194A298D2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date here.</w:t>
          </w:r>
        </w:p>
      </w:docPartBody>
    </w:docPart>
    <w:docPart>
      <w:docPartPr>
        <w:name w:val="1AAB1517943D43F089058377BEA8C1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B19DA6-6B14-4F03-A94F-4A01D347469D}"/>
      </w:docPartPr>
      <w:docPartBody>
        <w:p w:rsidR="00BE2763" w:rsidRDefault="00791A3C" w:rsidP="00791A3C">
          <w:pPr>
            <w:pStyle w:val="1AAB1517943D43F089058377BEA8C17A2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8A10B843ADF64D48A13080158A6DCB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42B0A1-A9F3-482A-BFD6-0E8079D81C4E}"/>
      </w:docPartPr>
      <w:docPartBody>
        <w:p w:rsidR="00BE2763" w:rsidRDefault="00791A3C" w:rsidP="00791A3C">
          <w:pPr>
            <w:pStyle w:val="8A10B843ADF64D48A13080158A6DCBC02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D227D82F67A9436F9B6FDB4D851734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CD6324-2A21-45B0-8A1E-71F311FBEB1D}"/>
      </w:docPartPr>
      <w:docPartBody>
        <w:p w:rsidR="00BE2763" w:rsidRDefault="00791A3C" w:rsidP="00791A3C">
          <w:pPr>
            <w:pStyle w:val="D227D82F67A9436F9B6FDB4D8517340B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3AFCFD304A2444FC98689D62D49247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978DC0-EC22-4ABA-948B-FC5EBD535E9C}"/>
      </w:docPartPr>
      <w:docPartBody>
        <w:p w:rsidR="00BE2763" w:rsidRDefault="00791A3C" w:rsidP="00791A3C">
          <w:pPr>
            <w:pStyle w:val="3AFCFD304A2444FC98689D62D492475D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114410BA080E4D17A77C26BE6530D4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77D511-D16A-41AE-BFA8-3C4FB5D05AE9}"/>
      </w:docPartPr>
      <w:docPartBody>
        <w:p w:rsidR="00BE2763" w:rsidRDefault="00791A3C" w:rsidP="00791A3C">
          <w:pPr>
            <w:pStyle w:val="114410BA080E4D17A77C26BE6530D41A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379FAF2FB45F4F7A84B3DE88BFD35A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BB038B-0AC4-45B4-9409-D91DE33A5F10}"/>
      </w:docPartPr>
      <w:docPartBody>
        <w:p w:rsidR="00BE2763" w:rsidRDefault="00791A3C" w:rsidP="00791A3C">
          <w:pPr>
            <w:pStyle w:val="379FAF2FB45F4F7A84B3DE88BFD35A52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94F2F08151654C0A87024C8E53D762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C29C0-A2B6-47CB-B440-83F7AE19CC14}"/>
      </w:docPartPr>
      <w:docPartBody>
        <w:p w:rsidR="00BE2763" w:rsidRDefault="00791A3C" w:rsidP="00791A3C">
          <w:pPr>
            <w:pStyle w:val="94F2F08151654C0A87024C8E53D762BF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B3D2609C3D90421B902F261252900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690A1C-5406-456E-A3F7-FDD61B37855B}"/>
      </w:docPartPr>
      <w:docPartBody>
        <w:p w:rsidR="00BE2763" w:rsidRDefault="00791A3C" w:rsidP="00791A3C">
          <w:pPr>
            <w:pStyle w:val="B3D2609C3D90421B902F26125290089F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96AE0E32E146431387A85E90F1019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417B59-008D-4747-A082-DEB4077A262F}"/>
      </w:docPartPr>
      <w:docPartBody>
        <w:p w:rsidR="00BE2763" w:rsidRDefault="00791A3C" w:rsidP="00791A3C">
          <w:pPr>
            <w:pStyle w:val="96AE0E32E146431387A85E90F1019685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437BDDEA1E9B4C5FAFD6DDFB77EC55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A45CBA-B38B-4DF2-9181-3EC41F8536C9}"/>
      </w:docPartPr>
      <w:docPartBody>
        <w:p w:rsidR="00BE2763" w:rsidRDefault="00791A3C" w:rsidP="00791A3C">
          <w:pPr>
            <w:pStyle w:val="437BDDEA1E9B4C5FAFD6DDFB77EC559B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CA2AA7EE71B24789A4C642ADA5CB15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2026E7-AD02-441F-8BB5-B507B1E02B37}"/>
      </w:docPartPr>
      <w:docPartBody>
        <w:p w:rsidR="00BE2763" w:rsidRDefault="00791A3C" w:rsidP="00791A3C">
          <w:pPr>
            <w:pStyle w:val="CA2AA7EE71B24789A4C642ADA5CB15A7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1865802E184247EB934E79D3C24F3B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8530D9-8460-45F2-9C8B-B33F4C7DD8D9}"/>
      </w:docPartPr>
      <w:docPartBody>
        <w:p w:rsidR="00BE2763" w:rsidRDefault="00791A3C" w:rsidP="00791A3C">
          <w:pPr>
            <w:pStyle w:val="1865802E184247EB934E79D3C24F3BDF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20928EA361B741B684C3DCD82A2D6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DBF623-A864-42F8-955D-0AD16DD850FF}"/>
      </w:docPartPr>
      <w:docPartBody>
        <w:p w:rsidR="00BE2763" w:rsidRDefault="00791A3C" w:rsidP="00791A3C">
          <w:pPr>
            <w:pStyle w:val="20928EA361B741B684C3DCD82A2D695A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03F04A062B31405EA8B334E82E96FD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4FDD0F-B09D-4BCF-B68D-30ABFCD39836}"/>
      </w:docPartPr>
      <w:docPartBody>
        <w:p w:rsidR="00BE2763" w:rsidRDefault="00791A3C" w:rsidP="00791A3C">
          <w:pPr>
            <w:pStyle w:val="03F04A062B31405EA8B334E82E96FD73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9A875FF4781A425BB1F3D7B3FCFA52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E0D8F1-87B6-4411-8380-39B206065907}"/>
      </w:docPartPr>
      <w:docPartBody>
        <w:p w:rsidR="00BE2763" w:rsidRDefault="00791A3C" w:rsidP="00791A3C">
          <w:pPr>
            <w:pStyle w:val="9A875FF4781A425BB1F3D7B3FCFA52A8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37066F7B6B814DD882250202C1D8C5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070E0-6301-4EC5-B772-09A7FDBBA093}"/>
      </w:docPartPr>
      <w:docPartBody>
        <w:p w:rsidR="00BE2763" w:rsidRDefault="00791A3C" w:rsidP="00791A3C">
          <w:pPr>
            <w:pStyle w:val="37066F7B6B814DD882250202C1D8C542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11BD26702E6C4910849E4831907B70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DD4029-2723-43DF-A6CB-E21DD53B9BC6}"/>
      </w:docPartPr>
      <w:docPartBody>
        <w:p w:rsidR="00BE2763" w:rsidRDefault="00791A3C" w:rsidP="00791A3C">
          <w:pPr>
            <w:pStyle w:val="11BD26702E6C4910849E4831907B708C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text here.</w:t>
          </w:r>
        </w:p>
      </w:docPartBody>
    </w:docPart>
    <w:docPart>
      <w:docPartPr>
        <w:name w:val="65ABFC3A9CD54241BE04641161D637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820FC9-F071-45AF-9826-DE503584315A}"/>
      </w:docPartPr>
      <w:docPartBody>
        <w:p w:rsidR="00BE2763" w:rsidRDefault="00791A3C" w:rsidP="00791A3C">
          <w:pPr>
            <w:pStyle w:val="65ABFC3A9CD54241BE04641161D637EA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3F1E605490234FA69E7BD06F4BBC4B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3F78BA-1D11-4A23-84ED-2E0707BC5CA1}"/>
      </w:docPartPr>
      <w:docPartBody>
        <w:p w:rsidR="00BE2763" w:rsidRDefault="00791A3C" w:rsidP="00791A3C">
          <w:pPr>
            <w:pStyle w:val="3F1E605490234FA69E7BD06F4BBC4BFF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36E2176CBC4041E1955C750B5F858D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606C64-A021-49F1-A5F0-24D93CF4CB88}"/>
      </w:docPartPr>
      <w:docPartBody>
        <w:p w:rsidR="00BE2763" w:rsidRDefault="00791A3C" w:rsidP="00791A3C">
          <w:pPr>
            <w:pStyle w:val="36E2176CBC4041E1955C750B5F858D9B1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28C2BAE1B5634E41954692AA1A6B67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00BB99-54E2-4D9A-AD15-74CD44175B32}"/>
      </w:docPartPr>
      <w:docPartBody>
        <w:p w:rsidR="00BE2763" w:rsidRDefault="00791A3C" w:rsidP="00791A3C">
          <w:pPr>
            <w:pStyle w:val="28C2BAE1B5634E41954692AA1A6B674D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3DA4BB208FF94B37BE011E5DD9812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38B36-61D6-4F38-812D-C73DEBAAAA9C}"/>
      </w:docPartPr>
      <w:docPartBody>
        <w:p w:rsidR="00BE2763" w:rsidRDefault="00791A3C" w:rsidP="00791A3C">
          <w:pPr>
            <w:pStyle w:val="3DA4BB208FF94B37BE011E5DD98121FF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49032017F70B482FA286ABA53BBD4E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26413C-11D9-44E8-A8BB-B7C1929FE67C}"/>
      </w:docPartPr>
      <w:docPartBody>
        <w:p w:rsidR="00BE2763" w:rsidRDefault="00791A3C" w:rsidP="00791A3C">
          <w:pPr>
            <w:pStyle w:val="49032017F70B482FA286ABA53BBD4E06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13E101B339E141009997445797F13F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B21E01-DC50-44A2-A2FB-E557C27DD3EF}"/>
      </w:docPartPr>
      <w:docPartBody>
        <w:p w:rsidR="00BE2763" w:rsidRDefault="00791A3C" w:rsidP="00791A3C">
          <w:pPr>
            <w:pStyle w:val="13E101B339E141009997445797F13F67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6886328FC50348DE8690F7D0D6E9C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1151F4-8FD6-44B6-99DC-E2B3F8F839EE}"/>
      </w:docPartPr>
      <w:docPartBody>
        <w:p w:rsidR="00BE2763" w:rsidRDefault="00791A3C" w:rsidP="00791A3C">
          <w:pPr>
            <w:pStyle w:val="6886328FC50348DE8690F7D0D6E9C817"/>
          </w:pPr>
          <w:r w:rsidRPr="00C713B1">
            <w:rPr>
              <w:rStyle w:val="Formatvorlage1Zchn"/>
              <w:color w:val="A6A6A6" w:themeColor="background1" w:themeShade="A6"/>
            </w:rPr>
            <w:t>Pleas</w:t>
          </w:r>
          <w:r>
            <w:rPr>
              <w:rStyle w:val="Formatvorlage1Zchn"/>
              <w:color w:val="A6A6A6" w:themeColor="background1" w:themeShade="A6"/>
            </w:rPr>
            <w:t>e enter the number here.</w:t>
          </w:r>
        </w:p>
      </w:docPartBody>
    </w:docPart>
    <w:docPart>
      <w:docPartPr>
        <w:name w:val="4C4D509C00664113A82BA5245C1834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0303D8-8AE7-4371-B15D-65C996623142}"/>
      </w:docPartPr>
      <w:docPartBody>
        <w:p w:rsidR="001A3D7D" w:rsidRDefault="00BE2763" w:rsidP="00BE2763">
          <w:pPr>
            <w:pStyle w:val="4C4D509C00664113A82BA5245C18347C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A0161533598543D19103BF4E5B6375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67BD4E-450D-4F83-B77E-E141EA1023E0}"/>
      </w:docPartPr>
      <w:docPartBody>
        <w:p w:rsidR="001A3D7D" w:rsidRDefault="00BE2763" w:rsidP="00BE2763">
          <w:pPr>
            <w:pStyle w:val="A0161533598543D19103BF4E5B6375D1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769D683D19AA4D5D8F9EC5D5CF28BD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A38329-4F90-4348-B5A1-4277BB322C47}"/>
      </w:docPartPr>
      <w:docPartBody>
        <w:p w:rsidR="001A3D7D" w:rsidRDefault="00BE2763" w:rsidP="00BE2763">
          <w:pPr>
            <w:pStyle w:val="769D683D19AA4D5D8F9EC5D5CF28BDEF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5483B56D60BD4694BE653A151F944B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D5B8B5-0FE4-4696-8D93-6124BB9800F1}"/>
      </w:docPartPr>
      <w:docPartBody>
        <w:p w:rsidR="001A3D7D" w:rsidRDefault="00BE2763" w:rsidP="00BE2763">
          <w:pPr>
            <w:pStyle w:val="5483B56D60BD4694BE653A151F944BF1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5770E13F71324659B7E7D5B3120400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1D4684-A400-4124-BE9F-30946F3B089C}"/>
      </w:docPartPr>
      <w:docPartBody>
        <w:p w:rsidR="001A3D7D" w:rsidRDefault="00BE2763" w:rsidP="00BE2763">
          <w:pPr>
            <w:pStyle w:val="5770E13F71324659B7E7D5B31204009C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E2A25FDBB7474505A5C19CF0D6B9BA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96A1A0-76A0-4870-9A5A-C4DECEE193B8}"/>
      </w:docPartPr>
      <w:docPartBody>
        <w:p w:rsidR="001A3D7D" w:rsidRDefault="00BE2763" w:rsidP="00BE2763">
          <w:pPr>
            <w:pStyle w:val="E2A25FDBB7474505A5C19CF0D6B9BAD1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A289308F154B48519FBB781ABF6B27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32AFA2-6CD7-4A84-8EE6-8AE9EAE1AFC9}"/>
      </w:docPartPr>
      <w:docPartBody>
        <w:p w:rsidR="001A3D7D" w:rsidRDefault="00BE2763" w:rsidP="00BE2763">
          <w:pPr>
            <w:pStyle w:val="A289308F154B48519FBB781ABF6B272F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C73D574479F645659B630F12DD40CB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B2B130-8A23-4790-B892-1E4B429DC6B7}"/>
      </w:docPartPr>
      <w:docPartBody>
        <w:p w:rsidR="001A3D7D" w:rsidRDefault="00BE2763" w:rsidP="00BE2763">
          <w:pPr>
            <w:pStyle w:val="C73D574479F645659B630F12DD40CBED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BAE5DFA649BD46D6AAC1D96757DA8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9F67D4-E435-4E2A-8C51-A8A4B94675BE}"/>
      </w:docPartPr>
      <w:docPartBody>
        <w:p w:rsidR="001A3D7D" w:rsidRDefault="00BE2763" w:rsidP="00BE2763">
          <w:pPr>
            <w:pStyle w:val="BAE5DFA649BD46D6AAC1D96757DA8CE2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E79C1ABAC552471EB2E3BF1C903F98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D77CA7-9638-45B6-89E1-12FAD169D916}"/>
      </w:docPartPr>
      <w:docPartBody>
        <w:p w:rsidR="001A3D7D" w:rsidRDefault="00BE2763" w:rsidP="00BE2763">
          <w:pPr>
            <w:pStyle w:val="E79C1ABAC552471EB2E3BF1C903F9853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795CB5FFD8C74732AADB2DCF0AEF85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E7D23F-73CF-46CA-960D-BC0D0E50501C}"/>
      </w:docPartPr>
      <w:docPartBody>
        <w:p w:rsidR="001A3D7D" w:rsidRDefault="00BE2763" w:rsidP="00BE2763">
          <w:pPr>
            <w:pStyle w:val="795CB5FFD8C74732AADB2DCF0AEF855A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76DB7D02E70542799DB4E3AAEB4D30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EBC856-F181-46B9-A6BD-E49D79CE5272}"/>
      </w:docPartPr>
      <w:docPartBody>
        <w:p w:rsidR="001A3D7D" w:rsidRDefault="00BE2763" w:rsidP="00BE2763">
          <w:pPr>
            <w:pStyle w:val="76DB7D02E70542799DB4E3AAEB4D30B0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D09E83EC2CE4458C90EEEB08683262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44C9AE-A49F-4041-B617-0312DCCE75CD}"/>
      </w:docPartPr>
      <w:docPartBody>
        <w:p w:rsidR="001A3D7D" w:rsidRDefault="00BE2763" w:rsidP="00BE2763">
          <w:pPr>
            <w:pStyle w:val="D09E83EC2CE4458C90EEEB08683262B0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C92E4E4810A54EEFBAFAB12ABE2BA2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0B5DE8-8E53-4395-95D6-EC54B192D1EB}"/>
      </w:docPartPr>
      <w:docPartBody>
        <w:p w:rsidR="001A3D7D" w:rsidRDefault="00BE2763" w:rsidP="00BE2763">
          <w:pPr>
            <w:pStyle w:val="C92E4E4810A54EEFBAFAB12ABE2BA2FD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C0EE4CF6588846648E23F8C79E4902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9DED-9BFD-4744-B71C-4316C65ABBD6}"/>
      </w:docPartPr>
      <w:docPartBody>
        <w:p w:rsidR="001A3D7D" w:rsidRDefault="00BE2763" w:rsidP="00BE2763">
          <w:pPr>
            <w:pStyle w:val="C0EE4CF6588846648E23F8C79E4902C5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2D2AA856E3294375BE9A7AAA17087E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1C2F1C-32EC-4F89-9147-A9724E0A5BA7}"/>
      </w:docPartPr>
      <w:docPartBody>
        <w:p w:rsidR="001A3D7D" w:rsidRDefault="00BE2763" w:rsidP="00BE2763">
          <w:pPr>
            <w:pStyle w:val="2D2AA856E3294375BE9A7AAA17087E42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F34A4687EF4443DEA9A5ED5B16EC3A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F7A4F6-ABC3-4651-B0C0-29797449B86B}"/>
      </w:docPartPr>
      <w:docPartBody>
        <w:p w:rsidR="001A3D7D" w:rsidRDefault="00BE2763" w:rsidP="00BE2763">
          <w:pPr>
            <w:pStyle w:val="F34A4687EF4443DEA9A5ED5B16EC3A50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4549FEA101B847F5881E963998EA61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5BA47E-35A5-43A9-8BC3-FB3631DF6E2E}"/>
      </w:docPartPr>
      <w:docPartBody>
        <w:p w:rsidR="001A3D7D" w:rsidRDefault="00BE2763" w:rsidP="00BE2763">
          <w:pPr>
            <w:pStyle w:val="4549FEA101B847F5881E963998EA614B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38723AE710B34F779F9C69A327F1D8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3B7309-E5E1-477F-82A9-A3692AEA3176}"/>
      </w:docPartPr>
      <w:docPartBody>
        <w:p w:rsidR="001A3D7D" w:rsidRDefault="00BE2763" w:rsidP="00BE2763">
          <w:pPr>
            <w:pStyle w:val="38723AE710B34F779F9C69A327F1D824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E1CC01820ABF47A89D813239A07C69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0CA0F-A38A-4A5B-A838-5CFC32E34E87}"/>
      </w:docPartPr>
      <w:docPartBody>
        <w:p w:rsidR="001A3D7D" w:rsidRDefault="00BE2763" w:rsidP="00BE2763">
          <w:pPr>
            <w:pStyle w:val="E1CC01820ABF47A89D813239A07C693D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F05DE7C909B946AD9D3F49F8540198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F2E705-2D4C-4B65-AF5A-68683F4E6AD0}"/>
      </w:docPartPr>
      <w:docPartBody>
        <w:p w:rsidR="001A3D7D" w:rsidRDefault="00BE2763" w:rsidP="00BE2763">
          <w:pPr>
            <w:pStyle w:val="F05DE7C909B946AD9D3F49F8540198FD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C7CE95C476D6408AA8BFA29442E104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4B1A58-24B3-4718-8126-D66374DF4600}"/>
      </w:docPartPr>
      <w:docPartBody>
        <w:p w:rsidR="001A3D7D" w:rsidRDefault="00BE2763" w:rsidP="00BE2763">
          <w:pPr>
            <w:pStyle w:val="C7CE95C476D6408AA8BFA29442E104F5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6A4957E3793F431886FC47A71F502A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972C86-E5ED-4CDF-8490-FE7D90A83A69}"/>
      </w:docPartPr>
      <w:docPartBody>
        <w:p w:rsidR="001A3D7D" w:rsidRDefault="00BE2763" w:rsidP="00BE2763">
          <w:pPr>
            <w:pStyle w:val="6A4957E3793F431886FC47A71F502A87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  <w:docPart>
      <w:docPartPr>
        <w:name w:val="7EE3D366C400485BB5695B367A66DD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9D5EA1-810D-4780-A83F-D748CB21120E}"/>
      </w:docPartPr>
      <w:docPartBody>
        <w:p w:rsidR="001A3D7D" w:rsidRDefault="00BE2763" w:rsidP="00BE2763">
          <w:pPr>
            <w:pStyle w:val="7EE3D366C400485BB5695B367A66DD17"/>
          </w:pPr>
          <w:r w:rsidRPr="00C33ACD">
            <w:rPr>
              <w:rStyle w:val="Platzhaltertext"/>
              <w:lang w:val="en-US"/>
            </w:rPr>
            <w:t>Please enter the text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3CA2"/>
    <w:multiLevelType w:val="multilevel"/>
    <w:tmpl w:val="C2EEB5E8"/>
    <w:lvl w:ilvl="0">
      <w:start w:val="1"/>
      <w:numFmt w:val="decimal"/>
      <w:pStyle w:val="19A58404A0AD4D9590A6E1D4339C33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A41"/>
    <w:rsid w:val="00157EF6"/>
    <w:rsid w:val="001A3D7D"/>
    <w:rsid w:val="004E26EF"/>
    <w:rsid w:val="005403BD"/>
    <w:rsid w:val="00717A41"/>
    <w:rsid w:val="00791A3C"/>
    <w:rsid w:val="00BE2763"/>
    <w:rsid w:val="00E9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74792D538A34677B0EE59A802AF7BC2">
    <w:name w:val="074792D538A34677B0EE59A802AF7BC2"/>
    <w:rsid w:val="00717A41"/>
  </w:style>
  <w:style w:type="paragraph" w:customStyle="1" w:styleId="Formatvorlage1">
    <w:name w:val="Formatvorlage1"/>
    <w:basedOn w:val="Standard"/>
    <w:next w:val="Standard"/>
    <w:link w:val="Formatvorlage1Zchn"/>
    <w:rsid w:val="00791A3C"/>
    <w:pPr>
      <w:spacing w:after="60"/>
    </w:pPr>
    <w:rPr>
      <w:rFonts w:ascii="Calibri" w:eastAsia="Calibri" w:hAnsi="Calibri" w:cs="Times New Roman"/>
      <w:color w:val="000000" w:themeColor="text1"/>
      <w:lang w:eastAsia="en-US"/>
    </w:rPr>
  </w:style>
  <w:style w:type="character" w:customStyle="1" w:styleId="Formatvorlage1Zchn">
    <w:name w:val="Formatvorlage1 Zchn"/>
    <w:basedOn w:val="Absatz-Standardschriftart"/>
    <w:link w:val="Formatvorlage1"/>
    <w:rsid w:val="00791A3C"/>
    <w:rPr>
      <w:rFonts w:ascii="Calibri" w:eastAsia="Calibri" w:hAnsi="Calibri" w:cs="Times New Roman"/>
      <w:color w:val="000000" w:themeColor="text1"/>
      <w:lang w:eastAsia="en-US"/>
    </w:rPr>
  </w:style>
  <w:style w:type="paragraph" w:customStyle="1" w:styleId="D118D4F6F69441F88B02736F8BD7FBF8">
    <w:name w:val="D118D4F6F69441F88B02736F8BD7FBF8"/>
    <w:rsid w:val="00E95873"/>
  </w:style>
  <w:style w:type="paragraph" w:customStyle="1" w:styleId="DBD245EDF1D645E792CEDD177E97F863">
    <w:name w:val="DBD245EDF1D645E792CEDD177E97F863"/>
    <w:rsid w:val="00E95873"/>
  </w:style>
  <w:style w:type="paragraph" w:customStyle="1" w:styleId="F716E41A771148AAA8A975D203F7BB9C">
    <w:name w:val="F716E41A771148AAA8A975D203F7BB9C"/>
    <w:rsid w:val="00E95873"/>
  </w:style>
  <w:style w:type="paragraph" w:customStyle="1" w:styleId="2D28BEF668D54E899E13F03A7EA35484">
    <w:name w:val="2D28BEF668D54E899E13F03A7EA35484"/>
    <w:rsid w:val="00E95873"/>
  </w:style>
  <w:style w:type="paragraph" w:customStyle="1" w:styleId="1E0352B6523A483C8849CE171EC08D6D">
    <w:name w:val="1E0352B6523A483C8849CE171EC08D6D"/>
    <w:rsid w:val="00E95873"/>
  </w:style>
  <w:style w:type="character" w:styleId="Platzhaltertext">
    <w:name w:val="Placeholder Text"/>
    <w:basedOn w:val="Absatz-Standardschriftart"/>
    <w:uiPriority w:val="99"/>
    <w:semiHidden/>
    <w:rsid w:val="00BE2763"/>
    <w:rPr>
      <w:color w:val="808080"/>
    </w:rPr>
  </w:style>
  <w:style w:type="paragraph" w:customStyle="1" w:styleId="A48671BB6A884FE486CCE2D531E84315">
    <w:name w:val="A48671BB6A884FE486CCE2D531E84315"/>
    <w:rsid w:val="00E95873"/>
  </w:style>
  <w:style w:type="paragraph" w:customStyle="1" w:styleId="36121B6D7EA34D37AAF07468076CB148">
    <w:name w:val="36121B6D7EA34D37AAF07468076CB148"/>
    <w:rsid w:val="00E95873"/>
  </w:style>
  <w:style w:type="paragraph" w:customStyle="1" w:styleId="F518AD17A1564E97948732AC9FB38D6F">
    <w:name w:val="F518AD17A1564E97948732AC9FB38D6F"/>
    <w:rsid w:val="00E95873"/>
  </w:style>
  <w:style w:type="paragraph" w:customStyle="1" w:styleId="C29129A1AEAF4CE69A6C660129842D6B">
    <w:name w:val="C29129A1AEAF4CE69A6C660129842D6B"/>
    <w:rsid w:val="00E95873"/>
  </w:style>
  <w:style w:type="paragraph" w:customStyle="1" w:styleId="97D85999F948458195E5A905A0C6953C">
    <w:name w:val="97D85999F948458195E5A905A0C6953C"/>
    <w:rsid w:val="00E95873"/>
  </w:style>
  <w:style w:type="paragraph" w:customStyle="1" w:styleId="0A21C6FD7D6147B1A1A18425968F341B">
    <w:name w:val="0A21C6FD7D6147B1A1A18425968F341B"/>
    <w:rsid w:val="00E95873"/>
  </w:style>
  <w:style w:type="paragraph" w:customStyle="1" w:styleId="8F88FF9AA63347ADA59480918AA584CB">
    <w:name w:val="8F88FF9AA63347ADA59480918AA584CB"/>
    <w:rsid w:val="00E95873"/>
  </w:style>
  <w:style w:type="paragraph" w:customStyle="1" w:styleId="BDEA1CF92C114055BF599F8C70CF2320">
    <w:name w:val="BDEA1CF92C114055BF599F8C70CF2320"/>
    <w:rsid w:val="00E95873"/>
  </w:style>
  <w:style w:type="paragraph" w:customStyle="1" w:styleId="1C71BE1221354EC1A00C4C688A52CE78">
    <w:name w:val="1C71BE1221354EC1A00C4C688A52CE78"/>
    <w:rsid w:val="00E95873"/>
  </w:style>
  <w:style w:type="paragraph" w:customStyle="1" w:styleId="8182692E73BC4798B1AED9F842E0EC83">
    <w:name w:val="8182692E73BC4798B1AED9F842E0EC83"/>
    <w:rsid w:val="00E95873"/>
  </w:style>
  <w:style w:type="paragraph" w:customStyle="1" w:styleId="DC2E18F51E184926964C6A6970AE97F8">
    <w:name w:val="DC2E18F51E184926964C6A6970AE97F8"/>
    <w:rsid w:val="00E95873"/>
  </w:style>
  <w:style w:type="paragraph" w:customStyle="1" w:styleId="7222BA0155664E819560F53E1F3B1151">
    <w:name w:val="7222BA0155664E819560F53E1F3B1151"/>
    <w:rsid w:val="00E95873"/>
  </w:style>
  <w:style w:type="paragraph" w:customStyle="1" w:styleId="C5C5AB3745B94C9FACC7C98ABAAA6899">
    <w:name w:val="C5C5AB3745B94C9FACC7C98ABAAA6899"/>
    <w:rsid w:val="00E95873"/>
  </w:style>
  <w:style w:type="paragraph" w:customStyle="1" w:styleId="8CC87A45820C4B1397B849C3016EE646">
    <w:name w:val="8CC87A45820C4B1397B849C3016EE646"/>
    <w:rsid w:val="00E95873"/>
  </w:style>
  <w:style w:type="paragraph" w:customStyle="1" w:styleId="1825F532A43D4AE9A8949E5F7D397749">
    <w:name w:val="1825F532A43D4AE9A8949E5F7D397749"/>
    <w:rsid w:val="00E95873"/>
  </w:style>
  <w:style w:type="paragraph" w:customStyle="1" w:styleId="F8C67B05EE0546C4A4CBA2D382904351">
    <w:name w:val="F8C67B05EE0546C4A4CBA2D382904351"/>
    <w:rsid w:val="00E95873"/>
  </w:style>
  <w:style w:type="paragraph" w:customStyle="1" w:styleId="C7A4EC67B9B64508AC2DA6B1617003D7">
    <w:name w:val="C7A4EC67B9B64508AC2DA6B1617003D7"/>
    <w:rsid w:val="00E95873"/>
  </w:style>
  <w:style w:type="paragraph" w:customStyle="1" w:styleId="9D5950F3E1BF4903A8441692C9CF2517">
    <w:name w:val="9D5950F3E1BF4903A8441692C9CF2517"/>
    <w:rsid w:val="00E95873"/>
  </w:style>
  <w:style w:type="paragraph" w:customStyle="1" w:styleId="FA31FA597B5145E4BD8A8CF61E820EAE">
    <w:name w:val="FA31FA597B5145E4BD8A8CF61E820EAE"/>
    <w:rsid w:val="00E95873"/>
  </w:style>
  <w:style w:type="paragraph" w:customStyle="1" w:styleId="18C54062C09A4FD192615DB807CA580C">
    <w:name w:val="18C54062C09A4FD192615DB807CA580C"/>
    <w:rsid w:val="00E95873"/>
  </w:style>
  <w:style w:type="paragraph" w:customStyle="1" w:styleId="EE84427A2BB84CB3A523A1491210A704">
    <w:name w:val="EE84427A2BB84CB3A523A1491210A704"/>
    <w:rsid w:val="00E95873"/>
  </w:style>
  <w:style w:type="paragraph" w:customStyle="1" w:styleId="E1600C8631CB4D5D89F485A9B38E4E92">
    <w:name w:val="E1600C8631CB4D5D89F485A9B38E4E92"/>
    <w:rsid w:val="00E95873"/>
  </w:style>
  <w:style w:type="paragraph" w:customStyle="1" w:styleId="52F61CACCF2E4AA1B5AFFEF8959CBD00">
    <w:name w:val="52F61CACCF2E4AA1B5AFFEF8959CBD00"/>
    <w:rsid w:val="00E95873"/>
  </w:style>
  <w:style w:type="paragraph" w:customStyle="1" w:styleId="8CD17C4FEC1248779CEBCC14E1657AEF">
    <w:name w:val="8CD17C4FEC1248779CEBCC14E1657AEF"/>
    <w:rsid w:val="00E95873"/>
  </w:style>
  <w:style w:type="paragraph" w:customStyle="1" w:styleId="AD549EF527184FD6B3FED0C6556AB1E7">
    <w:name w:val="AD549EF527184FD6B3FED0C6556AB1E7"/>
    <w:rsid w:val="00E95873"/>
  </w:style>
  <w:style w:type="paragraph" w:customStyle="1" w:styleId="6571AC802EDA43BCAB07681FA61D1858">
    <w:name w:val="6571AC802EDA43BCAB07681FA61D1858"/>
    <w:rsid w:val="00E95873"/>
  </w:style>
  <w:style w:type="paragraph" w:customStyle="1" w:styleId="AEA60CCA0D664B3EB16F7CBD794753B6">
    <w:name w:val="AEA60CCA0D664B3EB16F7CBD794753B6"/>
    <w:rsid w:val="00E95873"/>
  </w:style>
  <w:style w:type="paragraph" w:customStyle="1" w:styleId="636E841ECFEC4F009CB3E373980E6171">
    <w:name w:val="636E841ECFEC4F009CB3E373980E6171"/>
    <w:rsid w:val="00E95873"/>
  </w:style>
  <w:style w:type="paragraph" w:customStyle="1" w:styleId="E327D52B370F4ABEB9B46F06155E89D3">
    <w:name w:val="E327D52B370F4ABEB9B46F06155E89D3"/>
    <w:rsid w:val="00E95873"/>
  </w:style>
  <w:style w:type="paragraph" w:customStyle="1" w:styleId="19A58404A0AD4D9590A6E1D4339C334D">
    <w:name w:val="19A58404A0AD4D9590A6E1D4339C334D"/>
    <w:rsid w:val="00E95873"/>
  </w:style>
  <w:style w:type="paragraph" w:customStyle="1" w:styleId="095806BE18084CD391BF978CC8073664">
    <w:name w:val="095806BE18084CD391BF978CC8073664"/>
    <w:rsid w:val="00E95873"/>
  </w:style>
  <w:style w:type="paragraph" w:customStyle="1" w:styleId="83A394B33226446F96E89B1B33F8419A">
    <w:name w:val="83A394B33226446F96E89B1B33F8419A"/>
    <w:rsid w:val="00E95873"/>
  </w:style>
  <w:style w:type="paragraph" w:customStyle="1" w:styleId="264FA2456B7248DEB588A9CA713E0FDE">
    <w:name w:val="264FA2456B7248DEB588A9CA713E0FDE"/>
    <w:rsid w:val="00E95873"/>
  </w:style>
  <w:style w:type="paragraph" w:customStyle="1" w:styleId="88E237362E174EEF9EF4448208A7749B">
    <w:name w:val="88E237362E174EEF9EF4448208A7749B"/>
    <w:rsid w:val="00E95873"/>
  </w:style>
  <w:style w:type="paragraph" w:customStyle="1" w:styleId="EBBBB19DE00441E78F50D7B0AB6E6894">
    <w:name w:val="EBBBB19DE00441E78F50D7B0AB6E6894"/>
    <w:rsid w:val="00E95873"/>
  </w:style>
  <w:style w:type="paragraph" w:customStyle="1" w:styleId="69D0696563274E009BC6FD4DF299BEE9">
    <w:name w:val="69D0696563274E009BC6FD4DF299BEE9"/>
    <w:rsid w:val="00E95873"/>
  </w:style>
  <w:style w:type="paragraph" w:customStyle="1" w:styleId="0D3F367A75CA4AEAAED56F1DF3232E19">
    <w:name w:val="0D3F367A75CA4AEAAED56F1DF3232E19"/>
    <w:rsid w:val="00E95873"/>
  </w:style>
  <w:style w:type="paragraph" w:customStyle="1" w:styleId="B631143F16A04F57A9A2DB5CE26C32B8">
    <w:name w:val="B631143F16A04F57A9A2DB5CE26C32B8"/>
    <w:rsid w:val="00E95873"/>
  </w:style>
  <w:style w:type="paragraph" w:customStyle="1" w:styleId="5EF24158A7EB46D4B6EC65DC30002682">
    <w:name w:val="5EF24158A7EB46D4B6EC65DC30002682"/>
    <w:rsid w:val="00E95873"/>
  </w:style>
  <w:style w:type="paragraph" w:customStyle="1" w:styleId="A873E759143B440EA5B76AEB37341420">
    <w:name w:val="A873E759143B440EA5B76AEB37341420"/>
    <w:rsid w:val="00E95873"/>
  </w:style>
  <w:style w:type="paragraph" w:customStyle="1" w:styleId="6FC55B14507645BAA00F87B529CD9EFE">
    <w:name w:val="6FC55B14507645BAA00F87B529CD9EFE"/>
    <w:rsid w:val="00E95873"/>
  </w:style>
  <w:style w:type="paragraph" w:customStyle="1" w:styleId="13D0175BBDEA475488B20BA8F946E02B">
    <w:name w:val="13D0175BBDEA475488B20BA8F946E02B"/>
    <w:rsid w:val="00E95873"/>
  </w:style>
  <w:style w:type="paragraph" w:customStyle="1" w:styleId="A658848E5A8446CA8851B40FA34BC937">
    <w:name w:val="A658848E5A8446CA8851B40FA34BC937"/>
    <w:rsid w:val="00E95873"/>
  </w:style>
  <w:style w:type="paragraph" w:customStyle="1" w:styleId="21E5B87F69F941C6AA6D0FF742999C21">
    <w:name w:val="21E5B87F69F941C6AA6D0FF742999C21"/>
    <w:rsid w:val="00E95873"/>
  </w:style>
  <w:style w:type="paragraph" w:customStyle="1" w:styleId="A0F4F36A8A3A436C9CD38B6A3A6352CF">
    <w:name w:val="A0F4F36A8A3A436C9CD38B6A3A6352CF"/>
    <w:rsid w:val="00E95873"/>
  </w:style>
  <w:style w:type="paragraph" w:customStyle="1" w:styleId="B8DB36BEF9F348DEA07AD80FAEB048C4">
    <w:name w:val="B8DB36BEF9F348DEA07AD80FAEB048C4"/>
    <w:rsid w:val="00E95873"/>
  </w:style>
  <w:style w:type="paragraph" w:customStyle="1" w:styleId="6B98B6E65959408880F73557C4E5FC9A">
    <w:name w:val="6B98B6E65959408880F73557C4E5FC9A"/>
    <w:rsid w:val="00E95873"/>
  </w:style>
  <w:style w:type="paragraph" w:customStyle="1" w:styleId="FF4576B0F7BB45A28A5B46E196D5F512">
    <w:name w:val="FF4576B0F7BB45A28A5B46E196D5F512"/>
    <w:rsid w:val="00E95873"/>
  </w:style>
  <w:style w:type="paragraph" w:customStyle="1" w:styleId="BDB9A84F23464F12B8A1C42330C6DA96">
    <w:name w:val="BDB9A84F23464F12B8A1C42330C6DA96"/>
    <w:rsid w:val="00E95873"/>
  </w:style>
  <w:style w:type="paragraph" w:customStyle="1" w:styleId="877A8DB1214F40A6AA4545633D611AF2">
    <w:name w:val="877A8DB1214F40A6AA4545633D611AF2"/>
    <w:rsid w:val="00E95873"/>
  </w:style>
  <w:style w:type="paragraph" w:customStyle="1" w:styleId="AE98DBDAB84B4CF68F715BFE4AAAF324">
    <w:name w:val="AE98DBDAB84B4CF68F715BFE4AAAF324"/>
    <w:rsid w:val="00E95873"/>
  </w:style>
  <w:style w:type="paragraph" w:customStyle="1" w:styleId="37DF441755044EA7B21FC118039B3BC9">
    <w:name w:val="37DF441755044EA7B21FC118039B3BC9"/>
    <w:rsid w:val="00E95873"/>
  </w:style>
  <w:style w:type="paragraph" w:customStyle="1" w:styleId="A14B0E20574448D99BE4AE03179F2E35">
    <w:name w:val="A14B0E20574448D99BE4AE03179F2E35"/>
    <w:rsid w:val="00E95873"/>
  </w:style>
  <w:style w:type="paragraph" w:customStyle="1" w:styleId="6B333343EB8A4EA68AEA81A7BE629C64">
    <w:name w:val="6B333343EB8A4EA68AEA81A7BE629C64"/>
    <w:rsid w:val="00E95873"/>
  </w:style>
  <w:style w:type="paragraph" w:customStyle="1" w:styleId="C693B2ED5B1248E9A3DBAC1B28BDDCD8">
    <w:name w:val="C693B2ED5B1248E9A3DBAC1B28BDDCD8"/>
    <w:rsid w:val="00E95873"/>
  </w:style>
  <w:style w:type="paragraph" w:customStyle="1" w:styleId="D3ACD65FC6A34C54B56FB7985C3D2F54">
    <w:name w:val="D3ACD65FC6A34C54B56FB7985C3D2F54"/>
    <w:rsid w:val="00E95873"/>
  </w:style>
  <w:style w:type="paragraph" w:customStyle="1" w:styleId="317CAABB48BA42E3B1DD14130922C642">
    <w:name w:val="317CAABB48BA42E3B1DD14130922C642"/>
    <w:rsid w:val="00E95873"/>
  </w:style>
  <w:style w:type="paragraph" w:customStyle="1" w:styleId="227C9FDDC742412DB34CE66C5D919C17">
    <w:name w:val="227C9FDDC742412DB34CE66C5D919C17"/>
    <w:rsid w:val="00E95873"/>
  </w:style>
  <w:style w:type="paragraph" w:customStyle="1" w:styleId="FAC93B4F25B54DF490651A66A4445F5D">
    <w:name w:val="FAC93B4F25B54DF490651A66A4445F5D"/>
    <w:rsid w:val="00791A3C"/>
    <w:pPr>
      <w:spacing w:after="160" w:line="259" w:lineRule="auto"/>
    </w:pPr>
  </w:style>
  <w:style w:type="paragraph" w:customStyle="1" w:styleId="9C3A1A5B14C74C4DA627F0E401E8A758">
    <w:name w:val="9C3A1A5B14C74C4DA627F0E401E8A758"/>
    <w:rsid w:val="00791A3C"/>
    <w:pPr>
      <w:spacing w:after="160" w:line="259" w:lineRule="auto"/>
    </w:pPr>
  </w:style>
  <w:style w:type="paragraph" w:customStyle="1" w:styleId="9D28DBBFE0EF4ECB848CDB8F90D8211B">
    <w:name w:val="9D28DBBFE0EF4ECB848CDB8F90D8211B"/>
    <w:rsid w:val="00791A3C"/>
    <w:pPr>
      <w:spacing w:after="160" w:line="259" w:lineRule="auto"/>
    </w:pPr>
  </w:style>
  <w:style w:type="paragraph" w:customStyle="1" w:styleId="5D32772009414888B03A6447A675351C">
    <w:name w:val="5D32772009414888B03A6447A675351C"/>
    <w:rsid w:val="00791A3C"/>
    <w:pPr>
      <w:spacing w:after="160" w:line="259" w:lineRule="auto"/>
    </w:pPr>
  </w:style>
  <w:style w:type="paragraph" w:customStyle="1" w:styleId="136FF1A27C51423C8E49AAD5194A298D">
    <w:name w:val="136FF1A27C51423C8E49AAD5194A298D"/>
    <w:rsid w:val="00791A3C"/>
    <w:pPr>
      <w:spacing w:after="160" w:line="259" w:lineRule="auto"/>
    </w:pPr>
  </w:style>
  <w:style w:type="paragraph" w:customStyle="1" w:styleId="0A08FFDF6B734B6884D3AABD11B43011">
    <w:name w:val="0A08FFDF6B734B6884D3AABD11B43011"/>
    <w:rsid w:val="00791A3C"/>
    <w:pPr>
      <w:spacing w:after="160" w:line="259" w:lineRule="auto"/>
    </w:pPr>
  </w:style>
  <w:style w:type="paragraph" w:customStyle="1" w:styleId="1AAB1517943D43F089058377BEA8C17A">
    <w:name w:val="1AAB1517943D43F089058377BEA8C17A"/>
    <w:rsid w:val="00791A3C"/>
    <w:pPr>
      <w:spacing w:after="160" w:line="259" w:lineRule="auto"/>
    </w:pPr>
  </w:style>
  <w:style w:type="paragraph" w:customStyle="1" w:styleId="8A10B843ADF64D48A13080158A6DCBC0">
    <w:name w:val="8A10B843ADF64D48A13080158A6DCBC0"/>
    <w:rsid w:val="00791A3C"/>
    <w:pPr>
      <w:spacing w:after="160" w:line="259" w:lineRule="auto"/>
    </w:pPr>
  </w:style>
  <w:style w:type="paragraph" w:customStyle="1" w:styleId="3577FC3CC0774577B8DCEEE1FC93B562">
    <w:name w:val="3577FC3CC0774577B8DCEEE1FC93B562"/>
    <w:rsid w:val="00791A3C"/>
    <w:pPr>
      <w:spacing w:after="160" w:line="259" w:lineRule="auto"/>
    </w:pPr>
  </w:style>
  <w:style w:type="paragraph" w:customStyle="1" w:styleId="C4E9DF0A9CD54228A0FD9CFC4119CBA6">
    <w:name w:val="C4E9DF0A9CD54228A0FD9CFC4119CBA6"/>
    <w:rsid w:val="00791A3C"/>
    <w:pPr>
      <w:spacing w:after="160" w:line="259" w:lineRule="auto"/>
    </w:pPr>
  </w:style>
  <w:style w:type="paragraph" w:customStyle="1" w:styleId="2DA9F752649A4289A2B32C95F3D4967C">
    <w:name w:val="2DA9F752649A4289A2B32C95F3D4967C"/>
    <w:rsid w:val="00791A3C"/>
    <w:pPr>
      <w:spacing w:after="160" w:line="259" w:lineRule="auto"/>
    </w:pPr>
  </w:style>
  <w:style w:type="paragraph" w:customStyle="1" w:styleId="8002547049E042958FD4FCDB86A22EE5">
    <w:name w:val="8002547049E042958FD4FCDB86A22EE5"/>
    <w:rsid w:val="00791A3C"/>
    <w:pPr>
      <w:spacing w:after="160" w:line="259" w:lineRule="auto"/>
    </w:pPr>
  </w:style>
  <w:style w:type="paragraph" w:customStyle="1" w:styleId="5B29EDF939104D8D81E752945C459490">
    <w:name w:val="5B29EDF939104D8D81E752945C459490"/>
    <w:rsid w:val="00791A3C"/>
    <w:pPr>
      <w:spacing w:after="160" w:line="259" w:lineRule="auto"/>
    </w:pPr>
  </w:style>
  <w:style w:type="paragraph" w:customStyle="1" w:styleId="FAC93B4F25B54DF490651A66A4445F5D1">
    <w:name w:val="FAC93B4F25B54DF490651A66A4445F5D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36FF1A27C51423C8E49AAD5194A298D1">
    <w:name w:val="136FF1A27C51423C8E49AAD5194A298D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AAB1517943D43F089058377BEA8C17A1">
    <w:name w:val="1AAB1517943D43F089058377BEA8C17A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8A10B843ADF64D48A13080158A6DCBC01">
    <w:name w:val="8A10B843ADF64D48A13080158A6DCBC0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3577FC3CC0774577B8DCEEE1FC93B5621">
    <w:name w:val="3577FC3CC0774577B8DCEEE1FC93B562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C4E9DF0A9CD54228A0FD9CFC4119CBA61">
    <w:name w:val="C4E9DF0A9CD54228A0FD9CFC4119CBA6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5B29EDF939104D8D81E752945C4594901">
    <w:name w:val="5B29EDF939104D8D81E752945C459490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8002547049E042958FD4FCDB86A22EE51">
    <w:name w:val="8002547049E042958FD4FCDB86A22EE5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2DA9F752649A4289A2B32C95F3D4967C1">
    <w:name w:val="2DA9F752649A4289A2B32C95F3D4967C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C71BE1221354EC1A00C4C688A52CE781">
    <w:name w:val="1C71BE1221354EC1A00C4C688A52CE78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8182692E73BC4798B1AED9F842E0EC831">
    <w:name w:val="8182692E73BC4798B1AED9F842E0EC83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DC2E18F51E184926964C6A6970AE97F81">
    <w:name w:val="DC2E18F51E184926964C6A6970AE97F8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7222BA0155664E819560F53E1F3B11511">
    <w:name w:val="7222BA0155664E819560F53E1F3B1151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C5C5AB3745B94C9FACC7C98ABAAA68991">
    <w:name w:val="C5C5AB3745B94C9FACC7C98ABAAA6899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8CC87A45820C4B1397B849C3016EE6461">
    <w:name w:val="8CC87A45820C4B1397B849C3016EE646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1825F532A43D4AE9A8949E5F7D3977491">
    <w:name w:val="1825F532A43D4AE9A8949E5F7D397749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F8C67B05EE0546C4A4CBA2D3829043511">
    <w:name w:val="F8C67B05EE0546C4A4CBA2D382904351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9D5950F3E1BF4903A8441692C9CF25171">
    <w:name w:val="9D5950F3E1BF4903A8441692C9CF2517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FA31FA597B5145E4BD8A8CF61E820EAE1">
    <w:name w:val="FA31FA597B5145E4BD8A8CF61E820EAE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18C54062C09A4FD192615DB807CA580C1">
    <w:name w:val="18C54062C09A4FD192615DB807CA580C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EE84427A2BB84CB3A523A1491210A7041">
    <w:name w:val="EE84427A2BB84CB3A523A1491210A704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E1600C8631CB4D5D89F485A9B38E4E921">
    <w:name w:val="E1600C8631CB4D5D89F485A9B38E4E92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before="40" w:after="40" w:line="240" w:lineRule="auto"/>
    </w:pPr>
    <w:rPr>
      <w:rFonts w:ascii="Arial" w:eastAsia="Times New Roman" w:hAnsi="Arial" w:cs="Times New Roman"/>
      <w:bCs/>
      <w:color w:val="000000"/>
      <w:sz w:val="20"/>
      <w:szCs w:val="20"/>
      <w:lang w:val="en-US"/>
    </w:rPr>
  </w:style>
  <w:style w:type="paragraph" w:customStyle="1" w:styleId="52F61CACCF2E4AA1B5AFFEF8959CBD001">
    <w:name w:val="52F61CACCF2E4AA1B5AFFEF8959CBD00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8CD17C4FEC1248779CEBCC14E1657AEF1">
    <w:name w:val="8CD17C4FEC1248779CEBCC14E1657AEF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AD549EF527184FD6B3FED0C6556AB1E71">
    <w:name w:val="AD549EF527184FD6B3FED0C6556AB1E7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E327D52B370F4ABEB9B46F06155E89D31">
    <w:name w:val="E327D52B370F4ABEB9B46F06155E89D3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636E841ECFEC4F009CB3E373980E61711">
    <w:name w:val="636E841ECFEC4F009CB3E373980E6171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9A58404A0AD4D9590A6E1D4339C334D1">
    <w:name w:val="19A58404A0AD4D9590A6E1D4339C334D1"/>
    <w:rsid w:val="00791A3C"/>
    <w:pPr>
      <w:numPr>
        <w:numId w:val="1"/>
      </w:numPr>
      <w:tabs>
        <w:tab w:val="left" w:pos="720"/>
      </w:tabs>
      <w:spacing w:before="240" w:after="0" w:line="240" w:lineRule="auto"/>
      <w:ind w:left="360" w:hanging="360"/>
    </w:pPr>
    <w:rPr>
      <w:rFonts w:ascii="Calibri" w:eastAsia="Times New Roman" w:hAnsi="Calibri" w:cs="Arial"/>
      <w:b/>
      <w:color w:val="4472C4" w:themeColor="accent1"/>
      <w:sz w:val="24"/>
      <w:szCs w:val="26"/>
      <w:lang w:val="en-GB"/>
    </w:rPr>
  </w:style>
  <w:style w:type="paragraph" w:customStyle="1" w:styleId="095806BE18084CD391BF978CC80736641">
    <w:name w:val="095806BE18084CD391BF978CC8073664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264FA2456B7248DEB588A9CA713E0FDE1">
    <w:name w:val="264FA2456B7248DEB588A9CA713E0FDE1"/>
    <w:rsid w:val="00791A3C"/>
    <w:pPr>
      <w:tabs>
        <w:tab w:val="left" w:pos="720"/>
      </w:tabs>
      <w:spacing w:before="240" w:after="0" w:line="240" w:lineRule="auto"/>
      <w:ind w:left="360" w:hanging="360"/>
    </w:pPr>
    <w:rPr>
      <w:rFonts w:ascii="Calibri" w:eastAsia="Times New Roman" w:hAnsi="Calibri" w:cs="Arial"/>
      <w:b/>
      <w:color w:val="4472C4" w:themeColor="accent1"/>
      <w:sz w:val="24"/>
      <w:szCs w:val="26"/>
      <w:lang w:val="en-GB"/>
    </w:rPr>
  </w:style>
  <w:style w:type="paragraph" w:customStyle="1" w:styleId="EBBBB19DE00441E78F50D7B0AB6E68941">
    <w:name w:val="EBBBB19DE00441E78F50D7B0AB6E6894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88E237362E174EEF9EF4448208A7749B1">
    <w:name w:val="88E237362E174EEF9EF4448208A7749B1"/>
    <w:rsid w:val="00791A3C"/>
    <w:pPr>
      <w:spacing w:after="0" w:line="240" w:lineRule="auto"/>
      <w:jc w:val="both"/>
    </w:pPr>
    <w:rPr>
      <w:rFonts w:ascii="Minion" w:eastAsia="Times New Roman" w:hAnsi="Minion" w:cs="Times New Roman"/>
      <w:szCs w:val="20"/>
      <w:lang w:val="en-GB"/>
    </w:rPr>
  </w:style>
  <w:style w:type="paragraph" w:customStyle="1" w:styleId="69D0696563274E009BC6FD4DF299BEE91">
    <w:name w:val="69D0696563274E009BC6FD4DF299BEE91"/>
    <w:rsid w:val="00791A3C"/>
    <w:pPr>
      <w:keepNext/>
      <w:tabs>
        <w:tab w:val="left" w:pos="567"/>
        <w:tab w:val="num" w:pos="720"/>
        <w:tab w:val="left" w:pos="1855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  <w:outlineLvl w:val="2"/>
    </w:pPr>
    <w:rPr>
      <w:rFonts w:eastAsia="Times New Roman" w:cstheme="minorHAnsi"/>
      <w:b/>
      <w:color w:val="B00032"/>
      <w:sz w:val="24"/>
      <w:lang w:val="en-GB"/>
    </w:rPr>
  </w:style>
  <w:style w:type="paragraph" w:customStyle="1" w:styleId="0D3F367A75CA4AEAAED56F1DF3232E191">
    <w:name w:val="0D3F367A75CA4AEAAED56F1DF3232E19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631143F16A04F57A9A2DB5CE26C32B81">
    <w:name w:val="B631143F16A04F57A9A2DB5CE26C32B81"/>
    <w:rsid w:val="00791A3C"/>
    <w:pPr>
      <w:keepNext/>
      <w:tabs>
        <w:tab w:val="left" w:pos="56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F24158A7EB46D4B6EC65DC300026821">
    <w:name w:val="5EF24158A7EB46D4B6EC65DC300026821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6FC55B14507645BAA00F87B529CD9EFE1">
    <w:name w:val="6FC55B14507645BAA00F87B529CD9EFE1"/>
    <w:rsid w:val="00791A3C"/>
    <w:pPr>
      <w:keepNext/>
      <w:tabs>
        <w:tab w:val="left" w:pos="56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D0175BBDEA475488B20BA8F946E02B1">
    <w:name w:val="13D0175BBDEA475488B20BA8F946E02B1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A658848E5A8446CA8851B40FA34BC9371">
    <w:name w:val="A658848E5A8446CA8851B40FA34BC937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21E5B87F69F941C6AA6D0FF742999C211">
    <w:name w:val="21E5B87F69F941C6AA6D0FF742999C21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A0F4F36A8A3A436C9CD38B6A3A6352CF1">
    <w:name w:val="A0F4F36A8A3A436C9CD38B6A3A6352CF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8DB36BEF9F348DEA07AD80FAEB048C41">
    <w:name w:val="B8DB36BEF9F348DEA07AD80FAEB048C4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6B98B6E65959408880F73557C4E5FC9A1">
    <w:name w:val="6B98B6E65959408880F73557C4E5FC9A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FF4576B0F7BB45A28A5B46E196D5F5121">
    <w:name w:val="FF4576B0F7BB45A28A5B46E196D5F512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DB9A84F23464F12B8A1C42330C6DA961">
    <w:name w:val="BDB9A84F23464F12B8A1C42330C6DA961"/>
    <w:rsid w:val="00791A3C"/>
    <w:pPr>
      <w:spacing w:after="120"/>
    </w:pPr>
    <w:rPr>
      <w:rFonts w:ascii="Calibri" w:eastAsia="Calibri" w:hAnsi="Calibri" w:cs="Times New Roman"/>
      <w:lang w:eastAsia="en-US"/>
    </w:rPr>
  </w:style>
  <w:style w:type="paragraph" w:customStyle="1" w:styleId="877A8DB1214F40A6AA4545633D611AF21">
    <w:name w:val="877A8DB1214F40A6AA4545633D611AF21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AE98DBDAB84B4CF68F715BFE4AAAF3241">
    <w:name w:val="AE98DBDAB84B4CF68F715BFE4AAAF3241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37DF441755044EA7B21FC118039B3BC91">
    <w:name w:val="37DF441755044EA7B21FC118039B3BC91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A14B0E20574448D99BE4AE03179F2E351">
    <w:name w:val="A14B0E20574448D99BE4AE03179F2E351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6B333343EB8A4EA68AEA81A7BE629C641">
    <w:name w:val="6B333343EB8A4EA68AEA81A7BE629C641"/>
    <w:rsid w:val="00791A3C"/>
    <w:pPr>
      <w:keepNext/>
      <w:tabs>
        <w:tab w:val="left" w:pos="567"/>
        <w:tab w:val="num" w:pos="720"/>
        <w:tab w:val="left" w:pos="1855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  <w:outlineLvl w:val="1"/>
    </w:pPr>
    <w:rPr>
      <w:rFonts w:eastAsia="Times New Roman" w:cstheme="minorHAnsi"/>
      <w:b/>
      <w:color w:val="B00032"/>
      <w:sz w:val="24"/>
      <w:szCs w:val="20"/>
      <w:lang w:val="en-GB"/>
    </w:rPr>
  </w:style>
  <w:style w:type="paragraph" w:customStyle="1" w:styleId="C693B2ED5B1248E9A3DBAC1B28BDDCD81">
    <w:name w:val="C693B2ED5B1248E9A3DBAC1B28BDDCD8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D3ACD65FC6A34C54B56FB7985C3D2F541">
    <w:name w:val="D3ACD65FC6A34C54B56FB7985C3D2F541"/>
    <w:rsid w:val="00791A3C"/>
    <w:pPr>
      <w:overflowPunct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color w:val="000000"/>
    </w:rPr>
  </w:style>
  <w:style w:type="paragraph" w:customStyle="1" w:styleId="317CAABB48BA42E3B1DD14130922C6421">
    <w:name w:val="317CAABB48BA42E3B1DD14130922C642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D227D82F67A9436F9B6FDB4D8517340B">
    <w:name w:val="D227D82F67A9436F9B6FDB4D8517340B"/>
    <w:rsid w:val="00791A3C"/>
    <w:pPr>
      <w:spacing w:after="160" w:line="259" w:lineRule="auto"/>
    </w:pPr>
  </w:style>
  <w:style w:type="paragraph" w:customStyle="1" w:styleId="3AFCFD304A2444FC98689D62D492475D">
    <w:name w:val="3AFCFD304A2444FC98689D62D492475D"/>
    <w:rsid w:val="00791A3C"/>
    <w:pPr>
      <w:spacing w:after="160" w:line="259" w:lineRule="auto"/>
    </w:pPr>
  </w:style>
  <w:style w:type="paragraph" w:customStyle="1" w:styleId="114410BA080E4D17A77C26BE6530D41A">
    <w:name w:val="114410BA080E4D17A77C26BE6530D41A"/>
    <w:rsid w:val="00791A3C"/>
    <w:pPr>
      <w:spacing w:after="160" w:line="259" w:lineRule="auto"/>
    </w:pPr>
  </w:style>
  <w:style w:type="paragraph" w:customStyle="1" w:styleId="379FAF2FB45F4F7A84B3DE88BFD35A52">
    <w:name w:val="379FAF2FB45F4F7A84B3DE88BFD35A52"/>
    <w:rsid w:val="00791A3C"/>
    <w:pPr>
      <w:spacing w:after="160" w:line="259" w:lineRule="auto"/>
    </w:pPr>
  </w:style>
  <w:style w:type="paragraph" w:customStyle="1" w:styleId="94F2F08151654C0A87024C8E53D762BF">
    <w:name w:val="94F2F08151654C0A87024C8E53D762BF"/>
    <w:rsid w:val="00791A3C"/>
    <w:pPr>
      <w:spacing w:after="160" w:line="259" w:lineRule="auto"/>
    </w:pPr>
  </w:style>
  <w:style w:type="paragraph" w:customStyle="1" w:styleId="B3D2609C3D90421B902F26125290089F">
    <w:name w:val="B3D2609C3D90421B902F26125290089F"/>
    <w:rsid w:val="00791A3C"/>
    <w:pPr>
      <w:spacing w:after="160" w:line="259" w:lineRule="auto"/>
    </w:pPr>
  </w:style>
  <w:style w:type="paragraph" w:customStyle="1" w:styleId="96AE0E32E146431387A85E90F1019685">
    <w:name w:val="96AE0E32E146431387A85E90F1019685"/>
    <w:rsid w:val="00791A3C"/>
    <w:pPr>
      <w:spacing w:after="160" w:line="259" w:lineRule="auto"/>
    </w:pPr>
  </w:style>
  <w:style w:type="paragraph" w:customStyle="1" w:styleId="437BDDEA1E9B4C5FAFD6DDFB77EC559B">
    <w:name w:val="437BDDEA1E9B4C5FAFD6DDFB77EC559B"/>
    <w:rsid w:val="00791A3C"/>
    <w:pPr>
      <w:spacing w:after="160" w:line="259" w:lineRule="auto"/>
    </w:pPr>
  </w:style>
  <w:style w:type="paragraph" w:customStyle="1" w:styleId="CA2AA7EE71B24789A4C642ADA5CB15A7">
    <w:name w:val="CA2AA7EE71B24789A4C642ADA5CB15A7"/>
    <w:rsid w:val="00791A3C"/>
    <w:pPr>
      <w:spacing w:after="160" w:line="259" w:lineRule="auto"/>
    </w:pPr>
  </w:style>
  <w:style w:type="paragraph" w:customStyle="1" w:styleId="1865802E184247EB934E79D3C24F3BDF">
    <w:name w:val="1865802E184247EB934E79D3C24F3BDF"/>
    <w:rsid w:val="00791A3C"/>
    <w:pPr>
      <w:spacing w:after="160" w:line="259" w:lineRule="auto"/>
    </w:pPr>
  </w:style>
  <w:style w:type="paragraph" w:customStyle="1" w:styleId="C0CBF1706A5644678650EF82D1C5F997">
    <w:name w:val="C0CBF1706A5644678650EF82D1C5F997"/>
    <w:rsid w:val="00791A3C"/>
    <w:pPr>
      <w:spacing w:after="160" w:line="259" w:lineRule="auto"/>
    </w:pPr>
  </w:style>
  <w:style w:type="paragraph" w:customStyle="1" w:styleId="20928EA361B741B684C3DCD82A2D695A">
    <w:name w:val="20928EA361B741B684C3DCD82A2D695A"/>
    <w:rsid w:val="00791A3C"/>
    <w:pPr>
      <w:spacing w:after="160" w:line="259" w:lineRule="auto"/>
    </w:pPr>
  </w:style>
  <w:style w:type="paragraph" w:customStyle="1" w:styleId="03F04A062B31405EA8B334E82E96FD73">
    <w:name w:val="03F04A062B31405EA8B334E82E96FD73"/>
    <w:rsid w:val="00791A3C"/>
    <w:pPr>
      <w:spacing w:after="160" w:line="259" w:lineRule="auto"/>
    </w:pPr>
  </w:style>
  <w:style w:type="paragraph" w:customStyle="1" w:styleId="9A875FF4781A425BB1F3D7B3FCFA52A8">
    <w:name w:val="9A875FF4781A425BB1F3D7B3FCFA52A8"/>
    <w:rsid w:val="00791A3C"/>
    <w:pPr>
      <w:spacing w:after="160" w:line="259" w:lineRule="auto"/>
    </w:pPr>
  </w:style>
  <w:style w:type="paragraph" w:customStyle="1" w:styleId="37066F7B6B814DD882250202C1D8C542">
    <w:name w:val="37066F7B6B814DD882250202C1D8C542"/>
    <w:rsid w:val="00791A3C"/>
    <w:pPr>
      <w:spacing w:after="160" w:line="259" w:lineRule="auto"/>
    </w:pPr>
  </w:style>
  <w:style w:type="paragraph" w:customStyle="1" w:styleId="11BD26702E6C4910849E4831907B708C">
    <w:name w:val="11BD26702E6C4910849E4831907B708C"/>
    <w:rsid w:val="00791A3C"/>
    <w:pPr>
      <w:spacing w:after="160" w:line="259" w:lineRule="auto"/>
    </w:pPr>
  </w:style>
  <w:style w:type="paragraph" w:customStyle="1" w:styleId="8A188E95DAA842A8AD0B93DABBC38262">
    <w:name w:val="8A188E95DAA842A8AD0B93DABBC38262"/>
    <w:rsid w:val="00791A3C"/>
    <w:pPr>
      <w:spacing w:after="160" w:line="259" w:lineRule="auto"/>
    </w:pPr>
  </w:style>
  <w:style w:type="paragraph" w:customStyle="1" w:styleId="BF5181020CA842D58732B1D5EEF34723">
    <w:name w:val="BF5181020CA842D58732B1D5EEF34723"/>
    <w:rsid w:val="00791A3C"/>
    <w:pPr>
      <w:spacing w:after="160" w:line="259" w:lineRule="auto"/>
    </w:pPr>
  </w:style>
  <w:style w:type="paragraph" w:customStyle="1" w:styleId="875A527AA5084AAD8122164B0FA03AAC">
    <w:name w:val="875A527AA5084AAD8122164B0FA03AAC"/>
    <w:rsid w:val="00791A3C"/>
    <w:pPr>
      <w:spacing w:after="160" w:line="259" w:lineRule="auto"/>
    </w:pPr>
  </w:style>
  <w:style w:type="paragraph" w:customStyle="1" w:styleId="65ABFC3A9CD54241BE04641161D637EA">
    <w:name w:val="65ABFC3A9CD54241BE04641161D637EA"/>
    <w:rsid w:val="00791A3C"/>
    <w:pPr>
      <w:spacing w:after="160" w:line="259" w:lineRule="auto"/>
    </w:pPr>
  </w:style>
  <w:style w:type="paragraph" w:customStyle="1" w:styleId="3F1E605490234FA69E7BD06F4BBC4BFF">
    <w:name w:val="3F1E605490234FA69E7BD06F4BBC4BFF"/>
    <w:rsid w:val="00791A3C"/>
    <w:pPr>
      <w:spacing w:after="160" w:line="259" w:lineRule="auto"/>
    </w:pPr>
  </w:style>
  <w:style w:type="paragraph" w:customStyle="1" w:styleId="36E2176CBC4041E1955C750B5F858D9B">
    <w:name w:val="36E2176CBC4041E1955C750B5F858D9B"/>
    <w:rsid w:val="00791A3C"/>
    <w:pPr>
      <w:spacing w:after="160" w:line="259" w:lineRule="auto"/>
    </w:pPr>
  </w:style>
  <w:style w:type="paragraph" w:customStyle="1" w:styleId="FAC93B4F25B54DF490651A66A4445F5D2">
    <w:name w:val="FAC93B4F25B54DF490651A66A4445F5D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36FF1A27C51423C8E49AAD5194A298D2">
    <w:name w:val="136FF1A27C51423C8E49AAD5194A298D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AAB1517943D43F089058377BEA8C17A2">
    <w:name w:val="1AAB1517943D43F089058377BEA8C17A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8A10B843ADF64D48A13080158A6DCBC02">
    <w:name w:val="8A10B843ADF64D48A13080158A6DCBC0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D227D82F67A9436F9B6FDB4D8517340B1">
    <w:name w:val="D227D82F67A9436F9B6FDB4D8517340B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3AFCFD304A2444FC98689D62D492475D1">
    <w:name w:val="3AFCFD304A2444FC98689D62D492475D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14410BA080E4D17A77C26BE6530D41A1">
    <w:name w:val="114410BA080E4D17A77C26BE6530D41A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379FAF2FB45F4F7A84B3DE88BFD35A521">
    <w:name w:val="379FAF2FB45F4F7A84B3DE88BFD35A52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94F2F08151654C0A87024C8E53D762BF1">
    <w:name w:val="94F2F08151654C0A87024C8E53D762BF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3D2609C3D90421B902F26125290089F1">
    <w:name w:val="B3D2609C3D90421B902F26125290089F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96AE0E32E146431387A85E90F10196851">
    <w:name w:val="96AE0E32E146431387A85E90F1019685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437BDDEA1E9B4C5FAFD6DDFB77EC559B1">
    <w:name w:val="437BDDEA1E9B4C5FAFD6DDFB77EC559B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CA2AA7EE71B24789A4C642ADA5CB15A71">
    <w:name w:val="CA2AA7EE71B24789A4C642ADA5CB15A7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1865802E184247EB934E79D3C24F3BDF1">
    <w:name w:val="1865802E184247EB934E79D3C24F3BDF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20928EA361B741B684C3DCD82A2D695A1">
    <w:name w:val="20928EA361B741B684C3DCD82A2D695A1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03F04A062B31405EA8B334E82E96FD731">
    <w:name w:val="03F04A062B31405EA8B334E82E96FD73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9A875FF4781A425BB1F3D7B3FCFA52A81">
    <w:name w:val="9A875FF4781A425BB1F3D7B3FCFA52A8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37066F7B6B814DD882250202C1D8C5421">
    <w:name w:val="37066F7B6B814DD882250202C1D8C542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11BD26702E6C4910849E4831907B708C1">
    <w:name w:val="11BD26702E6C4910849E4831907B708C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65ABFC3A9CD54241BE04641161D637EA1">
    <w:name w:val="65ABFC3A9CD54241BE04641161D637EA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3F1E605490234FA69E7BD06F4BBC4BFF1">
    <w:name w:val="3F1E605490234FA69E7BD06F4BBC4BFF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36E2176CBC4041E1955C750B5F858D9B1">
    <w:name w:val="36E2176CBC4041E1955C750B5F858D9B1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52F61CACCF2E4AA1B5AFFEF8959CBD002">
    <w:name w:val="52F61CACCF2E4AA1B5AFFEF8959CBD002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8CD17C4FEC1248779CEBCC14E1657AEF2">
    <w:name w:val="8CD17C4FEC1248779CEBCC14E1657AEF2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AD549EF527184FD6B3FED0C6556AB1E72">
    <w:name w:val="AD549EF527184FD6B3FED0C6556AB1E72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E327D52B370F4ABEB9B46F06155E89D32">
    <w:name w:val="E327D52B370F4ABEB9B46F06155E89D32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636E841ECFEC4F009CB3E373980E61712">
    <w:name w:val="636E841ECFEC4F009CB3E373980E61712"/>
    <w:rsid w:val="00791A3C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60"/>
      </w:tabs>
      <w:spacing w:after="60" w:line="240" w:lineRule="auto"/>
    </w:pPr>
    <w:rPr>
      <w:rFonts w:ascii="Calibri" w:eastAsia="Times New Roman" w:hAnsi="Calibri" w:cs="Times New Roman"/>
      <w:bCs/>
      <w:color w:val="000000"/>
      <w:szCs w:val="20"/>
      <w:lang w:val="en-US"/>
    </w:rPr>
  </w:style>
  <w:style w:type="paragraph" w:customStyle="1" w:styleId="19A58404A0AD4D9590A6E1D4339C334D2">
    <w:name w:val="19A58404A0AD4D9590A6E1D4339C334D2"/>
    <w:rsid w:val="00791A3C"/>
    <w:pPr>
      <w:tabs>
        <w:tab w:val="left" w:pos="720"/>
      </w:tabs>
      <w:spacing w:before="240" w:after="0" w:line="240" w:lineRule="auto"/>
      <w:ind w:left="360" w:hanging="360"/>
    </w:pPr>
    <w:rPr>
      <w:rFonts w:ascii="Calibri" w:eastAsia="Times New Roman" w:hAnsi="Calibri" w:cs="Arial"/>
      <w:b/>
      <w:color w:val="4472C4" w:themeColor="accent1"/>
      <w:sz w:val="24"/>
      <w:szCs w:val="26"/>
      <w:lang w:val="en-GB"/>
    </w:rPr>
  </w:style>
  <w:style w:type="paragraph" w:customStyle="1" w:styleId="095806BE18084CD391BF978CC80736642">
    <w:name w:val="095806BE18084CD391BF978CC8073664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264FA2456B7248DEB588A9CA713E0FDE2">
    <w:name w:val="264FA2456B7248DEB588A9CA713E0FDE2"/>
    <w:rsid w:val="00791A3C"/>
    <w:pPr>
      <w:tabs>
        <w:tab w:val="left" w:pos="720"/>
      </w:tabs>
      <w:spacing w:before="240" w:after="0" w:line="240" w:lineRule="auto"/>
      <w:ind w:left="360" w:hanging="360"/>
    </w:pPr>
    <w:rPr>
      <w:rFonts w:ascii="Calibri" w:eastAsia="Times New Roman" w:hAnsi="Calibri" w:cs="Arial"/>
      <w:b/>
      <w:color w:val="4472C4" w:themeColor="accent1"/>
      <w:sz w:val="24"/>
      <w:szCs w:val="26"/>
      <w:lang w:val="en-GB"/>
    </w:rPr>
  </w:style>
  <w:style w:type="paragraph" w:customStyle="1" w:styleId="EBBBB19DE00441E78F50D7B0AB6E68942">
    <w:name w:val="EBBBB19DE00441E78F50D7B0AB6E6894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88E237362E174EEF9EF4448208A7749B2">
    <w:name w:val="88E237362E174EEF9EF4448208A7749B2"/>
    <w:rsid w:val="00791A3C"/>
    <w:pPr>
      <w:spacing w:after="0" w:line="240" w:lineRule="auto"/>
      <w:jc w:val="both"/>
    </w:pPr>
    <w:rPr>
      <w:rFonts w:ascii="Minion" w:eastAsia="Times New Roman" w:hAnsi="Minion" w:cs="Times New Roman"/>
      <w:szCs w:val="20"/>
      <w:lang w:val="en-GB"/>
    </w:rPr>
  </w:style>
  <w:style w:type="paragraph" w:customStyle="1" w:styleId="69D0696563274E009BC6FD4DF299BEE92">
    <w:name w:val="69D0696563274E009BC6FD4DF299BEE92"/>
    <w:rsid w:val="00791A3C"/>
    <w:pPr>
      <w:keepNext/>
      <w:tabs>
        <w:tab w:val="left" w:pos="567"/>
        <w:tab w:val="num" w:pos="720"/>
        <w:tab w:val="left" w:pos="1855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  <w:outlineLvl w:val="2"/>
    </w:pPr>
    <w:rPr>
      <w:rFonts w:eastAsia="Times New Roman" w:cstheme="minorHAnsi"/>
      <w:b/>
      <w:color w:val="B00032"/>
      <w:sz w:val="24"/>
      <w:lang w:val="en-GB"/>
    </w:rPr>
  </w:style>
  <w:style w:type="paragraph" w:customStyle="1" w:styleId="0D3F367A75CA4AEAAED56F1DF3232E192">
    <w:name w:val="0D3F367A75CA4AEAAED56F1DF3232E19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631143F16A04F57A9A2DB5CE26C32B82">
    <w:name w:val="B631143F16A04F57A9A2DB5CE26C32B82"/>
    <w:rsid w:val="00791A3C"/>
    <w:pPr>
      <w:keepNext/>
      <w:tabs>
        <w:tab w:val="left" w:pos="56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F24158A7EB46D4B6EC65DC300026822">
    <w:name w:val="5EF24158A7EB46D4B6EC65DC300026822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6FC55B14507645BAA00F87B529CD9EFE2">
    <w:name w:val="6FC55B14507645BAA00F87B529CD9EFE2"/>
    <w:rsid w:val="00791A3C"/>
    <w:pPr>
      <w:keepNext/>
      <w:tabs>
        <w:tab w:val="left" w:pos="56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D0175BBDEA475488B20BA8F946E02B2">
    <w:name w:val="13D0175BBDEA475488B20BA8F946E02B2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A658848E5A8446CA8851B40FA34BC9372">
    <w:name w:val="A658848E5A8446CA8851B40FA34BC937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21E5B87F69F941C6AA6D0FF742999C212">
    <w:name w:val="21E5B87F69F941C6AA6D0FF742999C21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A0F4F36A8A3A436C9CD38B6A3A6352CF2">
    <w:name w:val="A0F4F36A8A3A436C9CD38B6A3A6352CF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8DB36BEF9F348DEA07AD80FAEB048C42">
    <w:name w:val="B8DB36BEF9F348DEA07AD80FAEB048C4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6B98B6E65959408880F73557C4E5FC9A2">
    <w:name w:val="6B98B6E65959408880F73557C4E5FC9A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FF4576B0F7BB45A28A5B46E196D5F5122">
    <w:name w:val="FF4576B0F7BB45A28A5B46E196D5F512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BDB9A84F23464F12B8A1C42330C6DA962">
    <w:name w:val="BDB9A84F23464F12B8A1C42330C6DA962"/>
    <w:rsid w:val="00791A3C"/>
    <w:pPr>
      <w:spacing w:after="120"/>
    </w:pPr>
    <w:rPr>
      <w:rFonts w:ascii="Calibri" w:eastAsia="Calibri" w:hAnsi="Calibri" w:cs="Times New Roman"/>
      <w:lang w:eastAsia="en-US"/>
    </w:rPr>
  </w:style>
  <w:style w:type="paragraph" w:customStyle="1" w:styleId="877A8DB1214F40A6AA4545633D611AF22">
    <w:name w:val="877A8DB1214F40A6AA4545633D611AF22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AE98DBDAB84B4CF68F715BFE4AAAF3242">
    <w:name w:val="AE98DBDAB84B4CF68F715BFE4AAAF3242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37DF441755044EA7B21FC118039B3BC92">
    <w:name w:val="37DF441755044EA7B21FC118039B3BC92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A14B0E20574448D99BE4AE03179F2E352">
    <w:name w:val="A14B0E20574448D99BE4AE03179F2E352"/>
    <w:rsid w:val="00791A3C"/>
    <w:pPr>
      <w:spacing w:after="0" w:line="240" w:lineRule="auto"/>
    </w:pPr>
    <w:rPr>
      <w:rFonts w:ascii="Arial" w:eastAsia="Times New Roman" w:hAnsi="Arial" w:cs="Arial"/>
      <w:b/>
      <w:szCs w:val="20"/>
    </w:rPr>
  </w:style>
  <w:style w:type="paragraph" w:customStyle="1" w:styleId="6B333343EB8A4EA68AEA81A7BE629C642">
    <w:name w:val="6B333343EB8A4EA68AEA81A7BE629C642"/>
    <w:rsid w:val="00791A3C"/>
    <w:pPr>
      <w:keepNext/>
      <w:tabs>
        <w:tab w:val="left" w:pos="567"/>
        <w:tab w:val="num" w:pos="720"/>
        <w:tab w:val="left" w:pos="1855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  <w:outlineLvl w:val="1"/>
    </w:pPr>
    <w:rPr>
      <w:rFonts w:eastAsia="Times New Roman" w:cstheme="minorHAnsi"/>
      <w:b/>
      <w:color w:val="B00032"/>
      <w:sz w:val="24"/>
      <w:szCs w:val="20"/>
      <w:lang w:val="en-GB"/>
    </w:rPr>
  </w:style>
  <w:style w:type="paragraph" w:customStyle="1" w:styleId="C693B2ED5B1248E9A3DBAC1B28BDDCD82">
    <w:name w:val="C693B2ED5B1248E9A3DBAC1B28BDDCD8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D3ACD65FC6A34C54B56FB7985C3D2F542">
    <w:name w:val="D3ACD65FC6A34C54B56FB7985C3D2F542"/>
    <w:rsid w:val="00791A3C"/>
    <w:pPr>
      <w:overflowPunct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color w:val="000000"/>
    </w:rPr>
  </w:style>
  <w:style w:type="paragraph" w:customStyle="1" w:styleId="317CAABB48BA42E3B1DD14130922C6422">
    <w:name w:val="317CAABB48BA42E3B1DD14130922C6422"/>
    <w:rsid w:val="00791A3C"/>
    <w:pPr>
      <w:spacing w:after="60"/>
    </w:pPr>
    <w:rPr>
      <w:rFonts w:ascii="Calibri" w:eastAsia="Calibri" w:hAnsi="Calibri" w:cs="Times New Roman"/>
      <w:lang w:eastAsia="en-US"/>
    </w:rPr>
  </w:style>
  <w:style w:type="paragraph" w:customStyle="1" w:styleId="28C2BAE1B5634E41954692AA1A6B674D">
    <w:name w:val="28C2BAE1B5634E41954692AA1A6B674D"/>
    <w:rsid w:val="00791A3C"/>
    <w:pPr>
      <w:spacing w:after="160" w:line="259" w:lineRule="auto"/>
    </w:pPr>
  </w:style>
  <w:style w:type="paragraph" w:customStyle="1" w:styleId="3DA4BB208FF94B37BE011E5DD98121FF">
    <w:name w:val="3DA4BB208FF94B37BE011E5DD98121FF"/>
    <w:rsid w:val="00791A3C"/>
    <w:pPr>
      <w:spacing w:after="160" w:line="259" w:lineRule="auto"/>
    </w:pPr>
  </w:style>
  <w:style w:type="paragraph" w:customStyle="1" w:styleId="49032017F70B482FA286ABA53BBD4E06">
    <w:name w:val="49032017F70B482FA286ABA53BBD4E06"/>
    <w:rsid w:val="00791A3C"/>
    <w:pPr>
      <w:spacing w:after="160" w:line="259" w:lineRule="auto"/>
    </w:pPr>
  </w:style>
  <w:style w:type="paragraph" w:customStyle="1" w:styleId="13E101B339E141009997445797F13F67">
    <w:name w:val="13E101B339E141009997445797F13F67"/>
    <w:rsid w:val="00791A3C"/>
    <w:pPr>
      <w:spacing w:after="160" w:line="259" w:lineRule="auto"/>
    </w:pPr>
  </w:style>
  <w:style w:type="paragraph" w:customStyle="1" w:styleId="6886328FC50348DE8690F7D0D6E9C817">
    <w:name w:val="6886328FC50348DE8690F7D0D6E9C817"/>
    <w:rsid w:val="00791A3C"/>
    <w:pPr>
      <w:spacing w:after="160" w:line="259" w:lineRule="auto"/>
    </w:pPr>
  </w:style>
  <w:style w:type="paragraph" w:customStyle="1" w:styleId="4C4D509C00664113A82BA5245C18347C">
    <w:name w:val="4C4D509C00664113A82BA5245C18347C"/>
    <w:rsid w:val="00BE2763"/>
    <w:pPr>
      <w:spacing w:after="160" w:line="259" w:lineRule="auto"/>
    </w:pPr>
  </w:style>
  <w:style w:type="paragraph" w:customStyle="1" w:styleId="A0161533598543D19103BF4E5B6375D1">
    <w:name w:val="A0161533598543D19103BF4E5B6375D1"/>
    <w:rsid w:val="00BE2763"/>
    <w:pPr>
      <w:spacing w:after="160" w:line="259" w:lineRule="auto"/>
    </w:pPr>
  </w:style>
  <w:style w:type="paragraph" w:customStyle="1" w:styleId="968D0C97BB8D4724895366DCA14EBAA8">
    <w:name w:val="968D0C97BB8D4724895366DCA14EBAA8"/>
    <w:rsid w:val="00BE2763"/>
    <w:pPr>
      <w:spacing w:after="160" w:line="259" w:lineRule="auto"/>
    </w:pPr>
  </w:style>
  <w:style w:type="paragraph" w:customStyle="1" w:styleId="769D683D19AA4D5D8F9EC5D5CF28BDEF">
    <w:name w:val="769D683D19AA4D5D8F9EC5D5CF28BDEF"/>
    <w:rsid w:val="00BE2763"/>
    <w:pPr>
      <w:spacing w:after="160" w:line="259" w:lineRule="auto"/>
    </w:pPr>
  </w:style>
  <w:style w:type="paragraph" w:customStyle="1" w:styleId="5483B56D60BD4694BE653A151F944BF1">
    <w:name w:val="5483B56D60BD4694BE653A151F944BF1"/>
    <w:rsid w:val="00BE2763"/>
    <w:pPr>
      <w:spacing w:after="160" w:line="259" w:lineRule="auto"/>
    </w:pPr>
  </w:style>
  <w:style w:type="paragraph" w:customStyle="1" w:styleId="5770E13F71324659B7E7D5B31204009C">
    <w:name w:val="5770E13F71324659B7E7D5B31204009C"/>
    <w:rsid w:val="00BE2763"/>
    <w:pPr>
      <w:spacing w:after="160" w:line="259" w:lineRule="auto"/>
    </w:pPr>
  </w:style>
  <w:style w:type="paragraph" w:customStyle="1" w:styleId="E2A25FDBB7474505A5C19CF0D6B9BAD1">
    <w:name w:val="E2A25FDBB7474505A5C19CF0D6B9BAD1"/>
    <w:rsid w:val="00BE2763"/>
    <w:pPr>
      <w:spacing w:after="160" w:line="259" w:lineRule="auto"/>
    </w:pPr>
  </w:style>
  <w:style w:type="paragraph" w:customStyle="1" w:styleId="A289308F154B48519FBB781ABF6B272F">
    <w:name w:val="A289308F154B48519FBB781ABF6B272F"/>
    <w:rsid w:val="00BE2763"/>
    <w:pPr>
      <w:spacing w:after="160" w:line="259" w:lineRule="auto"/>
    </w:pPr>
  </w:style>
  <w:style w:type="paragraph" w:customStyle="1" w:styleId="C73D574479F645659B630F12DD40CBED">
    <w:name w:val="C73D574479F645659B630F12DD40CBED"/>
    <w:rsid w:val="00BE2763"/>
    <w:pPr>
      <w:spacing w:after="160" w:line="259" w:lineRule="auto"/>
    </w:pPr>
  </w:style>
  <w:style w:type="paragraph" w:customStyle="1" w:styleId="BAE5DFA649BD46D6AAC1D96757DA8CE2">
    <w:name w:val="BAE5DFA649BD46D6AAC1D96757DA8CE2"/>
    <w:rsid w:val="00BE2763"/>
    <w:pPr>
      <w:spacing w:after="160" w:line="259" w:lineRule="auto"/>
    </w:pPr>
  </w:style>
  <w:style w:type="paragraph" w:customStyle="1" w:styleId="E79C1ABAC552471EB2E3BF1C903F9853">
    <w:name w:val="E79C1ABAC552471EB2E3BF1C903F9853"/>
    <w:rsid w:val="00BE2763"/>
    <w:pPr>
      <w:spacing w:after="160" w:line="259" w:lineRule="auto"/>
    </w:pPr>
  </w:style>
  <w:style w:type="paragraph" w:customStyle="1" w:styleId="795CB5FFD8C74732AADB2DCF0AEF855A">
    <w:name w:val="795CB5FFD8C74732AADB2DCF0AEF855A"/>
    <w:rsid w:val="00BE2763"/>
    <w:pPr>
      <w:spacing w:after="160" w:line="259" w:lineRule="auto"/>
    </w:pPr>
  </w:style>
  <w:style w:type="paragraph" w:customStyle="1" w:styleId="76DB7D02E70542799DB4E3AAEB4D30B0">
    <w:name w:val="76DB7D02E70542799DB4E3AAEB4D30B0"/>
    <w:rsid w:val="00BE2763"/>
    <w:pPr>
      <w:spacing w:after="160" w:line="259" w:lineRule="auto"/>
    </w:pPr>
  </w:style>
  <w:style w:type="paragraph" w:customStyle="1" w:styleId="D09E83EC2CE4458C90EEEB08683262B0">
    <w:name w:val="D09E83EC2CE4458C90EEEB08683262B0"/>
    <w:rsid w:val="00BE2763"/>
    <w:pPr>
      <w:spacing w:after="160" w:line="259" w:lineRule="auto"/>
    </w:pPr>
  </w:style>
  <w:style w:type="paragraph" w:customStyle="1" w:styleId="C92E4E4810A54EEFBAFAB12ABE2BA2FD">
    <w:name w:val="C92E4E4810A54EEFBAFAB12ABE2BA2FD"/>
    <w:rsid w:val="00BE2763"/>
    <w:pPr>
      <w:spacing w:after="160" w:line="259" w:lineRule="auto"/>
    </w:pPr>
  </w:style>
  <w:style w:type="paragraph" w:customStyle="1" w:styleId="C0EE4CF6588846648E23F8C79E4902C5">
    <w:name w:val="C0EE4CF6588846648E23F8C79E4902C5"/>
    <w:rsid w:val="00BE2763"/>
    <w:pPr>
      <w:spacing w:after="160" w:line="259" w:lineRule="auto"/>
    </w:pPr>
  </w:style>
  <w:style w:type="paragraph" w:customStyle="1" w:styleId="2D2AA856E3294375BE9A7AAA17087E42">
    <w:name w:val="2D2AA856E3294375BE9A7AAA17087E42"/>
    <w:rsid w:val="00BE2763"/>
    <w:pPr>
      <w:spacing w:after="160" w:line="259" w:lineRule="auto"/>
    </w:pPr>
  </w:style>
  <w:style w:type="paragraph" w:customStyle="1" w:styleId="F34A4687EF4443DEA9A5ED5B16EC3A50">
    <w:name w:val="F34A4687EF4443DEA9A5ED5B16EC3A50"/>
    <w:rsid w:val="00BE2763"/>
    <w:pPr>
      <w:spacing w:after="160" w:line="259" w:lineRule="auto"/>
    </w:pPr>
  </w:style>
  <w:style w:type="paragraph" w:customStyle="1" w:styleId="4549FEA101B847F5881E963998EA614B">
    <w:name w:val="4549FEA101B847F5881E963998EA614B"/>
    <w:rsid w:val="00BE2763"/>
    <w:pPr>
      <w:spacing w:after="160" w:line="259" w:lineRule="auto"/>
    </w:pPr>
  </w:style>
  <w:style w:type="paragraph" w:customStyle="1" w:styleId="38723AE710B34F779F9C69A327F1D824">
    <w:name w:val="38723AE710B34F779F9C69A327F1D824"/>
    <w:rsid w:val="00BE2763"/>
    <w:pPr>
      <w:spacing w:after="160" w:line="259" w:lineRule="auto"/>
    </w:pPr>
  </w:style>
  <w:style w:type="paragraph" w:customStyle="1" w:styleId="E1CC01820ABF47A89D813239A07C693D">
    <w:name w:val="E1CC01820ABF47A89D813239A07C693D"/>
    <w:rsid w:val="00BE2763"/>
    <w:pPr>
      <w:spacing w:after="160" w:line="259" w:lineRule="auto"/>
    </w:pPr>
  </w:style>
  <w:style w:type="paragraph" w:customStyle="1" w:styleId="F05DE7C909B946AD9D3F49F8540198FD">
    <w:name w:val="F05DE7C909B946AD9D3F49F8540198FD"/>
    <w:rsid w:val="00BE2763"/>
    <w:pPr>
      <w:spacing w:after="160" w:line="259" w:lineRule="auto"/>
    </w:pPr>
  </w:style>
  <w:style w:type="paragraph" w:customStyle="1" w:styleId="C7CE95C476D6408AA8BFA29442E104F5">
    <w:name w:val="C7CE95C476D6408AA8BFA29442E104F5"/>
    <w:rsid w:val="00BE2763"/>
    <w:pPr>
      <w:spacing w:after="160" w:line="259" w:lineRule="auto"/>
    </w:pPr>
  </w:style>
  <w:style w:type="paragraph" w:customStyle="1" w:styleId="6A4957E3793F431886FC47A71F502A87">
    <w:name w:val="6A4957E3793F431886FC47A71F502A87"/>
    <w:rsid w:val="00BE2763"/>
    <w:pPr>
      <w:spacing w:after="160" w:line="259" w:lineRule="auto"/>
    </w:pPr>
  </w:style>
  <w:style w:type="paragraph" w:customStyle="1" w:styleId="7EE3D366C400485BB5695B367A66DD17">
    <w:name w:val="7EE3D366C400485BB5695B367A66DD17"/>
    <w:rsid w:val="00BE27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ZHK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B00032"/>
      </a:accent1>
      <a:accent2>
        <a:srgbClr val="9C9E9F"/>
      </a:accent2>
      <a:accent3>
        <a:srgbClr val="FFFFFF"/>
      </a:accent3>
      <a:accent4>
        <a:srgbClr val="595959"/>
      </a:accent4>
      <a:accent5>
        <a:srgbClr val="D97575"/>
      </a:accent5>
      <a:accent6>
        <a:srgbClr val="9A917E"/>
      </a:accent6>
      <a:hlink>
        <a:srgbClr val="B00032"/>
      </a:hlink>
      <a:folHlink>
        <a:srgbClr val="F7964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B6475-5124-44E2-8ED0-7FEFD057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DZHK_Formatvorlage_allgemein</Template>
  <TotalTime>0</TotalTime>
  <Pages>6</Pages>
  <Words>674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1st MEETING OF THE SCIENTIFIC ADVISORY BOARD</vt:lpstr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MEETING OF THE SCIENTIFIC ADVISORY BOARD</dc:title>
  <dc:creator>Praktikant DZHK</dc:creator>
  <cp:lastModifiedBy>Christine Vollgraf</cp:lastModifiedBy>
  <cp:revision>93</cp:revision>
  <cp:lastPrinted>2014-12-02T12:33:00Z</cp:lastPrinted>
  <dcterms:created xsi:type="dcterms:W3CDTF">2016-08-09T09:51:00Z</dcterms:created>
  <dcterms:modified xsi:type="dcterms:W3CDTF">2018-06-08T12:10:00Z</dcterms:modified>
</cp:coreProperties>
</file>